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567BA" w14:textId="2B51991F" w:rsidR="004D36D7" w:rsidRPr="00FD4A68" w:rsidRDefault="00063267" w:rsidP="00B47940">
      <w:pPr>
        <w:pStyle w:val="Title"/>
        <w:rPr>
          <w:rStyle w:val="LabTitleInstVersred"/>
          <w:b/>
          <w:color w:val="auto"/>
        </w:rPr>
      </w:pPr>
      <w:sdt>
        <w:sdtPr>
          <w:rPr>
            <w:b w:val="0"/>
            <w:color w:val="EE0000"/>
          </w:rPr>
          <w:alias w:val="Title"/>
          <w:tag w:val=""/>
          <w:id w:val="-487021785"/>
          <w:placeholder>
            <w:docPart w:val="DE1FDBAEAA494641B27B4759A22AD5C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14927">
            <w:t>Lab - Configur</w:t>
          </w:r>
          <w:r w:rsidR="009B7BA5">
            <w:t>e</w:t>
          </w:r>
          <w:r w:rsidR="00014927">
            <w:t xml:space="preserve"> ZPFs</w:t>
          </w:r>
        </w:sdtContent>
      </w:sdt>
    </w:p>
    <w:p w14:paraId="4A457675" w14:textId="77777777" w:rsidR="00C4206E" w:rsidRPr="00A45635" w:rsidRDefault="00C4206E" w:rsidP="00014927">
      <w:pPr>
        <w:pStyle w:val="Heading1"/>
      </w:pPr>
      <w:r w:rsidRPr="00A45635">
        <w:t>Topology</w:t>
      </w:r>
    </w:p>
    <w:p w14:paraId="65DE32B4" w14:textId="04E9C69B" w:rsidR="00C4206E" w:rsidRPr="00A45635" w:rsidRDefault="00573BBB" w:rsidP="00C4206E">
      <w:pPr>
        <w:pStyle w:val="Visual"/>
        <w:rPr>
          <w:noProof/>
        </w:rPr>
      </w:pPr>
      <w:r>
        <w:rPr>
          <w:noProof/>
        </w:rPr>
        <w:drawing>
          <wp:inline distT="0" distB="0" distL="0" distR="0" wp14:anchorId="7E672F3A" wp14:editId="3AAE6C16">
            <wp:extent cx="6038186" cy="460057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1867" cy="4626237"/>
                    </a:xfrm>
                    <a:prstGeom prst="rect">
                      <a:avLst/>
                    </a:prstGeom>
                    <a:noFill/>
                  </pic:spPr>
                </pic:pic>
              </a:graphicData>
            </a:graphic>
          </wp:inline>
        </w:drawing>
      </w:r>
    </w:p>
    <w:p w14:paraId="4610386A" w14:textId="77777777" w:rsidR="00C4206E" w:rsidRPr="00A45635" w:rsidRDefault="00C4206E" w:rsidP="00014927">
      <w:pPr>
        <w:pStyle w:val="Heading1"/>
      </w:pPr>
      <w:r w:rsidRPr="00A45635">
        <w:t>IP Addressing Table</w:t>
      </w:r>
    </w:p>
    <w:tbl>
      <w:tblPr>
        <w:tblStyle w:val="LabTableStyle"/>
        <w:tblW w:w="10080" w:type="dxa"/>
        <w:tblLayout w:type="fixed"/>
        <w:tblLook w:val="04A0" w:firstRow="1" w:lastRow="0" w:firstColumn="1" w:lastColumn="0" w:noHBand="0" w:noVBand="1"/>
        <w:tblDescription w:val="This table shows the addressing for the Device, Interface, IP Address,Subnet Mask, default gateway and switch port."/>
      </w:tblPr>
      <w:tblGrid>
        <w:gridCol w:w="1272"/>
        <w:gridCol w:w="1635"/>
        <w:gridCol w:w="1725"/>
        <w:gridCol w:w="1816"/>
        <w:gridCol w:w="1816"/>
        <w:gridCol w:w="1816"/>
      </w:tblGrid>
      <w:tr w:rsidR="00C4206E" w:rsidRPr="00A45635" w14:paraId="5CEA4004" w14:textId="77777777" w:rsidTr="007250BA">
        <w:trPr>
          <w:cnfStyle w:val="100000000000" w:firstRow="1" w:lastRow="0" w:firstColumn="0" w:lastColumn="0" w:oddVBand="0" w:evenVBand="0" w:oddHBand="0" w:evenHBand="0" w:firstRowFirstColumn="0" w:firstRowLastColumn="0" w:lastRowFirstColumn="0" w:lastRowLastColumn="0"/>
          <w:tblHeader/>
        </w:trPr>
        <w:tc>
          <w:tcPr>
            <w:tcW w:w="1272" w:type="dxa"/>
          </w:tcPr>
          <w:p w14:paraId="77512162" w14:textId="77777777" w:rsidR="00C4206E" w:rsidRPr="00A45635" w:rsidRDefault="00C4206E" w:rsidP="00E71C84">
            <w:pPr>
              <w:pStyle w:val="TableHeading"/>
              <w:rPr>
                <w:noProof/>
              </w:rPr>
            </w:pPr>
            <w:r w:rsidRPr="00A45635">
              <w:rPr>
                <w:noProof/>
              </w:rPr>
              <w:t>Device</w:t>
            </w:r>
          </w:p>
        </w:tc>
        <w:tc>
          <w:tcPr>
            <w:tcW w:w="1635" w:type="dxa"/>
          </w:tcPr>
          <w:p w14:paraId="7E7A957F" w14:textId="77777777" w:rsidR="00C4206E" w:rsidRPr="00A45635" w:rsidRDefault="00C4206E" w:rsidP="00E71C84">
            <w:pPr>
              <w:pStyle w:val="TableHeading"/>
              <w:rPr>
                <w:noProof/>
              </w:rPr>
            </w:pPr>
            <w:r w:rsidRPr="00A45635">
              <w:rPr>
                <w:noProof/>
              </w:rPr>
              <w:t>Interface</w:t>
            </w:r>
          </w:p>
        </w:tc>
        <w:tc>
          <w:tcPr>
            <w:tcW w:w="1725" w:type="dxa"/>
          </w:tcPr>
          <w:p w14:paraId="3FC634BA" w14:textId="77777777" w:rsidR="00C4206E" w:rsidRPr="00A45635" w:rsidRDefault="00C4206E" w:rsidP="00E71C84">
            <w:pPr>
              <w:pStyle w:val="TableHeading"/>
              <w:rPr>
                <w:noProof/>
              </w:rPr>
            </w:pPr>
            <w:r w:rsidRPr="00A45635">
              <w:rPr>
                <w:noProof/>
              </w:rPr>
              <w:t>IP Address</w:t>
            </w:r>
          </w:p>
        </w:tc>
        <w:tc>
          <w:tcPr>
            <w:tcW w:w="1816" w:type="dxa"/>
          </w:tcPr>
          <w:p w14:paraId="31E1ACB2" w14:textId="77777777" w:rsidR="00C4206E" w:rsidRPr="00A45635" w:rsidRDefault="00C4206E" w:rsidP="00E71C84">
            <w:pPr>
              <w:pStyle w:val="TableHeading"/>
              <w:rPr>
                <w:noProof/>
              </w:rPr>
            </w:pPr>
            <w:r w:rsidRPr="00A45635">
              <w:rPr>
                <w:noProof/>
              </w:rPr>
              <w:t>Subnet Mask</w:t>
            </w:r>
          </w:p>
        </w:tc>
        <w:tc>
          <w:tcPr>
            <w:tcW w:w="1816" w:type="dxa"/>
          </w:tcPr>
          <w:p w14:paraId="39AAFC6F" w14:textId="77777777" w:rsidR="00C4206E" w:rsidRPr="00A45635" w:rsidRDefault="00C4206E" w:rsidP="00E71C84">
            <w:pPr>
              <w:pStyle w:val="TableHeading"/>
              <w:rPr>
                <w:noProof/>
              </w:rPr>
            </w:pPr>
            <w:r w:rsidRPr="00A45635">
              <w:rPr>
                <w:noProof/>
              </w:rPr>
              <w:t>Default Gateway</w:t>
            </w:r>
          </w:p>
        </w:tc>
        <w:tc>
          <w:tcPr>
            <w:tcW w:w="1816" w:type="dxa"/>
          </w:tcPr>
          <w:p w14:paraId="6FA30B02" w14:textId="77777777" w:rsidR="00C4206E" w:rsidRPr="00A45635" w:rsidRDefault="00C4206E" w:rsidP="00E71C84">
            <w:pPr>
              <w:pStyle w:val="TableHeading"/>
              <w:rPr>
                <w:noProof/>
              </w:rPr>
            </w:pPr>
            <w:r w:rsidRPr="00A45635">
              <w:rPr>
                <w:noProof/>
              </w:rPr>
              <w:t>Switch Port</w:t>
            </w:r>
          </w:p>
        </w:tc>
      </w:tr>
      <w:tr w:rsidR="00B350D0" w14:paraId="492AFA76" w14:textId="77777777" w:rsidTr="007250BA">
        <w:tc>
          <w:tcPr>
            <w:tcW w:w="1272" w:type="dxa"/>
            <w:tcBorders>
              <w:bottom w:val="nil"/>
            </w:tcBorders>
          </w:tcPr>
          <w:p w14:paraId="0553D93F" w14:textId="55EFCB1D" w:rsidR="00B350D0" w:rsidRPr="00A45635" w:rsidRDefault="00B350D0" w:rsidP="00B350D0">
            <w:pPr>
              <w:pStyle w:val="TableText"/>
              <w:rPr>
                <w:noProof/>
              </w:rPr>
            </w:pPr>
            <w:r>
              <w:t>R1</w:t>
            </w:r>
          </w:p>
        </w:tc>
        <w:tc>
          <w:tcPr>
            <w:tcW w:w="1635" w:type="dxa"/>
          </w:tcPr>
          <w:p w14:paraId="7CC1FD08" w14:textId="6B500AD9" w:rsidR="00B350D0" w:rsidRDefault="00B350D0" w:rsidP="00B350D0">
            <w:pPr>
              <w:pStyle w:val="TableText"/>
            </w:pPr>
            <w:r>
              <w:t>G0/0/0</w:t>
            </w:r>
          </w:p>
        </w:tc>
        <w:tc>
          <w:tcPr>
            <w:tcW w:w="1725" w:type="dxa"/>
          </w:tcPr>
          <w:p w14:paraId="3915101F" w14:textId="78BD1593" w:rsidR="00B350D0" w:rsidRDefault="00B350D0" w:rsidP="00B350D0">
            <w:pPr>
              <w:pStyle w:val="TableText"/>
            </w:pPr>
            <w:r w:rsidRPr="00E87D62">
              <w:t>10.1.1.1</w:t>
            </w:r>
          </w:p>
        </w:tc>
        <w:tc>
          <w:tcPr>
            <w:tcW w:w="1816" w:type="dxa"/>
          </w:tcPr>
          <w:p w14:paraId="7818449C" w14:textId="08F1943A" w:rsidR="00B350D0" w:rsidRPr="00E87D62" w:rsidRDefault="00B350D0" w:rsidP="00B350D0">
            <w:pPr>
              <w:pStyle w:val="TableText"/>
            </w:pPr>
            <w:r w:rsidRPr="00E87D62">
              <w:t>255.255.255.252</w:t>
            </w:r>
          </w:p>
        </w:tc>
        <w:tc>
          <w:tcPr>
            <w:tcW w:w="1816" w:type="dxa"/>
          </w:tcPr>
          <w:p w14:paraId="560CFC39" w14:textId="36D0373C" w:rsidR="00B350D0" w:rsidRPr="00E87D62" w:rsidRDefault="00B350D0" w:rsidP="00B350D0">
            <w:pPr>
              <w:pStyle w:val="TableText"/>
            </w:pPr>
            <w:r w:rsidRPr="00E87D62">
              <w:t>N/A</w:t>
            </w:r>
          </w:p>
        </w:tc>
        <w:tc>
          <w:tcPr>
            <w:tcW w:w="1816" w:type="dxa"/>
          </w:tcPr>
          <w:p w14:paraId="4B34F1BF" w14:textId="6CE3BB2E" w:rsidR="00B350D0" w:rsidRDefault="00B350D0" w:rsidP="00B350D0">
            <w:pPr>
              <w:pStyle w:val="TableText"/>
            </w:pPr>
            <w:r w:rsidRPr="00E87D62">
              <w:t>N/A</w:t>
            </w:r>
          </w:p>
        </w:tc>
      </w:tr>
      <w:tr w:rsidR="00B350D0" w14:paraId="3CDA7328" w14:textId="77777777" w:rsidTr="007250BA">
        <w:tc>
          <w:tcPr>
            <w:tcW w:w="1272" w:type="dxa"/>
            <w:tcBorders>
              <w:top w:val="nil"/>
              <w:bottom w:val="single" w:sz="2" w:space="0" w:color="auto"/>
            </w:tcBorders>
          </w:tcPr>
          <w:p w14:paraId="21A6AFB3" w14:textId="676E5515" w:rsidR="00B350D0" w:rsidRPr="00014927" w:rsidRDefault="00B350D0" w:rsidP="007250BA">
            <w:pPr>
              <w:pStyle w:val="ConfigWindow"/>
            </w:pPr>
            <w:r w:rsidRPr="00A45635">
              <w:rPr>
                <w:noProof/>
              </w:rPr>
              <w:t>R1</w:t>
            </w:r>
          </w:p>
        </w:tc>
        <w:tc>
          <w:tcPr>
            <w:tcW w:w="1635" w:type="dxa"/>
          </w:tcPr>
          <w:p w14:paraId="12AF1C21" w14:textId="0AB1C08A" w:rsidR="00B350D0" w:rsidRPr="00E87D62" w:rsidRDefault="00B350D0" w:rsidP="00B350D0">
            <w:pPr>
              <w:pStyle w:val="TableText"/>
            </w:pPr>
            <w:r>
              <w:t>G0/0/1</w:t>
            </w:r>
          </w:p>
        </w:tc>
        <w:tc>
          <w:tcPr>
            <w:tcW w:w="1725" w:type="dxa"/>
          </w:tcPr>
          <w:p w14:paraId="62D6D702" w14:textId="77777777" w:rsidR="00B350D0" w:rsidRPr="00E87D62" w:rsidRDefault="00B350D0" w:rsidP="00B350D0">
            <w:pPr>
              <w:pStyle w:val="TableText"/>
            </w:pPr>
            <w:r>
              <w:t>192.168.1.1</w:t>
            </w:r>
          </w:p>
        </w:tc>
        <w:tc>
          <w:tcPr>
            <w:tcW w:w="1816" w:type="dxa"/>
          </w:tcPr>
          <w:p w14:paraId="67034A55" w14:textId="77777777" w:rsidR="00B350D0" w:rsidRPr="00E87D62" w:rsidRDefault="00B350D0" w:rsidP="00B350D0">
            <w:pPr>
              <w:pStyle w:val="TableText"/>
            </w:pPr>
            <w:r w:rsidRPr="00E87D62">
              <w:t>255.255.255.0</w:t>
            </w:r>
          </w:p>
        </w:tc>
        <w:tc>
          <w:tcPr>
            <w:tcW w:w="1816" w:type="dxa"/>
          </w:tcPr>
          <w:p w14:paraId="04477A38" w14:textId="77777777" w:rsidR="00B350D0" w:rsidRPr="00E87D62" w:rsidRDefault="00B350D0" w:rsidP="00B350D0">
            <w:pPr>
              <w:pStyle w:val="TableText"/>
            </w:pPr>
            <w:r w:rsidRPr="00E87D62">
              <w:t>N/A</w:t>
            </w:r>
          </w:p>
        </w:tc>
        <w:tc>
          <w:tcPr>
            <w:tcW w:w="1816" w:type="dxa"/>
          </w:tcPr>
          <w:p w14:paraId="452879EE" w14:textId="77777777" w:rsidR="00B350D0" w:rsidRPr="00E87D62" w:rsidRDefault="00B350D0" w:rsidP="00B350D0">
            <w:pPr>
              <w:pStyle w:val="TableText"/>
            </w:pPr>
            <w:r>
              <w:t>S1 F0/5</w:t>
            </w:r>
          </w:p>
        </w:tc>
      </w:tr>
      <w:tr w:rsidR="00DC7360" w14:paraId="1516A494" w14:textId="77777777" w:rsidTr="007250BA">
        <w:tc>
          <w:tcPr>
            <w:tcW w:w="1272" w:type="dxa"/>
            <w:tcBorders>
              <w:bottom w:val="nil"/>
            </w:tcBorders>
          </w:tcPr>
          <w:p w14:paraId="74C92267" w14:textId="788B02CA" w:rsidR="00DC7360" w:rsidRDefault="00DC7360" w:rsidP="00DC7360">
            <w:pPr>
              <w:pStyle w:val="TableText"/>
            </w:pPr>
            <w:r w:rsidRPr="00E87D62">
              <w:t>R2</w:t>
            </w:r>
          </w:p>
        </w:tc>
        <w:tc>
          <w:tcPr>
            <w:tcW w:w="1635" w:type="dxa"/>
          </w:tcPr>
          <w:p w14:paraId="6339BC82" w14:textId="07F6FC84" w:rsidR="00DC7360" w:rsidRDefault="00DC7360" w:rsidP="00DC7360">
            <w:pPr>
              <w:pStyle w:val="TableText"/>
            </w:pPr>
            <w:r>
              <w:t>G</w:t>
            </w:r>
            <w:r w:rsidRPr="00E87D62">
              <w:t>0/0/0</w:t>
            </w:r>
            <w:r>
              <w:t xml:space="preserve"> </w:t>
            </w:r>
          </w:p>
        </w:tc>
        <w:tc>
          <w:tcPr>
            <w:tcW w:w="1725" w:type="dxa"/>
          </w:tcPr>
          <w:p w14:paraId="3901A111" w14:textId="2942149E" w:rsidR="00DC7360" w:rsidRPr="00E87D62" w:rsidRDefault="00DC7360" w:rsidP="00DC7360">
            <w:pPr>
              <w:pStyle w:val="TableText"/>
            </w:pPr>
            <w:r w:rsidRPr="00E87D62">
              <w:t>10.1.1.2</w:t>
            </w:r>
          </w:p>
        </w:tc>
        <w:tc>
          <w:tcPr>
            <w:tcW w:w="1816" w:type="dxa"/>
          </w:tcPr>
          <w:p w14:paraId="0E8CDADA" w14:textId="671DC1DF" w:rsidR="00DC7360" w:rsidRPr="00E87D62" w:rsidRDefault="00DC7360" w:rsidP="00DC7360">
            <w:pPr>
              <w:pStyle w:val="TableText"/>
            </w:pPr>
            <w:r w:rsidRPr="00E87D62">
              <w:t>255.255.255.252</w:t>
            </w:r>
          </w:p>
        </w:tc>
        <w:tc>
          <w:tcPr>
            <w:tcW w:w="1816" w:type="dxa"/>
          </w:tcPr>
          <w:p w14:paraId="4CB49039" w14:textId="7BA364FF" w:rsidR="00DC7360" w:rsidRPr="00E87D62" w:rsidRDefault="00DC7360" w:rsidP="00DC7360">
            <w:pPr>
              <w:pStyle w:val="TableText"/>
            </w:pPr>
            <w:r w:rsidRPr="00E87D62">
              <w:t>N/A</w:t>
            </w:r>
          </w:p>
        </w:tc>
        <w:tc>
          <w:tcPr>
            <w:tcW w:w="1816" w:type="dxa"/>
          </w:tcPr>
          <w:p w14:paraId="460DA8EF" w14:textId="4666746F" w:rsidR="00DC7360" w:rsidRPr="00E87D62" w:rsidRDefault="00DC7360" w:rsidP="00DC7360">
            <w:pPr>
              <w:pStyle w:val="TableText"/>
            </w:pPr>
            <w:r w:rsidRPr="00E87D62">
              <w:t>N/A</w:t>
            </w:r>
          </w:p>
        </w:tc>
      </w:tr>
      <w:tr w:rsidR="00DC7360" w14:paraId="33C5801B" w14:textId="77777777" w:rsidTr="007250BA">
        <w:tc>
          <w:tcPr>
            <w:tcW w:w="1272" w:type="dxa"/>
            <w:tcBorders>
              <w:top w:val="nil"/>
            </w:tcBorders>
          </w:tcPr>
          <w:p w14:paraId="23809B40" w14:textId="23391BAC" w:rsidR="00DC7360" w:rsidRPr="00014927" w:rsidRDefault="00DC7360" w:rsidP="007250BA">
            <w:pPr>
              <w:pStyle w:val="ConfigWindow"/>
            </w:pPr>
            <w:r>
              <w:t>R2</w:t>
            </w:r>
          </w:p>
        </w:tc>
        <w:tc>
          <w:tcPr>
            <w:tcW w:w="1635" w:type="dxa"/>
          </w:tcPr>
          <w:p w14:paraId="17D0B84D" w14:textId="60E74A75" w:rsidR="00DC7360" w:rsidRPr="00E87D62" w:rsidRDefault="00DC7360" w:rsidP="00DC7360">
            <w:pPr>
              <w:pStyle w:val="TableText"/>
            </w:pPr>
            <w:r>
              <w:t>G</w:t>
            </w:r>
            <w:r w:rsidRPr="00E87D62">
              <w:t>0/0/1</w:t>
            </w:r>
          </w:p>
        </w:tc>
        <w:tc>
          <w:tcPr>
            <w:tcW w:w="1725" w:type="dxa"/>
          </w:tcPr>
          <w:p w14:paraId="3D3B117A" w14:textId="24205474" w:rsidR="00DC7360" w:rsidRPr="00E87D62" w:rsidRDefault="00DC7360" w:rsidP="00DC7360">
            <w:pPr>
              <w:pStyle w:val="TableText"/>
            </w:pPr>
            <w:r w:rsidRPr="00E87D62">
              <w:t>10.2.2.2</w:t>
            </w:r>
          </w:p>
        </w:tc>
        <w:tc>
          <w:tcPr>
            <w:tcW w:w="1816" w:type="dxa"/>
          </w:tcPr>
          <w:p w14:paraId="1E1A554E" w14:textId="0754B9D7" w:rsidR="00DC7360" w:rsidRPr="00E87D62" w:rsidRDefault="00DC7360" w:rsidP="00DC7360">
            <w:pPr>
              <w:pStyle w:val="TableText"/>
            </w:pPr>
            <w:r w:rsidRPr="00E87D62">
              <w:t>255.255.255.252</w:t>
            </w:r>
          </w:p>
        </w:tc>
        <w:tc>
          <w:tcPr>
            <w:tcW w:w="1816" w:type="dxa"/>
          </w:tcPr>
          <w:p w14:paraId="73475EF5" w14:textId="586A1C76" w:rsidR="00DC7360" w:rsidRPr="00E87D62" w:rsidRDefault="00DC7360" w:rsidP="00DC7360">
            <w:pPr>
              <w:pStyle w:val="TableText"/>
            </w:pPr>
            <w:r w:rsidRPr="00E87D62">
              <w:t>N/A</w:t>
            </w:r>
          </w:p>
        </w:tc>
        <w:tc>
          <w:tcPr>
            <w:tcW w:w="1816" w:type="dxa"/>
          </w:tcPr>
          <w:p w14:paraId="1412E41A" w14:textId="79D2ACE9" w:rsidR="00DC7360" w:rsidRPr="00E87D62" w:rsidRDefault="00DC7360" w:rsidP="00DC7360">
            <w:pPr>
              <w:pStyle w:val="TableText"/>
            </w:pPr>
            <w:r w:rsidRPr="00E87D62">
              <w:t>N/A</w:t>
            </w:r>
          </w:p>
        </w:tc>
      </w:tr>
      <w:tr w:rsidR="00DC7360" w14:paraId="205ABBFB" w14:textId="77777777" w:rsidTr="007250BA">
        <w:tc>
          <w:tcPr>
            <w:tcW w:w="1272" w:type="dxa"/>
            <w:tcBorders>
              <w:bottom w:val="nil"/>
            </w:tcBorders>
          </w:tcPr>
          <w:p w14:paraId="600D3117" w14:textId="7CB09FCC" w:rsidR="00DC7360" w:rsidRPr="00014927" w:rsidRDefault="00DC7360" w:rsidP="00DC7360">
            <w:pPr>
              <w:pStyle w:val="TableText"/>
            </w:pPr>
            <w:r>
              <w:t>R3</w:t>
            </w:r>
          </w:p>
        </w:tc>
        <w:tc>
          <w:tcPr>
            <w:tcW w:w="1635" w:type="dxa"/>
          </w:tcPr>
          <w:p w14:paraId="75211D9D" w14:textId="1EEF50F8" w:rsidR="00DC7360" w:rsidRPr="00E87D62" w:rsidRDefault="00DC7360" w:rsidP="00DC7360">
            <w:pPr>
              <w:pStyle w:val="TableText"/>
            </w:pPr>
            <w:r>
              <w:t>G0/0/0</w:t>
            </w:r>
          </w:p>
        </w:tc>
        <w:tc>
          <w:tcPr>
            <w:tcW w:w="1725" w:type="dxa"/>
          </w:tcPr>
          <w:p w14:paraId="1279FD35" w14:textId="5E01F74F" w:rsidR="00DC7360" w:rsidRPr="00E87D62" w:rsidRDefault="00DC7360" w:rsidP="00DC7360">
            <w:pPr>
              <w:pStyle w:val="TableText"/>
            </w:pPr>
            <w:r w:rsidRPr="00E87D62">
              <w:t>10.2.2.1</w:t>
            </w:r>
          </w:p>
        </w:tc>
        <w:tc>
          <w:tcPr>
            <w:tcW w:w="1816" w:type="dxa"/>
          </w:tcPr>
          <w:p w14:paraId="6CF3A6C1" w14:textId="0C797AE7" w:rsidR="00DC7360" w:rsidRPr="00E87D62" w:rsidRDefault="00DC7360" w:rsidP="00DC7360">
            <w:pPr>
              <w:pStyle w:val="TableText"/>
            </w:pPr>
            <w:r w:rsidRPr="00E87D62">
              <w:t>255.255.255.252</w:t>
            </w:r>
          </w:p>
        </w:tc>
        <w:tc>
          <w:tcPr>
            <w:tcW w:w="1816" w:type="dxa"/>
          </w:tcPr>
          <w:p w14:paraId="5A512569" w14:textId="2B6CA44B" w:rsidR="00DC7360" w:rsidRPr="00E87D62" w:rsidRDefault="00DC7360" w:rsidP="00DC7360">
            <w:pPr>
              <w:pStyle w:val="TableText"/>
            </w:pPr>
            <w:r w:rsidRPr="00E87D62">
              <w:t>N/A</w:t>
            </w:r>
          </w:p>
        </w:tc>
        <w:tc>
          <w:tcPr>
            <w:tcW w:w="1816" w:type="dxa"/>
          </w:tcPr>
          <w:p w14:paraId="76150B2D" w14:textId="01E7A9D1" w:rsidR="00DC7360" w:rsidRPr="00E87D62" w:rsidRDefault="00DC7360" w:rsidP="00DC7360">
            <w:pPr>
              <w:pStyle w:val="TableText"/>
            </w:pPr>
            <w:r w:rsidRPr="00E87D62">
              <w:t>N/A</w:t>
            </w:r>
          </w:p>
        </w:tc>
      </w:tr>
      <w:tr w:rsidR="00DC7360" w14:paraId="37AD2A38" w14:textId="77777777" w:rsidTr="007250BA">
        <w:tc>
          <w:tcPr>
            <w:tcW w:w="1272" w:type="dxa"/>
            <w:tcBorders>
              <w:top w:val="nil"/>
              <w:bottom w:val="nil"/>
            </w:tcBorders>
          </w:tcPr>
          <w:p w14:paraId="66907231" w14:textId="483E3FA8" w:rsidR="00DC7360" w:rsidRPr="00E87D62" w:rsidRDefault="00DC7360" w:rsidP="007250BA">
            <w:pPr>
              <w:pStyle w:val="ConfigWindow"/>
            </w:pPr>
            <w:r>
              <w:t>R3</w:t>
            </w:r>
          </w:p>
        </w:tc>
        <w:tc>
          <w:tcPr>
            <w:tcW w:w="1635" w:type="dxa"/>
          </w:tcPr>
          <w:p w14:paraId="4E79A023" w14:textId="093D607F" w:rsidR="00DC7360" w:rsidRDefault="00DC7360" w:rsidP="00DC7360">
            <w:pPr>
              <w:pStyle w:val="TableText"/>
            </w:pPr>
            <w:r>
              <w:t>G0/0/1.3</w:t>
            </w:r>
          </w:p>
        </w:tc>
        <w:tc>
          <w:tcPr>
            <w:tcW w:w="1725" w:type="dxa"/>
          </w:tcPr>
          <w:p w14:paraId="2B012C7E" w14:textId="77777777" w:rsidR="00DC7360" w:rsidRPr="00E87D62" w:rsidRDefault="00DC7360" w:rsidP="00DC7360">
            <w:pPr>
              <w:pStyle w:val="TableText"/>
            </w:pPr>
            <w:r>
              <w:t>192.168.3.1</w:t>
            </w:r>
          </w:p>
        </w:tc>
        <w:tc>
          <w:tcPr>
            <w:tcW w:w="1816" w:type="dxa"/>
          </w:tcPr>
          <w:p w14:paraId="6714A614" w14:textId="77777777" w:rsidR="00DC7360" w:rsidRPr="00E87D62" w:rsidRDefault="00DC7360" w:rsidP="00DC7360">
            <w:pPr>
              <w:pStyle w:val="TableText"/>
            </w:pPr>
            <w:r w:rsidRPr="00E87D62">
              <w:t>255.255.255.0</w:t>
            </w:r>
          </w:p>
        </w:tc>
        <w:tc>
          <w:tcPr>
            <w:tcW w:w="1816" w:type="dxa"/>
          </w:tcPr>
          <w:p w14:paraId="1E3431F9" w14:textId="77777777" w:rsidR="00DC7360" w:rsidRPr="00E87D62" w:rsidRDefault="00DC7360" w:rsidP="00DC7360">
            <w:pPr>
              <w:pStyle w:val="TableText"/>
            </w:pPr>
            <w:r w:rsidRPr="00E87D62">
              <w:t>N/A</w:t>
            </w:r>
          </w:p>
        </w:tc>
        <w:tc>
          <w:tcPr>
            <w:tcW w:w="1816" w:type="dxa"/>
          </w:tcPr>
          <w:p w14:paraId="536DD5BA" w14:textId="77777777" w:rsidR="00DC7360" w:rsidRPr="00E87D62" w:rsidRDefault="00DC7360" w:rsidP="00DC7360">
            <w:pPr>
              <w:pStyle w:val="TableText"/>
            </w:pPr>
            <w:r>
              <w:t>S3 F0/5</w:t>
            </w:r>
          </w:p>
        </w:tc>
      </w:tr>
      <w:tr w:rsidR="00DC7360" w14:paraId="5841C264" w14:textId="77777777" w:rsidTr="007250BA">
        <w:tc>
          <w:tcPr>
            <w:tcW w:w="1272" w:type="dxa"/>
            <w:tcBorders>
              <w:top w:val="nil"/>
            </w:tcBorders>
          </w:tcPr>
          <w:p w14:paraId="15A655A2" w14:textId="5895C4CF" w:rsidR="00DC7360" w:rsidRDefault="00DC7360" w:rsidP="007250BA">
            <w:pPr>
              <w:pStyle w:val="ConfigWindow"/>
            </w:pPr>
            <w:r w:rsidRPr="00E87D62">
              <w:t>R3</w:t>
            </w:r>
          </w:p>
        </w:tc>
        <w:tc>
          <w:tcPr>
            <w:tcW w:w="1635" w:type="dxa"/>
          </w:tcPr>
          <w:p w14:paraId="292FF2DB" w14:textId="04AC1733" w:rsidR="00DC7360" w:rsidRDefault="00DC7360" w:rsidP="00DC7360">
            <w:pPr>
              <w:pStyle w:val="TableText"/>
            </w:pPr>
            <w:r>
              <w:t>G0/0/1.33</w:t>
            </w:r>
          </w:p>
        </w:tc>
        <w:tc>
          <w:tcPr>
            <w:tcW w:w="1725" w:type="dxa"/>
          </w:tcPr>
          <w:p w14:paraId="2F848E95" w14:textId="5902C12A" w:rsidR="00DC7360" w:rsidRDefault="00DC7360" w:rsidP="00DC7360">
            <w:pPr>
              <w:pStyle w:val="TableText"/>
            </w:pPr>
            <w:r>
              <w:t>192.168.33.1</w:t>
            </w:r>
          </w:p>
        </w:tc>
        <w:tc>
          <w:tcPr>
            <w:tcW w:w="1816" w:type="dxa"/>
          </w:tcPr>
          <w:p w14:paraId="0B5EA780" w14:textId="59B94697" w:rsidR="00DC7360" w:rsidRPr="00E87D62" w:rsidRDefault="00DC7360" w:rsidP="00DC7360">
            <w:pPr>
              <w:pStyle w:val="TableText"/>
            </w:pPr>
            <w:r w:rsidRPr="00E87D62">
              <w:t>255.255.255.0</w:t>
            </w:r>
          </w:p>
        </w:tc>
        <w:tc>
          <w:tcPr>
            <w:tcW w:w="1816" w:type="dxa"/>
          </w:tcPr>
          <w:p w14:paraId="494C83E9" w14:textId="33D602FF" w:rsidR="00DC7360" w:rsidRPr="00E87D62" w:rsidRDefault="00DC7360" w:rsidP="00DC7360">
            <w:pPr>
              <w:pStyle w:val="TableText"/>
            </w:pPr>
            <w:r w:rsidRPr="00E87D62">
              <w:t>N/A</w:t>
            </w:r>
          </w:p>
        </w:tc>
        <w:tc>
          <w:tcPr>
            <w:tcW w:w="1816" w:type="dxa"/>
          </w:tcPr>
          <w:p w14:paraId="176D5425" w14:textId="343DB8F2" w:rsidR="00DC7360" w:rsidRDefault="00DC7360" w:rsidP="00DC7360">
            <w:pPr>
              <w:pStyle w:val="TableText"/>
            </w:pPr>
            <w:r>
              <w:t>S3 F0/5</w:t>
            </w:r>
          </w:p>
        </w:tc>
      </w:tr>
      <w:tr w:rsidR="00DC7360" w14:paraId="1975F7ED" w14:textId="77777777" w:rsidTr="00085A5D">
        <w:tc>
          <w:tcPr>
            <w:tcW w:w="1272" w:type="dxa"/>
          </w:tcPr>
          <w:p w14:paraId="00E4372D" w14:textId="77777777" w:rsidR="00DC7360" w:rsidRPr="00E87D62" w:rsidRDefault="00DC7360" w:rsidP="00DC7360">
            <w:pPr>
              <w:pStyle w:val="TableText"/>
            </w:pPr>
            <w:r w:rsidRPr="00E87D62">
              <w:t>PC-A</w:t>
            </w:r>
          </w:p>
        </w:tc>
        <w:tc>
          <w:tcPr>
            <w:tcW w:w="1635" w:type="dxa"/>
          </w:tcPr>
          <w:p w14:paraId="4E255D2A" w14:textId="77777777" w:rsidR="00DC7360" w:rsidRPr="00E87D62" w:rsidRDefault="00DC7360" w:rsidP="00DC7360">
            <w:pPr>
              <w:pStyle w:val="TableText"/>
            </w:pPr>
            <w:r w:rsidRPr="00E87D62">
              <w:t>NIC</w:t>
            </w:r>
          </w:p>
        </w:tc>
        <w:tc>
          <w:tcPr>
            <w:tcW w:w="1725" w:type="dxa"/>
          </w:tcPr>
          <w:p w14:paraId="0A73E75C" w14:textId="77777777" w:rsidR="00DC7360" w:rsidRPr="00E87D62" w:rsidRDefault="00DC7360" w:rsidP="00DC7360">
            <w:pPr>
              <w:pStyle w:val="TableText"/>
            </w:pPr>
            <w:r w:rsidRPr="00E87D62">
              <w:t>192.168.1.3</w:t>
            </w:r>
          </w:p>
        </w:tc>
        <w:tc>
          <w:tcPr>
            <w:tcW w:w="1816" w:type="dxa"/>
          </w:tcPr>
          <w:p w14:paraId="1B7F5DDC" w14:textId="77777777" w:rsidR="00DC7360" w:rsidRPr="00E87D62" w:rsidRDefault="00DC7360" w:rsidP="00DC7360">
            <w:pPr>
              <w:pStyle w:val="TableText"/>
            </w:pPr>
            <w:r w:rsidRPr="00E87D62">
              <w:t>255.255.255.0</w:t>
            </w:r>
          </w:p>
        </w:tc>
        <w:tc>
          <w:tcPr>
            <w:tcW w:w="1816" w:type="dxa"/>
          </w:tcPr>
          <w:p w14:paraId="0040858F" w14:textId="77777777" w:rsidR="00DC7360" w:rsidRPr="00E87D62" w:rsidRDefault="00DC7360" w:rsidP="00DC7360">
            <w:pPr>
              <w:pStyle w:val="TableText"/>
            </w:pPr>
            <w:r w:rsidRPr="00E87D62">
              <w:t>192.168.1.1</w:t>
            </w:r>
          </w:p>
        </w:tc>
        <w:tc>
          <w:tcPr>
            <w:tcW w:w="1816" w:type="dxa"/>
          </w:tcPr>
          <w:p w14:paraId="4650811C" w14:textId="77777777" w:rsidR="00DC7360" w:rsidRPr="00E87D62" w:rsidRDefault="00DC7360" w:rsidP="00DC7360">
            <w:pPr>
              <w:pStyle w:val="TableText"/>
            </w:pPr>
            <w:r>
              <w:t>S1 F0/6</w:t>
            </w:r>
          </w:p>
        </w:tc>
      </w:tr>
      <w:tr w:rsidR="00DC7360" w14:paraId="78C3C101" w14:textId="77777777" w:rsidTr="00085A5D">
        <w:tc>
          <w:tcPr>
            <w:tcW w:w="1272" w:type="dxa"/>
          </w:tcPr>
          <w:p w14:paraId="5DB4FE69" w14:textId="77777777" w:rsidR="00DC7360" w:rsidRPr="00E87D62" w:rsidRDefault="00DC7360" w:rsidP="00DC7360">
            <w:pPr>
              <w:pStyle w:val="TableText"/>
            </w:pPr>
            <w:r>
              <w:t>PC-B</w:t>
            </w:r>
          </w:p>
        </w:tc>
        <w:tc>
          <w:tcPr>
            <w:tcW w:w="1635" w:type="dxa"/>
          </w:tcPr>
          <w:p w14:paraId="0390EEA5" w14:textId="77777777" w:rsidR="00DC7360" w:rsidRPr="00E87D62" w:rsidRDefault="00DC7360" w:rsidP="00DC7360">
            <w:pPr>
              <w:pStyle w:val="TableText"/>
            </w:pPr>
            <w:r w:rsidRPr="00E87D62">
              <w:t>NIC</w:t>
            </w:r>
          </w:p>
        </w:tc>
        <w:tc>
          <w:tcPr>
            <w:tcW w:w="1725" w:type="dxa"/>
          </w:tcPr>
          <w:p w14:paraId="6A1FE404" w14:textId="77777777" w:rsidR="00DC7360" w:rsidRPr="00E87D62" w:rsidRDefault="00DC7360" w:rsidP="00DC7360">
            <w:pPr>
              <w:pStyle w:val="TableText"/>
            </w:pPr>
            <w:r w:rsidRPr="00E87D62">
              <w:t>192.168.3.3</w:t>
            </w:r>
          </w:p>
        </w:tc>
        <w:tc>
          <w:tcPr>
            <w:tcW w:w="1816" w:type="dxa"/>
          </w:tcPr>
          <w:p w14:paraId="647B5082" w14:textId="77777777" w:rsidR="00DC7360" w:rsidRPr="00E87D62" w:rsidRDefault="00DC7360" w:rsidP="00DC7360">
            <w:pPr>
              <w:pStyle w:val="TableText"/>
            </w:pPr>
            <w:r w:rsidRPr="00E87D62">
              <w:t>255.255.255.0</w:t>
            </w:r>
          </w:p>
        </w:tc>
        <w:tc>
          <w:tcPr>
            <w:tcW w:w="1816" w:type="dxa"/>
          </w:tcPr>
          <w:p w14:paraId="69CC6A02" w14:textId="77777777" w:rsidR="00DC7360" w:rsidRPr="00E87D62" w:rsidRDefault="00DC7360" w:rsidP="00DC7360">
            <w:pPr>
              <w:pStyle w:val="TableText"/>
            </w:pPr>
            <w:r w:rsidRPr="00E87D62">
              <w:t>192.168.3.1</w:t>
            </w:r>
          </w:p>
        </w:tc>
        <w:tc>
          <w:tcPr>
            <w:tcW w:w="1816" w:type="dxa"/>
          </w:tcPr>
          <w:p w14:paraId="620BC64F" w14:textId="2F6A5EDD" w:rsidR="00DC7360" w:rsidRPr="00E87D62" w:rsidRDefault="00DC7360" w:rsidP="00DC7360">
            <w:pPr>
              <w:pStyle w:val="TableText"/>
            </w:pPr>
            <w:r>
              <w:t>S3 F0/18</w:t>
            </w:r>
          </w:p>
        </w:tc>
      </w:tr>
      <w:tr w:rsidR="00DC7360" w14:paraId="6FE0032A" w14:textId="77777777" w:rsidTr="00085A5D">
        <w:tc>
          <w:tcPr>
            <w:tcW w:w="1272" w:type="dxa"/>
          </w:tcPr>
          <w:p w14:paraId="08D02A52" w14:textId="77777777" w:rsidR="00DC7360" w:rsidRPr="00E87D62" w:rsidRDefault="00DC7360" w:rsidP="00DC7360">
            <w:pPr>
              <w:pStyle w:val="TableText"/>
            </w:pPr>
            <w:r w:rsidRPr="00E87D62">
              <w:t>PC-C</w:t>
            </w:r>
          </w:p>
        </w:tc>
        <w:tc>
          <w:tcPr>
            <w:tcW w:w="1635" w:type="dxa"/>
          </w:tcPr>
          <w:p w14:paraId="34F42F15" w14:textId="77777777" w:rsidR="00DC7360" w:rsidRPr="00E87D62" w:rsidRDefault="00DC7360" w:rsidP="00DC7360">
            <w:pPr>
              <w:pStyle w:val="TableText"/>
            </w:pPr>
            <w:r w:rsidRPr="00E87D62">
              <w:t>NIC</w:t>
            </w:r>
          </w:p>
        </w:tc>
        <w:tc>
          <w:tcPr>
            <w:tcW w:w="1725" w:type="dxa"/>
          </w:tcPr>
          <w:p w14:paraId="16BF0150" w14:textId="77777777" w:rsidR="00DC7360" w:rsidRPr="00E87D62" w:rsidRDefault="00DC7360" w:rsidP="00DC7360">
            <w:pPr>
              <w:pStyle w:val="TableText"/>
            </w:pPr>
            <w:r w:rsidRPr="00E87D62">
              <w:t>192.168.3</w:t>
            </w:r>
            <w:r>
              <w:t>3</w:t>
            </w:r>
            <w:r w:rsidRPr="00E87D62">
              <w:t>.3</w:t>
            </w:r>
          </w:p>
        </w:tc>
        <w:tc>
          <w:tcPr>
            <w:tcW w:w="1816" w:type="dxa"/>
          </w:tcPr>
          <w:p w14:paraId="38A214E2" w14:textId="77777777" w:rsidR="00DC7360" w:rsidRPr="00E87D62" w:rsidRDefault="00DC7360" w:rsidP="00DC7360">
            <w:pPr>
              <w:pStyle w:val="TableText"/>
            </w:pPr>
            <w:r w:rsidRPr="00E87D62">
              <w:t>255.255.255.0</w:t>
            </w:r>
          </w:p>
        </w:tc>
        <w:tc>
          <w:tcPr>
            <w:tcW w:w="1816" w:type="dxa"/>
          </w:tcPr>
          <w:p w14:paraId="3D07EC22" w14:textId="77777777" w:rsidR="00DC7360" w:rsidRPr="00E87D62" w:rsidRDefault="00DC7360" w:rsidP="00DC7360">
            <w:pPr>
              <w:pStyle w:val="TableText"/>
            </w:pPr>
            <w:r w:rsidRPr="00E87D62">
              <w:t>192.168.3</w:t>
            </w:r>
            <w:r>
              <w:t>3</w:t>
            </w:r>
            <w:r w:rsidRPr="00E87D62">
              <w:t>.1</w:t>
            </w:r>
          </w:p>
        </w:tc>
        <w:tc>
          <w:tcPr>
            <w:tcW w:w="1816" w:type="dxa"/>
          </w:tcPr>
          <w:p w14:paraId="73FA9982" w14:textId="7F5DC0A6" w:rsidR="00DC7360" w:rsidRPr="00E87D62" w:rsidRDefault="00DC7360" w:rsidP="00DC7360">
            <w:pPr>
              <w:pStyle w:val="TableText"/>
            </w:pPr>
            <w:r>
              <w:t>S3 F0/23</w:t>
            </w:r>
          </w:p>
        </w:tc>
      </w:tr>
    </w:tbl>
    <w:p w14:paraId="6105205E" w14:textId="77777777" w:rsidR="00E71C84" w:rsidRDefault="00E71C84" w:rsidP="00E71C84">
      <w:pPr>
        <w:pStyle w:val="ConfigWindow"/>
      </w:pPr>
      <w:r>
        <w:t>Blank Line, No additional information</w:t>
      </w:r>
    </w:p>
    <w:p w14:paraId="7FE654AB" w14:textId="77777777" w:rsidR="00C4206E" w:rsidRPr="00A45635" w:rsidRDefault="00C4206E" w:rsidP="00014927">
      <w:pPr>
        <w:pStyle w:val="Heading1"/>
      </w:pPr>
      <w:r w:rsidRPr="00A45635">
        <w:t>Objectives</w:t>
      </w:r>
    </w:p>
    <w:p w14:paraId="424B3269" w14:textId="5F1B2A72" w:rsidR="00C4206E" w:rsidRPr="00A45635" w:rsidRDefault="00C4206E" w:rsidP="00C4206E">
      <w:pPr>
        <w:pStyle w:val="BodyTextL25Bold"/>
        <w:rPr>
          <w:noProof/>
        </w:rPr>
      </w:pPr>
      <w:r w:rsidRPr="00A45635">
        <w:rPr>
          <w:noProof/>
        </w:rPr>
        <w:t xml:space="preserve">Part 1: Basic </w:t>
      </w:r>
      <w:r w:rsidR="007250BA">
        <w:rPr>
          <w:noProof/>
        </w:rPr>
        <w:t>Device</w:t>
      </w:r>
      <w:r w:rsidR="007250BA" w:rsidRPr="00A45635">
        <w:rPr>
          <w:noProof/>
        </w:rPr>
        <w:t xml:space="preserve"> </w:t>
      </w:r>
      <w:r w:rsidRPr="00A45635">
        <w:rPr>
          <w:noProof/>
        </w:rPr>
        <w:t>Configuration</w:t>
      </w:r>
    </w:p>
    <w:p w14:paraId="59D9BD96" w14:textId="136C999B" w:rsidR="00C4206E" w:rsidRPr="00A45635" w:rsidRDefault="00C4206E" w:rsidP="00C4206E">
      <w:pPr>
        <w:pStyle w:val="Bulletlevel1"/>
        <w:tabs>
          <w:tab w:val="num" w:pos="720"/>
        </w:tabs>
        <w:spacing w:before="60" w:after="60" w:line="276" w:lineRule="auto"/>
        <w:rPr>
          <w:noProof/>
        </w:rPr>
      </w:pPr>
      <w:r w:rsidRPr="00A45635">
        <w:rPr>
          <w:noProof/>
        </w:rPr>
        <w:t>Configure host names, interface IP addresses, and access passwords</w:t>
      </w:r>
      <w:r w:rsidR="007250BA">
        <w:rPr>
          <w:noProof/>
        </w:rPr>
        <w:t xml:space="preserve"> on routers</w:t>
      </w:r>
      <w:r w:rsidRPr="00A45635">
        <w:rPr>
          <w:noProof/>
        </w:rPr>
        <w:t>.</w:t>
      </w:r>
    </w:p>
    <w:p w14:paraId="114AFC5C" w14:textId="79F6B78E" w:rsidR="00C4206E" w:rsidRDefault="00C4206E" w:rsidP="00C4206E">
      <w:pPr>
        <w:pStyle w:val="Bulletlevel1"/>
        <w:tabs>
          <w:tab w:val="num" w:pos="720"/>
        </w:tabs>
        <w:spacing w:before="60" w:after="60" w:line="276" w:lineRule="auto"/>
      </w:pPr>
      <w:r w:rsidRPr="00A45635">
        <w:rPr>
          <w:noProof/>
        </w:rPr>
        <w:t>Configure the</w:t>
      </w:r>
      <w:r>
        <w:t xml:space="preserve"> static routes to enable end-to-end </w:t>
      </w:r>
      <w:r w:rsidR="007250BA">
        <w:t>connectivity on routers</w:t>
      </w:r>
      <w:r>
        <w:t>.</w:t>
      </w:r>
    </w:p>
    <w:p w14:paraId="6759B9B2" w14:textId="6C8BE3FB" w:rsidR="007250BA" w:rsidRDefault="007250BA" w:rsidP="00C4206E">
      <w:pPr>
        <w:pStyle w:val="Bulletlevel1"/>
        <w:tabs>
          <w:tab w:val="num" w:pos="720"/>
        </w:tabs>
        <w:spacing w:before="60" w:after="60" w:line="276" w:lineRule="auto"/>
      </w:pPr>
      <w:r>
        <w:t>Configure access and trunk ports on a switch.</w:t>
      </w:r>
    </w:p>
    <w:p w14:paraId="04C0193C" w14:textId="77777777" w:rsidR="00C4206E" w:rsidRDefault="00C4206E" w:rsidP="00C4206E">
      <w:pPr>
        <w:pStyle w:val="BodyTextL25Bold"/>
      </w:pPr>
      <w:r>
        <w:t>Part 2: Configuring a Zone-Based Policy Firewall (ZPF)</w:t>
      </w:r>
    </w:p>
    <w:p w14:paraId="5894D508" w14:textId="77777777" w:rsidR="00C4206E" w:rsidRDefault="00C4206E" w:rsidP="00C4206E">
      <w:pPr>
        <w:pStyle w:val="Bulletlevel1"/>
        <w:tabs>
          <w:tab w:val="num" w:pos="720"/>
        </w:tabs>
        <w:spacing w:before="60" w:after="60" w:line="276" w:lineRule="auto"/>
      </w:pPr>
      <w:r>
        <w:t>Use the CLI to configure a Zone-Based Policy Firewall.</w:t>
      </w:r>
    </w:p>
    <w:p w14:paraId="60BD839F" w14:textId="4DB60C85" w:rsidR="00C4206E" w:rsidRDefault="00C4206E" w:rsidP="00C4206E">
      <w:pPr>
        <w:pStyle w:val="Bulletlevel1"/>
        <w:tabs>
          <w:tab w:val="num" w:pos="720"/>
        </w:tabs>
        <w:spacing w:before="60" w:after="60" w:line="276" w:lineRule="auto"/>
        <w:rPr>
          <w:noProof/>
        </w:rPr>
      </w:pPr>
      <w:r>
        <w:t xml:space="preserve">Use the CLI to verify the </w:t>
      </w:r>
      <w:r w:rsidRPr="00A45635">
        <w:rPr>
          <w:noProof/>
        </w:rPr>
        <w:t>configuration.</w:t>
      </w:r>
    </w:p>
    <w:p w14:paraId="5C0B195D" w14:textId="6EBCE146" w:rsidR="007250BA" w:rsidRPr="00A45635" w:rsidRDefault="007250BA" w:rsidP="007250BA">
      <w:pPr>
        <w:pStyle w:val="BodyTextL25Bold"/>
        <w:rPr>
          <w:noProof/>
        </w:rPr>
      </w:pPr>
      <w:r>
        <w:rPr>
          <w:noProof/>
        </w:rPr>
        <w:t>Part 3: Verify ZPF Firewall Functionality</w:t>
      </w:r>
    </w:p>
    <w:p w14:paraId="616F644B" w14:textId="77777777" w:rsidR="00C4206E" w:rsidRPr="00A45635" w:rsidRDefault="00C4206E" w:rsidP="00014927">
      <w:pPr>
        <w:pStyle w:val="Heading1"/>
      </w:pPr>
      <w:r w:rsidRPr="00A45635">
        <w:t>Background</w:t>
      </w:r>
    </w:p>
    <w:p w14:paraId="096782EA" w14:textId="77777777" w:rsidR="00C4206E" w:rsidRDefault="00C4206E" w:rsidP="00C4206E">
      <w:pPr>
        <w:pStyle w:val="BodyTextL25"/>
      </w:pPr>
      <w:r w:rsidRPr="00A45635">
        <w:rPr>
          <w:noProof/>
        </w:rPr>
        <w:t>The most basic form of a Cisco IOS firewall uses access control lists (ACLs</w:t>
      </w:r>
      <w:r>
        <w:t>) to filter IP traffic and monitor established traffic patterns. A traditional Cisco IOS firewall is an ACL-based firewall.</w:t>
      </w:r>
    </w:p>
    <w:p w14:paraId="63161389" w14:textId="77777777" w:rsidR="00C4206E" w:rsidRDefault="00C4206E" w:rsidP="00C4206E">
      <w:pPr>
        <w:pStyle w:val="BodyTextL25"/>
      </w:pPr>
      <w:r>
        <w:t>The newer Cisco IOS Firewall implementation uses a zone-based approach that operates as a function of interfaces instead of access control lists.</w:t>
      </w:r>
      <w:r w:rsidRPr="00CA1804">
        <w:t xml:space="preserve"> </w:t>
      </w:r>
      <w:r w:rsidRPr="00421DA1">
        <w:t xml:space="preserve">A </w:t>
      </w:r>
      <w:r>
        <w:t>Z</w:t>
      </w:r>
      <w:r w:rsidRPr="00421DA1">
        <w:t>one-</w:t>
      </w:r>
      <w:r>
        <w:t>B</w:t>
      </w:r>
      <w:r w:rsidRPr="00421DA1">
        <w:t xml:space="preserve">ased </w:t>
      </w:r>
      <w:r>
        <w:t>Policy F</w:t>
      </w:r>
      <w:r w:rsidRPr="00421DA1">
        <w:t>irewall</w:t>
      </w:r>
      <w:r>
        <w:t xml:space="preserve"> (ZPF)</w:t>
      </w:r>
      <w:r w:rsidRPr="00421DA1">
        <w:t xml:space="preserve"> allows different inspection policies to </w:t>
      </w:r>
      <w:r w:rsidRPr="00F8557A">
        <w:rPr>
          <w:noProof/>
        </w:rPr>
        <w:t>be applied</w:t>
      </w:r>
      <w:r w:rsidRPr="00421DA1">
        <w:t xml:space="preserve"> to multiple host groups connected to the same router interface</w:t>
      </w:r>
      <w:r>
        <w:t xml:space="preserve">. It can be configured for extremely advanced, protocol specific, granular control. </w:t>
      </w:r>
      <w:r w:rsidRPr="00421DA1">
        <w:t>It prohibit</w:t>
      </w:r>
      <w:r>
        <w:t>s</w:t>
      </w:r>
      <w:r w:rsidRPr="00421DA1">
        <w:t xml:space="preserve"> traffic via a default deny-all policy between </w:t>
      </w:r>
      <w:r>
        <w:t xml:space="preserve">different </w:t>
      </w:r>
      <w:r w:rsidRPr="00421DA1">
        <w:t>firewall zones.</w:t>
      </w:r>
      <w:r>
        <w:t xml:space="preserve"> ZPF </w:t>
      </w:r>
      <w:r w:rsidRPr="00F8557A">
        <w:rPr>
          <w:noProof/>
        </w:rPr>
        <w:t>is suited</w:t>
      </w:r>
      <w:r>
        <w:t xml:space="preserve"> for multiple interfaces that have similar or varying security requirements. </w:t>
      </w:r>
    </w:p>
    <w:p w14:paraId="60F86860" w14:textId="77777777" w:rsidR="00C4206E" w:rsidRPr="00A45635" w:rsidRDefault="00C4206E" w:rsidP="00C4206E">
      <w:pPr>
        <w:pStyle w:val="BodyTextL25"/>
        <w:rPr>
          <w:noProof/>
        </w:rPr>
      </w:pPr>
      <w:r w:rsidRPr="00A45635">
        <w:rPr>
          <w:noProof/>
        </w:rPr>
        <w:t>In this lab, you build a multi-router network</w:t>
      </w:r>
      <w:r>
        <w:rPr>
          <w:noProof/>
        </w:rPr>
        <w:t>,</w:t>
      </w:r>
      <w:r w:rsidRPr="00A45635">
        <w:rPr>
          <w:noProof/>
        </w:rPr>
        <w:t xml:space="preserve"> configure the routers and </w:t>
      </w:r>
      <w:r>
        <w:rPr>
          <w:noProof/>
        </w:rPr>
        <w:t xml:space="preserve">PC </w:t>
      </w:r>
      <w:r w:rsidRPr="00A45635">
        <w:rPr>
          <w:noProof/>
        </w:rPr>
        <w:t>hosts</w:t>
      </w:r>
      <w:r>
        <w:rPr>
          <w:noProof/>
        </w:rPr>
        <w:t>, and configure a Zone-Based Policy Firewall using</w:t>
      </w:r>
      <w:r>
        <w:t xml:space="preserve"> the Cisco IOS command line interface (CLI).</w:t>
      </w:r>
    </w:p>
    <w:p w14:paraId="4E3266F0" w14:textId="32EE4368" w:rsidR="00014927" w:rsidRDefault="00014927" w:rsidP="00014927">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00E71C84">
        <w:rPr>
          <w:rFonts w:eastAsia="Arial"/>
        </w:rPr>
        <w:t>+</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23641D00" w14:textId="77777777" w:rsidR="00C4206E" w:rsidRPr="00A45635" w:rsidRDefault="00C4206E" w:rsidP="00C4206E">
      <w:pPr>
        <w:pStyle w:val="BodyTextL25"/>
        <w:rPr>
          <w:noProof/>
        </w:rPr>
      </w:pPr>
      <w:r w:rsidRPr="00A45635">
        <w:rPr>
          <w:b/>
          <w:bCs/>
          <w:noProof/>
        </w:rPr>
        <w:t>Note</w:t>
      </w:r>
      <w:r w:rsidRPr="00A45635">
        <w:rPr>
          <w:bCs/>
          <w:noProof/>
        </w:rPr>
        <w:t xml:space="preserve">: </w:t>
      </w:r>
      <w:r w:rsidRPr="00A45635">
        <w:rPr>
          <w:noProof/>
        </w:rPr>
        <w:t>Make sure that the routers and switches have been erased and have no startup configurations.</w:t>
      </w:r>
    </w:p>
    <w:p w14:paraId="52B95C9F" w14:textId="77777777" w:rsidR="00C4206E" w:rsidRPr="00A45635" w:rsidRDefault="00C4206E" w:rsidP="00014927">
      <w:pPr>
        <w:pStyle w:val="Heading1"/>
      </w:pPr>
      <w:r w:rsidRPr="00A45635">
        <w:t>Required Resources</w:t>
      </w:r>
    </w:p>
    <w:p w14:paraId="2E168ABA" w14:textId="17DA9318" w:rsidR="00E71C84" w:rsidRPr="00CD6B9D" w:rsidRDefault="00E71C84" w:rsidP="00E71C84">
      <w:pPr>
        <w:pStyle w:val="Bulletlevel1"/>
      </w:pPr>
      <w:r>
        <w:t>3</w:t>
      </w:r>
      <w:r w:rsidRPr="00CD6B9D">
        <w:t xml:space="preserve"> Routers (Cisco 4221 with Cisco IOS XE Release 16.9.4 universal image or comparable)</w:t>
      </w:r>
    </w:p>
    <w:p w14:paraId="43CC92D9" w14:textId="77777777" w:rsidR="00E71C84" w:rsidRPr="00D465E3" w:rsidRDefault="00E71C84" w:rsidP="00E71C84">
      <w:pPr>
        <w:pStyle w:val="Bulletlevel1"/>
      </w:pPr>
      <w:r w:rsidRPr="00CD6B9D">
        <w:t xml:space="preserve">2 Switches </w:t>
      </w:r>
      <w:r>
        <w:t>(Cisco 2960+ with Cisco IOS Release 15.2(7) lanbasek9 image or comparable)</w:t>
      </w:r>
    </w:p>
    <w:p w14:paraId="7A5149B3" w14:textId="77777777" w:rsidR="00E71C84" w:rsidRPr="00D465E3" w:rsidRDefault="00E71C84" w:rsidP="00E71C84">
      <w:pPr>
        <w:pStyle w:val="Bulletlevel1"/>
      </w:pPr>
      <w:r>
        <w:t>3</w:t>
      </w:r>
      <w:r w:rsidRPr="00CD6B9D">
        <w:t xml:space="preserve"> PC</w:t>
      </w:r>
      <w:r>
        <w:t>s</w:t>
      </w:r>
      <w:r w:rsidRPr="00CD6B9D">
        <w:t xml:space="preserve"> </w:t>
      </w:r>
      <w:r w:rsidRPr="00D465E3">
        <w:t xml:space="preserve">(Windows </w:t>
      </w:r>
      <w:r>
        <w:t xml:space="preserve">OS </w:t>
      </w:r>
      <w:r w:rsidRPr="00D465E3">
        <w:t>with a terminal emulation program, such as Tera Term</w:t>
      </w:r>
      <w:r>
        <w:t xml:space="preserve"> or PuTTy installed</w:t>
      </w:r>
      <w:r w:rsidRPr="00D465E3">
        <w:t>)</w:t>
      </w:r>
    </w:p>
    <w:p w14:paraId="0443FA4F" w14:textId="1B8548DF" w:rsidR="00E71C84" w:rsidRPr="00CD6B9D" w:rsidRDefault="00E71C84" w:rsidP="00E71C84">
      <w:pPr>
        <w:pStyle w:val="Bulletlevel1"/>
      </w:pPr>
      <w:r w:rsidRPr="00CD6B9D">
        <w:t>Console cables to configure the Cisco IOS devices via the console ports</w:t>
      </w:r>
    </w:p>
    <w:p w14:paraId="3EE64BC4" w14:textId="77777777" w:rsidR="00E71C84" w:rsidRPr="00CD6B9D" w:rsidRDefault="00E71C84" w:rsidP="00E71C84">
      <w:pPr>
        <w:pStyle w:val="Bulletlevel1"/>
      </w:pPr>
      <w:r w:rsidRPr="00CD6B9D">
        <w:t>Ethernet cables as shown in the topology</w:t>
      </w:r>
    </w:p>
    <w:p w14:paraId="3818EB67" w14:textId="26AFFA22" w:rsidR="00014927" w:rsidRPr="00014927" w:rsidRDefault="00014927" w:rsidP="00014927">
      <w:pPr>
        <w:pStyle w:val="Heading1"/>
      </w:pPr>
      <w:r w:rsidRPr="00014927">
        <w:t>Instructions</w:t>
      </w:r>
    </w:p>
    <w:p w14:paraId="68168417" w14:textId="6CB4AB17" w:rsidR="00C4206E" w:rsidRPr="00014927" w:rsidRDefault="00C4206E" w:rsidP="00014927">
      <w:pPr>
        <w:pStyle w:val="Heading2"/>
      </w:pPr>
      <w:r w:rsidRPr="00014927">
        <w:t xml:space="preserve">Basic </w:t>
      </w:r>
      <w:r w:rsidR="00007807">
        <w:t>Device</w:t>
      </w:r>
      <w:r w:rsidR="00007807" w:rsidRPr="00014927">
        <w:t xml:space="preserve"> </w:t>
      </w:r>
      <w:r w:rsidRPr="00014927">
        <w:t>Configuration</w:t>
      </w:r>
    </w:p>
    <w:p w14:paraId="42D651BA" w14:textId="07E37F03" w:rsidR="00C4206E" w:rsidRDefault="00C4206E" w:rsidP="00C4206E">
      <w:pPr>
        <w:pStyle w:val="BodyTextL25"/>
      </w:pPr>
      <w:r>
        <w:t xml:space="preserve">In </w:t>
      </w:r>
      <w:r w:rsidR="00E71C84">
        <w:t>this part of this</w:t>
      </w:r>
      <w:r>
        <w:t xml:space="preserve"> lab, you </w:t>
      </w:r>
      <w:r w:rsidRPr="00A45635">
        <w:rPr>
          <w:noProof/>
        </w:rPr>
        <w:t>set up the network topology and configure basic settings, such as the interface IP addresses, static routing, device access, and passwords.</w:t>
      </w:r>
    </w:p>
    <w:p w14:paraId="330A3193" w14:textId="77777777" w:rsidR="00C4206E" w:rsidRDefault="00C4206E" w:rsidP="00C4206E">
      <w:pPr>
        <w:pStyle w:val="BodyTextL25"/>
      </w:pPr>
      <w:r w:rsidRPr="006F1710">
        <w:rPr>
          <w:b/>
        </w:rPr>
        <w:t>Note</w:t>
      </w:r>
      <w:r>
        <w:t xml:space="preserve">: All tasks should </w:t>
      </w:r>
      <w:r w:rsidRPr="00F8557A">
        <w:rPr>
          <w:noProof/>
        </w:rPr>
        <w:t>be performed</w:t>
      </w:r>
      <w:r>
        <w:t xml:space="preserve"> on routers R1, R2, and R3. The </w:t>
      </w:r>
      <w:r w:rsidRPr="00F8557A">
        <w:rPr>
          <w:noProof/>
        </w:rPr>
        <w:t>procedures</w:t>
      </w:r>
      <w:r>
        <w:t xml:space="preserve"> are shown for only one of the routers.</w:t>
      </w:r>
    </w:p>
    <w:p w14:paraId="291CA88C" w14:textId="77777777" w:rsidR="00C4206E" w:rsidRPr="00A45635" w:rsidRDefault="00C4206E" w:rsidP="00107BC5">
      <w:pPr>
        <w:pStyle w:val="Heading3"/>
        <w:rPr>
          <w:noProof/>
        </w:rPr>
      </w:pPr>
      <w:r w:rsidRPr="00A45635">
        <w:rPr>
          <w:noProof/>
        </w:rPr>
        <w:t>Cable the network as shown in the topology.</w:t>
      </w:r>
    </w:p>
    <w:p w14:paraId="4B7ADC06" w14:textId="77777777" w:rsidR="00C4206E" w:rsidRDefault="00C4206E" w:rsidP="00C4206E">
      <w:pPr>
        <w:pStyle w:val="BodyTextL25"/>
      </w:pPr>
      <w:r w:rsidRPr="00A45635">
        <w:rPr>
          <w:noProof/>
        </w:rPr>
        <w:t>Attach the devices</w:t>
      </w:r>
      <w:r>
        <w:t xml:space="preserve"> as shown in the topology diagram, and cable as necessary.</w:t>
      </w:r>
    </w:p>
    <w:p w14:paraId="15E895E6" w14:textId="07A2C995" w:rsidR="008B3D55" w:rsidRDefault="00007807" w:rsidP="008B3D55">
      <w:pPr>
        <w:pStyle w:val="Heading3"/>
        <w:rPr>
          <w:noProof/>
        </w:rPr>
      </w:pPr>
      <w:r w:rsidRPr="00A45635">
        <w:rPr>
          <w:noProof/>
        </w:rPr>
        <w:t>Disable DNS lookup.</w:t>
      </w:r>
    </w:p>
    <w:p w14:paraId="0B1C100E" w14:textId="207F5030" w:rsidR="00E121F6" w:rsidRPr="007250BA" w:rsidRDefault="00E121F6" w:rsidP="007250BA">
      <w:pPr>
        <w:pStyle w:val="ConfigWindow"/>
      </w:pPr>
      <w:r>
        <w:t>Open configuration window</w:t>
      </w:r>
    </w:p>
    <w:p w14:paraId="46A2D574" w14:textId="77777777" w:rsidR="00007807" w:rsidRDefault="00007807" w:rsidP="007250BA">
      <w:pPr>
        <w:pStyle w:val="BodyTextL25"/>
        <w:spacing w:before="0"/>
      </w:pPr>
      <w:r w:rsidRPr="00A45635">
        <w:rPr>
          <w:noProof/>
        </w:rPr>
        <w:t>To prevent the router from attempting to translate incorrectly entered commands,</w:t>
      </w:r>
      <w:r>
        <w:t xml:space="preserve"> disable DNS lookup.</w:t>
      </w:r>
    </w:p>
    <w:p w14:paraId="4357B1DD" w14:textId="0B96869B" w:rsidR="00C4206E" w:rsidRPr="00A45635" w:rsidRDefault="00C4206E" w:rsidP="00107BC5">
      <w:pPr>
        <w:pStyle w:val="Heading3"/>
        <w:rPr>
          <w:noProof/>
        </w:rPr>
      </w:pPr>
      <w:r w:rsidRPr="00A45635">
        <w:rPr>
          <w:noProof/>
        </w:rPr>
        <w:t>Configure basic settings for each router.</w:t>
      </w:r>
    </w:p>
    <w:p w14:paraId="164F4367" w14:textId="69F011CD" w:rsidR="00C4206E" w:rsidRPr="00A45635" w:rsidRDefault="00C4206E" w:rsidP="00107BC5">
      <w:pPr>
        <w:pStyle w:val="SubStepAlpha"/>
        <w:rPr>
          <w:noProof/>
        </w:rPr>
      </w:pPr>
      <w:r w:rsidRPr="00A45635">
        <w:rPr>
          <w:noProof/>
        </w:rPr>
        <w:t>Configure host names as shown in the topology.</w:t>
      </w:r>
    </w:p>
    <w:p w14:paraId="38D28A3F" w14:textId="27E21AA7" w:rsidR="00007807" w:rsidRDefault="00C4206E" w:rsidP="00893915">
      <w:pPr>
        <w:pStyle w:val="SubStepAlpha"/>
        <w:rPr>
          <w:noProof/>
        </w:rPr>
      </w:pPr>
      <w:r w:rsidRPr="00A45635">
        <w:rPr>
          <w:noProof/>
        </w:rPr>
        <w:t>Configure the interface IP addresses as shown in the IP addressing table.</w:t>
      </w:r>
      <w:r w:rsidR="00113C1A">
        <w:rPr>
          <w:noProof/>
        </w:rPr>
        <w:t xml:space="preserve"> The IP address configuration for router R3 is provided below.</w:t>
      </w:r>
    </w:p>
    <w:p w14:paraId="021628B8" w14:textId="77777777" w:rsidR="00113C1A" w:rsidRDefault="00113C1A" w:rsidP="00113C1A">
      <w:pPr>
        <w:pStyle w:val="CMD"/>
      </w:pPr>
      <w:r>
        <w:t xml:space="preserve">R3(config)# </w:t>
      </w:r>
      <w:r w:rsidRPr="007250BA">
        <w:rPr>
          <w:b/>
          <w:bCs/>
        </w:rPr>
        <w:t>interface GigabitEthernet0/0/0</w:t>
      </w:r>
    </w:p>
    <w:p w14:paraId="2724BC91" w14:textId="2D325389" w:rsidR="00113C1A" w:rsidRDefault="00113C1A" w:rsidP="00113C1A">
      <w:pPr>
        <w:pStyle w:val="CMD"/>
      </w:pPr>
      <w:r>
        <w:t xml:space="preserve">R3(config-if)# </w:t>
      </w:r>
      <w:r w:rsidRPr="007250BA">
        <w:rPr>
          <w:b/>
          <w:bCs/>
        </w:rPr>
        <w:t>ip address 10.2.2.1 255.255.255.252</w:t>
      </w:r>
    </w:p>
    <w:p w14:paraId="7C0453E0" w14:textId="7338E7F1" w:rsidR="00113C1A" w:rsidRPr="007250BA" w:rsidRDefault="00113C1A" w:rsidP="00113C1A">
      <w:pPr>
        <w:pStyle w:val="CMD"/>
        <w:rPr>
          <w:b/>
          <w:bCs/>
        </w:rPr>
      </w:pPr>
      <w:r>
        <w:t xml:space="preserve">R3(config-if)# </w:t>
      </w:r>
      <w:r>
        <w:rPr>
          <w:b/>
          <w:bCs/>
        </w:rPr>
        <w:t>no shutdown</w:t>
      </w:r>
    </w:p>
    <w:p w14:paraId="337D5776" w14:textId="173A6073" w:rsidR="00113C1A" w:rsidRPr="007250BA" w:rsidRDefault="00113C1A" w:rsidP="00113C1A">
      <w:pPr>
        <w:pStyle w:val="CMD"/>
        <w:rPr>
          <w:b/>
          <w:bCs/>
        </w:rPr>
      </w:pPr>
      <w:r>
        <w:t xml:space="preserve">R3(config-if)# </w:t>
      </w:r>
      <w:r w:rsidRPr="007250BA">
        <w:rPr>
          <w:b/>
          <w:bCs/>
        </w:rPr>
        <w:t>interface GigabitEthernet0/0/1</w:t>
      </w:r>
    </w:p>
    <w:p w14:paraId="6A911EFC" w14:textId="7C04DF46" w:rsidR="00113C1A" w:rsidRPr="007250BA" w:rsidRDefault="00113C1A" w:rsidP="00113C1A">
      <w:pPr>
        <w:pStyle w:val="CMD"/>
        <w:rPr>
          <w:b/>
          <w:bCs/>
        </w:rPr>
      </w:pPr>
      <w:r>
        <w:t>R3(config-if)#</w:t>
      </w:r>
      <w:r w:rsidRPr="007250BA">
        <w:rPr>
          <w:b/>
          <w:bCs/>
        </w:rPr>
        <w:t xml:space="preserve"> no </w:t>
      </w:r>
      <w:r>
        <w:rPr>
          <w:b/>
          <w:bCs/>
        </w:rPr>
        <w:t>shutdown</w:t>
      </w:r>
    </w:p>
    <w:p w14:paraId="32DD27E0" w14:textId="46C8EE95" w:rsidR="00113C1A" w:rsidRPr="007250BA" w:rsidRDefault="00113C1A" w:rsidP="00113C1A">
      <w:pPr>
        <w:pStyle w:val="CMD"/>
        <w:rPr>
          <w:b/>
          <w:bCs/>
        </w:rPr>
      </w:pPr>
      <w:r>
        <w:t xml:space="preserve">R3(config-if)# </w:t>
      </w:r>
      <w:r w:rsidRPr="007250BA">
        <w:rPr>
          <w:b/>
          <w:bCs/>
        </w:rPr>
        <w:t>interface GigabitEthernet0/0/1.3</w:t>
      </w:r>
    </w:p>
    <w:p w14:paraId="694F995C" w14:textId="2575B487" w:rsidR="00113C1A" w:rsidRPr="007250BA" w:rsidRDefault="00113C1A" w:rsidP="00113C1A">
      <w:pPr>
        <w:pStyle w:val="CMD"/>
        <w:rPr>
          <w:b/>
          <w:bCs/>
        </w:rPr>
      </w:pPr>
      <w:r>
        <w:t>R3(config-if)#</w:t>
      </w:r>
      <w:r w:rsidRPr="007250BA">
        <w:rPr>
          <w:b/>
          <w:bCs/>
        </w:rPr>
        <w:t xml:space="preserve"> encapsulation dot1Q 3</w:t>
      </w:r>
    </w:p>
    <w:p w14:paraId="2DBB4839" w14:textId="2F9B7630" w:rsidR="00113C1A" w:rsidRPr="007250BA" w:rsidRDefault="00113C1A" w:rsidP="00113C1A">
      <w:pPr>
        <w:pStyle w:val="CMD"/>
        <w:rPr>
          <w:b/>
          <w:bCs/>
        </w:rPr>
      </w:pPr>
      <w:r>
        <w:t>R3(config-if)#</w:t>
      </w:r>
      <w:r w:rsidRPr="007250BA">
        <w:rPr>
          <w:b/>
          <w:bCs/>
        </w:rPr>
        <w:t xml:space="preserve"> ip address 192.168.3.1 255.255.255.0</w:t>
      </w:r>
    </w:p>
    <w:p w14:paraId="04CE7878" w14:textId="7A11CC6D" w:rsidR="00113C1A" w:rsidRPr="007250BA" w:rsidRDefault="00113C1A" w:rsidP="00113C1A">
      <w:pPr>
        <w:pStyle w:val="CMD"/>
        <w:rPr>
          <w:b/>
          <w:bCs/>
        </w:rPr>
      </w:pPr>
      <w:r>
        <w:t>R3(config-if)#</w:t>
      </w:r>
      <w:r w:rsidRPr="007250BA">
        <w:rPr>
          <w:b/>
          <w:bCs/>
        </w:rPr>
        <w:t>interface GigabitEthernet0/0/1.33</w:t>
      </w:r>
    </w:p>
    <w:p w14:paraId="7FF04B30" w14:textId="17DC6C42" w:rsidR="00113C1A" w:rsidRPr="007250BA" w:rsidRDefault="00113C1A" w:rsidP="00113C1A">
      <w:pPr>
        <w:pStyle w:val="CMD"/>
        <w:rPr>
          <w:b/>
          <w:bCs/>
        </w:rPr>
      </w:pPr>
      <w:r>
        <w:t>R3(config-if)#</w:t>
      </w:r>
      <w:r w:rsidRPr="007250BA">
        <w:rPr>
          <w:b/>
          <w:bCs/>
        </w:rPr>
        <w:t xml:space="preserve"> encapsulation dot1Q 33</w:t>
      </w:r>
    </w:p>
    <w:p w14:paraId="5F518EE1" w14:textId="7E31E0C9" w:rsidR="00113C1A" w:rsidRPr="007250BA" w:rsidRDefault="00113C1A" w:rsidP="007250BA">
      <w:pPr>
        <w:pStyle w:val="CMD"/>
        <w:rPr>
          <w:b/>
          <w:bCs/>
        </w:rPr>
      </w:pPr>
      <w:r>
        <w:t>R3(config-if)#</w:t>
      </w:r>
      <w:r w:rsidRPr="007250BA">
        <w:rPr>
          <w:b/>
          <w:bCs/>
        </w:rPr>
        <w:t xml:space="preserve"> ip address 192.168.33.1 255.255.255.0</w:t>
      </w:r>
    </w:p>
    <w:p w14:paraId="20CC1E04" w14:textId="389D186A" w:rsidR="00C4206E" w:rsidRDefault="00C4206E" w:rsidP="00107BC5">
      <w:pPr>
        <w:pStyle w:val="Heading3"/>
      </w:pPr>
      <w:r w:rsidRPr="006832D9">
        <w:t>Configure</w:t>
      </w:r>
      <w:r>
        <w:t xml:space="preserve"> static routes on R1, R2, and R3.</w:t>
      </w:r>
    </w:p>
    <w:p w14:paraId="51A836AD" w14:textId="70464CD2" w:rsidR="00C4206E" w:rsidRDefault="00107BC5" w:rsidP="00107BC5">
      <w:pPr>
        <w:pStyle w:val="SubStepAlpha"/>
      </w:pPr>
      <w:r>
        <w:t>T</w:t>
      </w:r>
      <w:r w:rsidR="00C4206E">
        <w:t>o achieve end-to-end IP reachability, proper static r</w:t>
      </w:r>
      <w:r w:rsidR="00C4206E" w:rsidRPr="00F8557A">
        <w:rPr>
          <w:noProof/>
        </w:rPr>
        <w:t>outes must be configured on R1, R2</w:t>
      </w:r>
      <w:r w:rsidR="00C4206E">
        <w:t xml:space="preserve"> and R3. R1 and R3 are stub routers, and as such, only need a default route pointing to R2. R2, behaving as the ISP, must know how to reach R1’s and R3’s internal networks before end-to-end IP reachability </w:t>
      </w:r>
      <w:r w:rsidR="00C4206E" w:rsidRPr="00F8557A">
        <w:rPr>
          <w:noProof/>
        </w:rPr>
        <w:t>is achieved</w:t>
      </w:r>
      <w:r w:rsidR="00C4206E">
        <w:t xml:space="preserve">. Below is the static route configuration for R1, </w:t>
      </w:r>
      <w:r w:rsidR="00C4206E" w:rsidRPr="00F8557A">
        <w:rPr>
          <w:noProof/>
        </w:rPr>
        <w:t>R2</w:t>
      </w:r>
      <w:r w:rsidR="00C4206E">
        <w:t xml:space="preserve"> and R3. On R1, use the following command:</w:t>
      </w:r>
    </w:p>
    <w:p w14:paraId="3D465FAB" w14:textId="77777777" w:rsidR="00C4206E" w:rsidRDefault="00C4206E" w:rsidP="00C4206E">
      <w:pPr>
        <w:pStyle w:val="CMD"/>
        <w:rPr>
          <w:b/>
        </w:rPr>
      </w:pPr>
      <w:r w:rsidRPr="00A45635">
        <w:rPr>
          <w:noProof/>
        </w:rPr>
        <w:t xml:space="preserve">R1(config)# </w:t>
      </w:r>
      <w:r w:rsidRPr="00A45635">
        <w:rPr>
          <w:b/>
          <w:noProof/>
        </w:rPr>
        <w:t>ip route 0.0.0.0 0.0.0.0 10.1.1.2</w:t>
      </w:r>
    </w:p>
    <w:p w14:paraId="1D51D464" w14:textId="77777777" w:rsidR="00C4206E" w:rsidRDefault="00C4206E" w:rsidP="00107BC5">
      <w:pPr>
        <w:pStyle w:val="SubStepAlpha"/>
      </w:pPr>
      <w:r>
        <w:t>On R2, use the following commands.</w:t>
      </w:r>
    </w:p>
    <w:p w14:paraId="674DB573" w14:textId="77777777" w:rsidR="00C4206E" w:rsidRPr="00A45635" w:rsidRDefault="00C4206E" w:rsidP="00C4206E">
      <w:pPr>
        <w:pStyle w:val="CMD"/>
        <w:rPr>
          <w:b/>
          <w:noProof/>
          <w:lang w:val="pt-BR"/>
        </w:rPr>
      </w:pPr>
      <w:r w:rsidRPr="00A45635">
        <w:rPr>
          <w:noProof/>
          <w:lang w:val="pt-BR"/>
        </w:rPr>
        <w:t xml:space="preserve">R2(config)# </w:t>
      </w:r>
      <w:r w:rsidRPr="00A45635">
        <w:rPr>
          <w:b/>
          <w:noProof/>
          <w:lang w:val="pt-BR"/>
        </w:rPr>
        <w:t>ip route 192.168.1.0 255.255.255.0 10.1.1.1</w:t>
      </w:r>
    </w:p>
    <w:p w14:paraId="2B36F4AA" w14:textId="77777777" w:rsidR="00C4206E" w:rsidRDefault="00C4206E" w:rsidP="00C4206E">
      <w:pPr>
        <w:pStyle w:val="CMD"/>
        <w:rPr>
          <w:b/>
        </w:rPr>
      </w:pPr>
      <w:r w:rsidRPr="00A45635">
        <w:rPr>
          <w:noProof/>
        </w:rPr>
        <w:t xml:space="preserve">R2(config)# </w:t>
      </w:r>
      <w:r w:rsidRPr="00A45635">
        <w:rPr>
          <w:b/>
          <w:noProof/>
        </w:rPr>
        <w:t>ip route 192.168.3.0 255.255.255.0 10.2.2.1</w:t>
      </w:r>
    </w:p>
    <w:p w14:paraId="7654E935" w14:textId="77777777" w:rsidR="00C4206E" w:rsidRDefault="00C4206E" w:rsidP="00C4206E">
      <w:pPr>
        <w:pStyle w:val="CMD"/>
        <w:rPr>
          <w:b/>
        </w:rPr>
      </w:pPr>
      <w:r>
        <w:t xml:space="preserve">R2(config)# </w:t>
      </w:r>
      <w:r>
        <w:rPr>
          <w:b/>
        </w:rPr>
        <w:t>ip route 192.168.33.0 255.255.255.0 10.2.2.1</w:t>
      </w:r>
    </w:p>
    <w:p w14:paraId="7CAE7E24" w14:textId="77777777" w:rsidR="00C4206E" w:rsidRDefault="00C4206E" w:rsidP="00107BC5">
      <w:pPr>
        <w:pStyle w:val="SubStepAlpha"/>
      </w:pPr>
      <w:r>
        <w:t>On R3, use the following command.</w:t>
      </w:r>
    </w:p>
    <w:p w14:paraId="4D2A3266" w14:textId="77777777" w:rsidR="00C4206E" w:rsidRDefault="00C4206E" w:rsidP="00C4206E">
      <w:pPr>
        <w:pStyle w:val="CMD"/>
        <w:rPr>
          <w:b/>
        </w:rPr>
      </w:pPr>
      <w:r w:rsidRPr="00A45635">
        <w:rPr>
          <w:noProof/>
        </w:rPr>
        <w:t xml:space="preserve">R3(config)# </w:t>
      </w:r>
      <w:r w:rsidRPr="00A45635">
        <w:rPr>
          <w:b/>
          <w:noProof/>
        </w:rPr>
        <w:t>ip route 0.0.0.0 0.0.0.0 10.2.2.2</w:t>
      </w:r>
    </w:p>
    <w:p w14:paraId="6891D77D" w14:textId="738B6A3C" w:rsidR="00113C1A" w:rsidRDefault="00113C1A" w:rsidP="00107BC5">
      <w:pPr>
        <w:pStyle w:val="Heading3"/>
        <w:rPr>
          <w:noProof/>
        </w:rPr>
      </w:pPr>
      <w:r>
        <w:rPr>
          <w:noProof/>
        </w:rPr>
        <w:t>Configure S3.</w:t>
      </w:r>
    </w:p>
    <w:p w14:paraId="46777BBA" w14:textId="3E1AC02B" w:rsidR="00113C1A" w:rsidRDefault="00113C1A" w:rsidP="00113C1A">
      <w:pPr>
        <w:pStyle w:val="SubStepAlpha"/>
      </w:pPr>
      <w:r>
        <w:t>Configure trunk link:</w:t>
      </w:r>
    </w:p>
    <w:p w14:paraId="234AF715" w14:textId="0566029F" w:rsidR="00113C1A" w:rsidRDefault="00113C1A" w:rsidP="007250BA">
      <w:pPr>
        <w:pStyle w:val="CMD"/>
      </w:pPr>
      <w:r>
        <w:t xml:space="preserve">S3(config)# </w:t>
      </w:r>
      <w:r w:rsidRPr="007250BA">
        <w:rPr>
          <w:b/>
          <w:bCs/>
        </w:rPr>
        <w:t>interface f0/5</w:t>
      </w:r>
    </w:p>
    <w:p w14:paraId="357F3480" w14:textId="7E7D370D" w:rsidR="00113C1A" w:rsidRDefault="004D011B" w:rsidP="007250BA">
      <w:pPr>
        <w:pStyle w:val="CMD"/>
      </w:pPr>
      <w:r>
        <w:t xml:space="preserve">S3(config-if)# </w:t>
      </w:r>
      <w:r w:rsidRPr="007250BA">
        <w:rPr>
          <w:b/>
          <w:bCs/>
        </w:rPr>
        <w:t>switchport mode trunk</w:t>
      </w:r>
    </w:p>
    <w:p w14:paraId="24B5EBAE" w14:textId="1532E7A3" w:rsidR="004D011B" w:rsidRDefault="004D011B" w:rsidP="00113C1A">
      <w:pPr>
        <w:pStyle w:val="SubStepAlpha"/>
      </w:pPr>
      <w:r>
        <w:t>Configure access ports.</w:t>
      </w:r>
    </w:p>
    <w:p w14:paraId="29ABB3BA" w14:textId="1C9B3675" w:rsidR="004D011B" w:rsidRDefault="004D011B" w:rsidP="007250BA">
      <w:pPr>
        <w:pStyle w:val="CMD"/>
      </w:pPr>
      <w:r>
        <w:t xml:space="preserve">S3(config)# </w:t>
      </w:r>
      <w:r w:rsidRPr="007250BA">
        <w:rPr>
          <w:b/>
          <w:bCs/>
        </w:rPr>
        <w:t>interface f0/18</w:t>
      </w:r>
    </w:p>
    <w:p w14:paraId="3B1AB83E" w14:textId="31FC543B" w:rsidR="004D011B" w:rsidRDefault="004D011B" w:rsidP="007250BA">
      <w:pPr>
        <w:pStyle w:val="CMD"/>
      </w:pPr>
      <w:r>
        <w:t xml:space="preserve">S3(config-if)# </w:t>
      </w:r>
      <w:r w:rsidRPr="007250BA">
        <w:rPr>
          <w:b/>
          <w:bCs/>
        </w:rPr>
        <w:t>switchport mode access</w:t>
      </w:r>
    </w:p>
    <w:p w14:paraId="5EB417DC" w14:textId="092776DE" w:rsidR="004D011B" w:rsidRDefault="004D011B" w:rsidP="007250BA">
      <w:pPr>
        <w:pStyle w:val="CMD"/>
      </w:pPr>
      <w:r>
        <w:t xml:space="preserve">S3(config-if)# </w:t>
      </w:r>
      <w:r w:rsidRPr="007250BA">
        <w:rPr>
          <w:b/>
          <w:bCs/>
        </w:rPr>
        <w:t>switchport access vlan 3</w:t>
      </w:r>
    </w:p>
    <w:p w14:paraId="1E40665B" w14:textId="275C1188" w:rsidR="004D011B" w:rsidRDefault="004D011B" w:rsidP="007250BA">
      <w:pPr>
        <w:pStyle w:val="CMD"/>
      </w:pPr>
      <w:r>
        <w:t xml:space="preserve">S3(config-if)# </w:t>
      </w:r>
      <w:r w:rsidRPr="007250BA">
        <w:rPr>
          <w:b/>
          <w:bCs/>
        </w:rPr>
        <w:t>interface f0/23</w:t>
      </w:r>
    </w:p>
    <w:p w14:paraId="27A36E21" w14:textId="77777777" w:rsidR="004D011B" w:rsidRDefault="004D011B" w:rsidP="007250BA">
      <w:pPr>
        <w:pStyle w:val="CMD"/>
      </w:pPr>
      <w:r>
        <w:t xml:space="preserve">S3(config-if)# </w:t>
      </w:r>
      <w:r w:rsidRPr="007250BA">
        <w:rPr>
          <w:b/>
          <w:bCs/>
        </w:rPr>
        <w:t>switchport mode access</w:t>
      </w:r>
    </w:p>
    <w:p w14:paraId="7287C427" w14:textId="5D7D0F67" w:rsidR="004D011B" w:rsidRDefault="004D011B" w:rsidP="007250BA">
      <w:pPr>
        <w:pStyle w:val="CMD"/>
      </w:pPr>
      <w:r>
        <w:t xml:space="preserve">S3(config-if)# </w:t>
      </w:r>
      <w:r w:rsidRPr="007250BA">
        <w:rPr>
          <w:b/>
          <w:bCs/>
        </w:rPr>
        <w:t>switchport access vlan 33</w:t>
      </w:r>
    </w:p>
    <w:p w14:paraId="66DC4EB1" w14:textId="5A8983CB" w:rsidR="00C4206E" w:rsidRPr="00A45635" w:rsidRDefault="00C4206E" w:rsidP="00107BC5">
      <w:pPr>
        <w:pStyle w:val="Heading3"/>
        <w:rPr>
          <w:noProof/>
        </w:rPr>
      </w:pPr>
      <w:r w:rsidRPr="00A45635">
        <w:rPr>
          <w:noProof/>
        </w:rPr>
        <w:t>Configure PC host IP settings.</w:t>
      </w:r>
    </w:p>
    <w:p w14:paraId="2CC3BBC3" w14:textId="77777777" w:rsidR="00C4206E" w:rsidRPr="00A45635" w:rsidRDefault="00C4206E" w:rsidP="00107BC5">
      <w:pPr>
        <w:pStyle w:val="BodyTextL25"/>
        <w:rPr>
          <w:noProof/>
        </w:rPr>
      </w:pPr>
      <w:r w:rsidRPr="00A45635">
        <w:rPr>
          <w:noProof/>
        </w:rPr>
        <w:t xml:space="preserve">Configure a static IP address, subnet mask, and default gateway for PC-A, </w:t>
      </w:r>
      <w:r>
        <w:rPr>
          <w:noProof/>
        </w:rPr>
        <w:t xml:space="preserve">PC-B, and PC-C </w:t>
      </w:r>
      <w:r w:rsidRPr="00A45635">
        <w:rPr>
          <w:noProof/>
        </w:rPr>
        <w:t>as shown in the IP addressing table.</w:t>
      </w:r>
    </w:p>
    <w:p w14:paraId="6C06EB0C" w14:textId="77777777" w:rsidR="00C4206E" w:rsidRDefault="00C4206E" w:rsidP="00107BC5">
      <w:pPr>
        <w:pStyle w:val="Heading3"/>
      </w:pPr>
      <w:r>
        <w:t>Verify basic network connectivity.</w:t>
      </w:r>
    </w:p>
    <w:p w14:paraId="607428F0" w14:textId="77777777" w:rsidR="00C4206E" w:rsidRDefault="00C4206E" w:rsidP="00107BC5">
      <w:pPr>
        <w:pStyle w:val="SubStepAlpha"/>
      </w:pPr>
      <w:r>
        <w:t>Ping from R1 to R3.</w:t>
      </w:r>
    </w:p>
    <w:p w14:paraId="63536982" w14:textId="77777777" w:rsidR="00C4206E" w:rsidRPr="00A45635" w:rsidRDefault="00C4206E" w:rsidP="00C4206E">
      <w:pPr>
        <w:pStyle w:val="BodyTextL50"/>
        <w:rPr>
          <w:noProof/>
        </w:rPr>
      </w:pPr>
      <w:r w:rsidRPr="00A45635">
        <w:rPr>
          <w:noProof/>
        </w:rPr>
        <w:t>If the pings are not successful, troubleshoot the basic device configurations before continuing.</w:t>
      </w:r>
    </w:p>
    <w:p w14:paraId="120396C4" w14:textId="128EC87C" w:rsidR="00C4206E" w:rsidRDefault="00C4206E" w:rsidP="00107BC5">
      <w:pPr>
        <w:pStyle w:val="SubStepAlpha"/>
      </w:pPr>
      <w:r w:rsidRPr="00A45635">
        <w:rPr>
          <w:noProof/>
        </w:rPr>
        <w:t xml:space="preserve">Ping from PC-A on the R1 LAN to </w:t>
      </w:r>
      <w:r w:rsidR="00F434CC">
        <w:rPr>
          <w:noProof/>
        </w:rPr>
        <w:t xml:space="preserve">PC-B and </w:t>
      </w:r>
      <w:r w:rsidRPr="00A45635">
        <w:rPr>
          <w:noProof/>
        </w:rPr>
        <w:t>PC-C on the R3 LAN</w:t>
      </w:r>
      <w:r w:rsidR="00F434CC">
        <w:rPr>
          <w:noProof/>
        </w:rPr>
        <w:t>s</w:t>
      </w:r>
      <w:r w:rsidRPr="00A45635">
        <w:rPr>
          <w:noProof/>
        </w:rPr>
        <w:t>.</w:t>
      </w:r>
    </w:p>
    <w:p w14:paraId="2EBB9E51" w14:textId="77777777" w:rsidR="00C4206E" w:rsidRDefault="00C4206E" w:rsidP="00C4206E">
      <w:pPr>
        <w:pStyle w:val="BodyTextL50"/>
      </w:pPr>
      <w:r w:rsidRPr="00A45635">
        <w:rPr>
          <w:noProof/>
        </w:rPr>
        <w:t>If the pings are not successful, troubleshoot the basic device configurations before continuing.</w:t>
      </w:r>
    </w:p>
    <w:p w14:paraId="6EB55D58" w14:textId="77777777" w:rsidR="00C4206E" w:rsidRDefault="00C4206E" w:rsidP="00C4206E">
      <w:pPr>
        <w:pStyle w:val="BodyTextL25"/>
      </w:pPr>
      <w:r w:rsidRPr="00626E4E">
        <w:rPr>
          <w:b/>
        </w:rPr>
        <w:t>Note</w:t>
      </w:r>
      <w:r>
        <w:t xml:space="preserve">: If you can ping from PC-A to PC-C, you have demonstrated that the end-to-end IP reachability has </w:t>
      </w:r>
      <w:r w:rsidRPr="00F8557A">
        <w:rPr>
          <w:noProof/>
        </w:rPr>
        <w:t>been achieved</w:t>
      </w:r>
      <w:r>
        <w:t xml:space="preserve">. </w:t>
      </w:r>
      <w:r w:rsidRPr="00A45635">
        <w:rPr>
          <w:noProof/>
        </w:rPr>
        <w:t xml:space="preserve">If you cannot ping but the device interfaces are UP and IP addresses are correct, use the </w:t>
      </w:r>
      <w:r w:rsidRPr="00A45635">
        <w:rPr>
          <w:b/>
          <w:noProof/>
        </w:rPr>
        <w:t>show</w:t>
      </w:r>
      <w:r w:rsidRPr="00530B7E">
        <w:rPr>
          <w:b/>
        </w:rPr>
        <w:t xml:space="preserve"> interface</w:t>
      </w:r>
      <w:r>
        <w:t xml:space="preserve">, </w:t>
      </w:r>
      <w:r w:rsidRPr="0092617A">
        <w:rPr>
          <w:b/>
        </w:rPr>
        <w:t xml:space="preserve">show </w:t>
      </w:r>
      <w:r w:rsidRPr="00F8557A">
        <w:rPr>
          <w:b/>
          <w:noProof/>
        </w:rPr>
        <w:t>ip</w:t>
      </w:r>
      <w:r>
        <w:rPr>
          <w:b/>
        </w:rPr>
        <w:t xml:space="preserve"> interface, </w:t>
      </w:r>
      <w:r>
        <w:t xml:space="preserve">and </w:t>
      </w:r>
      <w:r w:rsidRPr="0092617A">
        <w:rPr>
          <w:b/>
        </w:rPr>
        <w:t xml:space="preserve">show </w:t>
      </w:r>
      <w:r w:rsidRPr="00F8557A">
        <w:rPr>
          <w:b/>
          <w:noProof/>
        </w:rPr>
        <w:t>ip</w:t>
      </w:r>
      <w:r w:rsidRPr="0092617A">
        <w:rPr>
          <w:b/>
        </w:rPr>
        <w:t xml:space="preserve"> route</w:t>
      </w:r>
      <w:r>
        <w:t xml:space="preserve"> commands to help identify problems.</w:t>
      </w:r>
    </w:p>
    <w:p w14:paraId="3ECAE398" w14:textId="77777777" w:rsidR="00C4206E" w:rsidRDefault="00C4206E" w:rsidP="00107BC5">
      <w:pPr>
        <w:pStyle w:val="Heading3"/>
      </w:pPr>
      <w:r>
        <w:t>Configure a user account, encrypted passwords and crypto keys for SSH</w:t>
      </w:r>
      <w:r w:rsidRPr="0087310F">
        <w:t>.</w:t>
      </w:r>
    </w:p>
    <w:p w14:paraId="088A03FB" w14:textId="77777777" w:rsidR="00C4206E" w:rsidRDefault="00C4206E" w:rsidP="00C4206E">
      <w:pPr>
        <w:pStyle w:val="BodyTextL25"/>
      </w:pPr>
      <w:r w:rsidRPr="00D830E8">
        <w:rPr>
          <w:b/>
        </w:rPr>
        <w:t>Note</w:t>
      </w:r>
      <w:r w:rsidRPr="00EE237F">
        <w:t>:</w:t>
      </w:r>
      <w:r w:rsidRPr="00D830E8">
        <w:t xml:space="preserve"> Passwords in this task are set to a minimum of 10 characters</w:t>
      </w:r>
      <w:r>
        <w:t>,</w:t>
      </w:r>
      <w:r w:rsidRPr="00D830E8">
        <w:t xml:space="preserve"> but are relatively simple for the benefit of performing the lab. More complex passwords are recommended in a production network.</w:t>
      </w:r>
    </w:p>
    <w:p w14:paraId="31C76BC8" w14:textId="77777777" w:rsidR="00C4206E" w:rsidRDefault="00C4206E" w:rsidP="00107BC5">
      <w:pPr>
        <w:pStyle w:val="SubStepAlpha"/>
      </w:pPr>
      <w:r w:rsidRPr="00D830E8">
        <w:t>Configure a minimum password length</w:t>
      </w:r>
      <w:r>
        <w:t xml:space="preserve"> using the </w:t>
      </w:r>
      <w:r w:rsidRPr="00443E7A">
        <w:rPr>
          <w:b/>
        </w:rPr>
        <w:t>security passwords</w:t>
      </w:r>
      <w:r w:rsidRPr="003B3367">
        <w:t xml:space="preserve"> command to set a minimum password length of </w:t>
      </w:r>
      <w:r w:rsidRPr="00991C0E">
        <w:t xml:space="preserve">10 </w:t>
      </w:r>
      <w:r>
        <w:t>characters.</w:t>
      </w:r>
    </w:p>
    <w:p w14:paraId="4A7EA8F4" w14:textId="77777777" w:rsidR="00C4206E" w:rsidRDefault="00C4206E" w:rsidP="00C4206E">
      <w:pPr>
        <w:pStyle w:val="CMD"/>
        <w:rPr>
          <w:b/>
        </w:rPr>
      </w:pPr>
      <w:r w:rsidRPr="0057529C">
        <w:t>R1(config)#</w:t>
      </w:r>
      <w:r>
        <w:t xml:space="preserve"> </w:t>
      </w:r>
      <w:r w:rsidRPr="0089299B">
        <w:rPr>
          <w:b/>
        </w:rPr>
        <w:t>security passwords min-length 10</w:t>
      </w:r>
    </w:p>
    <w:p w14:paraId="7824758C" w14:textId="77777777" w:rsidR="00C4206E" w:rsidRDefault="00C4206E" w:rsidP="00107BC5">
      <w:pPr>
        <w:pStyle w:val="SubStepAlpha"/>
      </w:pPr>
      <w:r w:rsidRPr="00D830E8">
        <w:t>Con</w:t>
      </w:r>
      <w:r>
        <w:t>figure a domain name.</w:t>
      </w:r>
    </w:p>
    <w:p w14:paraId="29BE850E" w14:textId="78FED367" w:rsidR="00C4206E" w:rsidRDefault="00C4206E" w:rsidP="00C4206E">
      <w:pPr>
        <w:pStyle w:val="CMD"/>
        <w:rPr>
          <w:b/>
        </w:rPr>
      </w:pPr>
      <w:r w:rsidRPr="0057529C">
        <w:t>R1(config)#</w:t>
      </w:r>
      <w:r>
        <w:t xml:space="preserve"> </w:t>
      </w:r>
      <w:r>
        <w:rPr>
          <w:b/>
        </w:rPr>
        <w:t xml:space="preserve">ip domain-name </w:t>
      </w:r>
      <w:r w:rsidR="00F434CC">
        <w:rPr>
          <w:b/>
        </w:rPr>
        <w:t>netsec</w:t>
      </w:r>
      <w:r>
        <w:rPr>
          <w:b/>
        </w:rPr>
        <w:t>.com</w:t>
      </w:r>
    </w:p>
    <w:p w14:paraId="0D03340B" w14:textId="77777777" w:rsidR="00C4206E" w:rsidRDefault="00C4206E" w:rsidP="00107BC5">
      <w:pPr>
        <w:pStyle w:val="SubStepAlpha"/>
      </w:pPr>
      <w:r w:rsidRPr="00D830E8">
        <w:t>Con</w:t>
      </w:r>
      <w:r>
        <w:t>figure crypto keys for SSH</w:t>
      </w:r>
    </w:p>
    <w:p w14:paraId="4EF04830" w14:textId="77777777" w:rsidR="00C4206E" w:rsidRDefault="00C4206E" w:rsidP="00C4206E">
      <w:pPr>
        <w:pStyle w:val="CMD"/>
        <w:rPr>
          <w:b/>
        </w:rPr>
      </w:pPr>
      <w:r w:rsidRPr="0057529C">
        <w:t>R1(config)#</w:t>
      </w:r>
      <w:r>
        <w:t xml:space="preserve"> </w:t>
      </w:r>
      <w:r>
        <w:rPr>
          <w:b/>
        </w:rPr>
        <w:t>crypto key generate rsa general-keys modulus 1024</w:t>
      </w:r>
    </w:p>
    <w:p w14:paraId="730E2A22" w14:textId="77777777" w:rsidR="00C4206E" w:rsidRDefault="00C4206E" w:rsidP="00107BC5">
      <w:pPr>
        <w:pStyle w:val="SubStepAlpha"/>
      </w:pPr>
      <w:r w:rsidRPr="00D830E8">
        <w:t>Con</w:t>
      </w:r>
      <w:r>
        <w:t xml:space="preserve">figure an admin01 user account using </w:t>
      </w:r>
      <w:r w:rsidRPr="00443E7A">
        <w:rPr>
          <w:b/>
        </w:rPr>
        <w:t>algorithm-type scrypt</w:t>
      </w:r>
      <w:r>
        <w:t xml:space="preserve"> for encryption and a password of cisco12345.</w:t>
      </w:r>
    </w:p>
    <w:p w14:paraId="01734C3F" w14:textId="77777777" w:rsidR="00C4206E" w:rsidRPr="009215AE" w:rsidRDefault="00C4206E" w:rsidP="00C4206E">
      <w:pPr>
        <w:pStyle w:val="CMD"/>
        <w:rPr>
          <w:b/>
        </w:rPr>
      </w:pPr>
      <w:r w:rsidRPr="0057529C">
        <w:t>R1(config)#</w:t>
      </w:r>
      <w:r>
        <w:t xml:space="preserve"> </w:t>
      </w:r>
      <w:r>
        <w:rPr>
          <w:b/>
        </w:rPr>
        <w:t>username admin01 algorithm-type scrypt secret cisco12345</w:t>
      </w:r>
    </w:p>
    <w:p w14:paraId="3F40C3F6" w14:textId="77777777" w:rsidR="00C4206E" w:rsidRPr="00E13E3F" w:rsidRDefault="00C4206E" w:rsidP="00107BC5">
      <w:pPr>
        <w:pStyle w:val="SubStepAlpha"/>
      </w:pPr>
      <w:r>
        <w:t>Configure line console 0 to use the local user database for logins</w:t>
      </w:r>
      <w:r w:rsidRPr="00E13E3F">
        <w:t xml:space="preserve">. For additional security, the </w:t>
      </w:r>
      <w:r w:rsidRPr="00443E7A">
        <w:rPr>
          <w:b/>
        </w:rPr>
        <w:t>exec-timeout</w:t>
      </w:r>
      <w:r w:rsidRPr="00443E7A">
        <w:rPr>
          <w:rFonts w:ascii="Courier New" w:hAnsi="Courier New"/>
        </w:rPr>
        <w:t xml:space="preserve"> </w:t>
      </w:r>
      <w:r w:rsidRPr="00E13E3F">
        <w:t xml:space="preserve">command causes the line to log out after </w:t>
      </w:r>
      <w:r w:rsidRPr="00443E7A">
        <w:rPr>
          <w:b/>
        </w:rPr>
        <w:t>5</w:t>
      </w:r>
      <w:r w:rsidRPr="00E13E3F">
        <w:t xml:space="preserve"> minutes of inactivity. The </w:t>
      </w:r>
      <w:r w:rsidRPr="00443E7A">
        <w:rPr>
          <w:b/>
        </w:rPr>
        <w:t>logging synchronous</w:t>
      </w:r>
      <w:r w:rsidRPr="00E13E3F">
        <w:t xml:space="preserve"> command prevents console messages from interrupting command entry.</w:t>
      </w:r>
    </w:p>
    <w:p w14:paraId="32AA7B40" w14:textId="77777777" w:rsidR="00C4206E" w:rsidRDefault="00C4206E" w:rsidP="00C4206E">
      <w:pPr>
        <w:pStyle w:val="BodyTextL50"/>
      </w:pPr>
      <w:r w:rsidRPr="002945D6">
        <w:rPr>
          <w:b/>
        </w:rPr>
        <w:t>Note</w:t>
      </w:r>
      <w:r w:rsidRPr="00EE237F">
        <w:t>:</w:t>
      </w:r>
      <w:r>
        <w:t xml:space="preserve"> T</w:t>
      </w:r>
      <w:r w:rsidRPr="002945D6">
        <w:t>o avoid repetitive logins during this lab</w:t>
      </w:r>
      <w:r>
        <w:t>,</w:t>
      </w:r>
      <w:r w:rsidRPr="002945D6">
        <w:t xml:space="preserve"> the </w:t>
      </w:r>
      <w:r w:rsidRPr="00991C0E">
        <w:rPr>
          <w:b/>
        </w:rPr>
        <w:t>exec-timeout</w:t>
      </w:r>
      <w:r w:rsidRPr="002945D6">
        <w:t xml:space="preserve"> </w:t>
      </w:r>
      <w:r>
        <w:t xml:space="preserve">command </w:t>
      </w:r>
      <w:r w:rsidRPr="002945D6">
        <w:t xml:space="preserve">can be set to </w:t>
      </w:r>
      <w:r w:rsidRPr="009700CE">
        <w:rPr>
          <w:b/>
        </w:rPr>
        <w:t>0 0</w:t>
      </w:r>
      <w:r>
        <w:t>,</w:t>
      </w:r>
      <w:r w:rsidRPr="002945D6">
        <w:t xml:space="preserve"> </w:t>
      </w:r>
      <w:r>
        <w:t>which prevents it from expiring; however, this is not considered to be a good security practice.</w:t>
      </w:r>
    </w:p>
    <w:p w14:paraId="5147251C" w14:textId="77777777" w:rsidR="00C4206E" w:rsidRPr="0057529C" w:rsidRDefault="00C4206E" w:rsidP="00C4206E">
      <w:pPr>
        <w:pStyle w:val="CMD"/>
      </w:pPr>
      <w:r w:rsidRPr="0057529C">
        <w:t>R1(config)#</w:t>
      </w:r>
      <w:r>
        <w:t xml:space="preserve"> </w:t>
      </w:r>
      <w:r w:rsidRPr="0089299B">
        <w:rPr>
          <w:b/>
        </w:rPr>
        <w:t>line console 0</w:t>
      </w:r>
    </w:p>
    <w:p w14:paraId="31677B5D" w14:textId="77777777" w:rsidR="00C4206E" w:rsidRPr="0057529C" w:rsidRDefault="00C4206E" w:rsidP="00C4206E">
      <w:pPr>
        <w:pStyle w:val="CMD"/>
      </w:pPr>
      <w:r w:rsidRPr="0057529C">
        <w:t>R1(config-line)#</w:t>
      </w:r>
      <w:r>
        <w:t xml:space="preserve"> </w:t>
      </w:r>
      <w:r>
        <w:rPr>
          <w:b/>
        </w:rPr>
        <w:t>login local</w:t>
      </w:r>
    </w:p>
    <w:p w14:paraId="69F4709B" w14:textId="77777777" w:rsidR="00C4206E" w:rsidRPr="009215AE" w:rsidRDefault="00C4206E" w:rsidP="00C4206E">
      <w:pPr>
        <w:pStyle w:val="CMD"/>
      </w:pPr>
      <w:r w:rsidRPr="0057529C">
        <w:t>R1(config-line)#</w:t>
      </w:r>
      <w:r>
        <w:t xml:space="preserve"> </w:t>
      </w:r>
      <w:r w:rsidRPr="00EE237F">
        <w:rPr>
          <w:b/>
        </w:rPr>
        <w:t>exec-timeout 5 0</w:t>
      </w:r>
    </w:p>
    <w:p w14:paraId="6190D1A2" w14:textId="77777777" w:rsidR="00C4206E" w:rsidRDefault="00C4206E" w:rsidP="00C4206E">
      <w:pPr>
        <w:pStyle w:val="CMD"/>
      </w:pPr>
      <w:r w:rsidRPr="0057529C">
        <w:t>R1(config-line)#</w:t>
      </w:r>
      <w:r>
        <w:t xml:space="preserve"> </w:t>
      </w:r>
      <w:r w:rsidRPr="0089299B">
        <w:rPr>
          <w:b/>
        </w:rPr>
        <w:t>logging synchronous</w:t>
      </w:r>
    </w:p>
    <w:p w14:paraId="0BC72034" w14:textId="77777777" w:rsidR="00C4206E" w:rsidRPr="00B3524E" w:rsidRDefault="00C4206E" w:rsidP="00107BC5">
      <w:pPr>
        <w:pStyle w:val="SubStepAlpha"/>
      </w:pPr>
      <w:r>
        <w:t>Configure line aux 0 to use the local user database for logins</w:t>
      </w:r>
      <w:r w:rsidRPr="00B3524E">
        <w:t>.</w:t>
      </w:r>
    </w:p>
    <w:p w14:paraId="712B1107" w14:textId="77777777" w:rsidR="00C4206E" w:rsidRPr="0057529C" w:rsidRDefault="00C4206E" w:rsidP="00C4206E">
      <w:pPr>
        <w:pStyle w:val="CMD"/>
      </w:pPr>
      <w:r w:rsidRPr="0057529C">
        <w:t>R1(config)#</w:t>
      </w:r>
      <w:r>
        <w:t xml:space="preserve"> </w:t>
      </w:r>
      <w:r w:rsidRPr="0089299B">
        <w:rPr>
          <w:b/>
        </w:rPr>
        <w:t>line aux 0</w:t>
      </w:r>
    </w:p>
    <w:p w14:paraId="1C3924D8" w14:textId="77777777" w:rsidR="00C4206E" w:rsidRPr="0057529C" w:rsidRDefault="00C4206E" w:rsidP="00C4206E">
      <w:pPr>
        <w:pStyle w:val="CMD"/>
      </w:pPr>
      <w:r w:rsidRPr="0057529C">
        <w:t>R1(config-line)#</w:t>
      </w:r>
      <w:r>
        <w:t xml:space="preserve"> </w:t>
      </w:r>
      <w:r>
        <w:rPr>
          <w:b/>
        </w:rPr>
        <w:t>login local</w:t>
      </w:r>
    </w:p>
    <w:p w14:paraId="57472A24" w14:textId="77777777" w:rsidR="00C4206E" w:rsidRPr="00B3524E" w:rsidRDefault="00C4206E" w:rsidP="00C4206E">
      <w:pPr>
        <w:pStyle w:val="CMD"/>
      </w:pPr>
      <w:r w:rsidRPr="0057529C">
        <w:t>R1(config-line)#</w:t>
      </w:r>
      <w:r>
        <w:t xml:space="preserve"> </w:t>
      </w:r>
      <w:r w:rsidRPr="00EE237F">
        <w:rPr>
          <w:b/>
        </w:rPr>
        <w:t>exec-timeout 5 0</w:t>
      </w:r>
    </w:p>
    <w:p w14:paraId="60287F58" w14:textId="77777777" w:rsidR="00C4206E" w:rsidRPr="00B3524E" w:rsidRDefault="00C4206E" w:rsidP="00107BC5">
      <w:pPr>
        <w:pStyle w:val="SubStepAlpha"/>
      </w:pPr>
      <w:r w:rsidRPr="00B3524E">
        <w:t>C</w:t>
      </w:r>
      <w:r>
        <w:t>onfigure line vty 0 4 to use the local user database for logins and restrict access to SSH connections only</w:t>
      </w:r>
      <w:r w:rsidRPr="00B3524E">
        <w:t>.</w:t>
      </w:r>
    </w:p>
    <w:p w14:paraId="0CAA2BC3" w14:textId="77777777" w:rsidR="00C4206E" w:rsidRPr="00E44752" w:rsidRDefault="00C4206E" w:rsidP="00C4206E">
      <w:pPr>
        <w:pStyle w:val="CMD"/>
      </w:pPr>
      <w:r w:rsidRPr="00EE237F">
        <w:t xml:space="preserve">R1(config)# </w:t>
      </w:r>
      <w:r w:rsidRPr="00E44752">
        <w:rPr>
          <w:b/>
        </w:rPr>
        <w:t>line vty 0 4</w:t>
      </w:r>
    </w:p>
    <w:p w14:paraId="775D94AE" w14:textId="77777777" w:rsidR="00C4206E" w:rsidRDefault="00C4206E" w:rsidP="00C4206E">
      <w:pPr>
        <w:pStyle w:val="CMD"/>
        <w:rPr>
          <w:b/>
        </w:rPr>
      </w:pPr>
      <w:r w:rsidRPr="00EE237F">
        <w:t xml:space="preserve">R1(config-line)# </w:t>
      </w:r>
      <w:r>
        <w:rPr>
          <w:b/>
        </w:rPr>
        <w:t>login local</w:t>
      </w:r>
    </w:p>
    <w:p w14:paraId="5C1DC3EE" w14:textId="77777777" w:rsidR="00C4206E" w:rsidRPr="00E44752" w:rsidRDefault="00C4206E" w:rsidP="00C4206E">
      <w:pPr>
        <w:pStyle w:val="CMD"/>
      </w:pPr>
      <w:r>
        <w:t>R</w:t>
      </w:r>
      <w:r w:rsidRPr="00EE237F">
        <w:t xml:space="preserve">1(config-line)# </w:t>
      </w:r>
      <w:r>
        <w:rPr>
          <w:b/>
        </w:rPr>
        <w:t>transport input ssh</w:t>
      </w:r>
    </w:p>
    <w:p w14:paraId="7CF270E0" w14:textId="77777777" w:rsidR="00C4206E" w:rsidRPr="00D61813" w:rsidRDefault="00C4206E" w:rsidP="00C4206E">
      <w:pPr>
        <w:pStyle w:val="CMD"/>
      </w:pPr>
      <w:r w:rsidRPr="0057529C">
        <w:t>R1(config-line)#</w:t>
      </w:r>
      <w:r>
        <w:t xml:space="preserve"> </w:t>
      </w:r>
      <w:r w:rsidRPr="00EE237F">
        <w:rPr>
          <w:b/>
        </w:rPr>
        <w:t>exec-timeout 5 0</w:t>
      </w:r>
    </w:p>
    <w:p w14:paraId="7BE14565" w14:textId="77777777" w:rsidR="00C4206E" w:rsidRDefault="00C4206E" w:rsidP="00107BC5">
      <w:pPr>
        <w:pStyle w:val="SubStepAlpha"/>
      </w:pPr>
      <w:r>
        <w:t>Configure the enable password with strong encryption.</w:t>
      </w:r>
    </w:p>
    <w:p w14:paraId="0C3035FF" w14:textId="77777777" w:rsidR="00C4206E" w:rsidRDefault="00C4206E" w:rsidP="00107BC5">
      <w:pPr>
        <w:pStyle w:val="CMD"/>
      </w:pPr>
      <w:r w:rsidRPr="0089299B">
        <w:t xml:space="preserve">R1(config)# </w:t>
      </w:r>
      <w:r w:rsidRPr="00107BC5">
        <w:rPr>
          <w:b/>
          <w:bCs/>
        </w:rPr>
        <w:t>enable algorithm-type scrypt secret class12345</w:t>
      </w:r>
    </w:p>
    <w:p w14:paraId="30942651" w14:textId="77777777" w:rsidR="00C4206E" w:rsidRPr="00465107" w:rsidRDefault="00C4206E" w:rsidP="00107BC5">
      <w:pPr>
        <w:pStyle w:val="Heading3"/>
      </w:pPr>
      <w:r w:rsidRPr="00465107">
        <w:t xml:space="preserve"> Save the basic running configuration for all three routers.</w:t>
      </w:r>
    </w:p>
    <w:p w14:paraId="3E8ED17C" w14:textId="77777777" w:rsidR="00C4206E" w:rsidRPr="00A45635" w:rsidRDefault="00C4206E" w:rsidP="00C4206E">
      <w:pPr>
        <w:pStyle w:val="BodyTextL25"/>
        <w:rPr>
          <w:noProof/>
        </w:rPr>
      </w:pPr>
      <w:r w:rsidRPr="00A45635">
        <w:rPr>
          <w:noProof/>
        </w:rPr>
        <w:t>Save the running configuration to the startup configuration from the privileged EXEC prompt.</w:t>
      </w:r>
    </w:p>
    <w:p w14:paraId="080756A5" w14:textId="4F33FC08" w:rsidR="00C4206E" w:rsidRDefault="00C4206E" w:rsidP="00C4206E">
      <w:pPr>
        <w:pStyle w:val="CMD"/>
        <w:rPr>
          <w:b/>
          <w:noProof/>
        </w:rPr>
      </w:pPr>
      <w:r w:rsidRPr="00A45635">
        <w:rPr>
          <w:noProof/>
        </w:rPr>
        <w:t xml:space="preserve">R1# </w:t>
      </w:r>
      <w:r w:rsidRPr="00A45635">
        <w:rPr>
          <w:b/>
          <w:noProof/>
        </w:rPr>
        <w:t>copy running-config startup-config</w:t>
      </w:r>
    </w:p>
    <w:p w14:paraId="18589A65" w14:textId="28B92EF1" w:rsidR="00E121F6" w:rsidRDefault="00E121F6" w:rsidP="007250BA">
      <w:pPr>
        <w:pStyle w:val="ConfigWindow"/>
      </w:pPr>
      <w:r>
        <w:rPr>
          <w:noProof/>
        </w:rPr>
        <w:t>Close configuration wndow</w:t>
      </w:r>
    </w:p>
    <w:p w14:paraId="1C93AE31" w14:textId="6DB58C61" w:rsidR="00C4206E" w:rsidRPr="00014927" w:rsidRDefault="00C4206E" w:rsidP="007250BA">
      <w:pPr>
        <w:pStyle w:val="Heading2"/>
        <w:spacing w:before="180"/>
      </w:pPr>
      <w:r w:rsidRPr="00014927">
        <w:t>Configuring a Zone-Based Policy Firewall (ZPF)</w:t>
      </w:r>
    </w:p>
    <w:p w14:paraId="33CA8CC5" w14:textId="1980B54F" w:rsidR="00107BC5" w:rsidRPr="00107BC5" w:rsidRDefault="00107BC5" w:rsidP="00107BC5">
      <w:pPr>
        <w:pStyle w:val="BodyTextL25"/>
      </w:pPr>
      <w:r>
        <w:t xml:space="preserve">In this part, you will create a zone-based policy firewall on R3 using the command line interface (CLI), making it act </w:t>
      </w:r>
      <w:r w:rsidRPr="00A45635">
        <w:rPr>
          <w:noProof/>
        </w:rPr>
        <w:t xml:space="preserve">not only as a router but also </w:t>
      </w:r>
      <w:r w:rsidRPr="00107BC5">
        <w:t>as a firewall. R3 is currently responsible for routing packets for the three networks connected to it. R3’s interface roles are configured as follows:</w:t>
      </w:r>
    </w:p>
    <w:p w14:paraId="7C87333C" w14:textId="63011C9D" w:rsidR="00107BC5" w:rsidRPr="00107BC5" w:rsidRDefault="00B6408D" w:rsidP="00107BC5">
      <w:pPr>
        <w:pStyle w:val="BodyTextL25"/>
      </w:pPr>
      <w:r>
        <w:t>G0/0/0</w:t>
      </w:r>
      <w:r w:rsidR="00107BC5" w:rsidRPr="00107BC5">
        <w:t xml:space="preserve"> is connected to the Internet. Because this is a public network, it is considered an untrusted network and should have the lowest security level.</w:t>
      </w:r>
    </w:p>
    <w:p w14:paraId="69C5848C" w14:textId="5CA5BA02" w:rsidR="00107BC5" w:rsidRPr="00107BC5" w:rsidRDefault="00107BC5" w:rsidP="00107BC5">
      <w:pPr>
        <w:pStyle w:val="BodyTextL25"/>
      </w:pPr>
      <w:r w:rsidRPr="00107BC5">
        <w:t>G0/</w:t>
      </w:r>
      <w:r w:rsidR="00B6408D">
        <w:t>0/</w:t>
      </w:r>
      <w:r w:rsidRPr="00107BC5">
        <w:t>1</w:t>
      </w:r>
      <w:r w:rsidR="00B6408D">
        <w:t>.3</w:t>
      </w:r>
      <w:r w:rsidRPr="00107BC5">
        <w:t xml:space="preserve"> is connected to the internal network. Only authorized users have access to this network. In addition, vital institution resources also reside in this network. The internal network is to be considered a trusted network and should have the highest security level.</w:t>
      </w:r>
    </w:p>
    <w:p w14:paraId="597AE386" w14:textId="596C7F7E" w:rsidR="00107BC5" w:rsidRPr="00107BC5" w:rsidRDefault="00107BC5" w:rsidP="00107BC5">
      <w:pPr>
        <w:pStyle w:val="BodyTextL25"/>
      </w:pPr>
      <w:r w:rsidRPr="00107BC5">
        <w:t>G0/0</w:t>
      </w:r>
      <w:r w:rsidR="00B6408D">
        <w:t>/1.33</w:t>
      </w:r>
      <w:r w:rsidRPr="00107BC5">
        <w:t xml:space="preserve"> is connected to a conference room. The conference room is used to host meetings with people who are not part of the organization.</w:t>
      </w:r>
    </w:p>
    <w:p w14:paraId="5A775E66" w14:textId="77777777" w:rsidR="00107BC5" w:rsidRDefault="00107BC5" w:rsidP="00107BC5">
      <w:pPr>
        <w:pStyle w:val="BodyTextL25"/>
        <w:jc w:val="both"/>
      </w:pPr>
      <w:r>
        <w:t>The security policy to be enforced by R3 when it is acting as a firewall dictates that:</w:t>
      </w:r>
    </w:p>
    <w:p w14:paraId="306D5D47" w14:textId="77777777" w:rsidR="00107BC5" w:rsidRDefault="00107BC5" w:rsidP="00107BC5">
      <w:pPr>
        <w:pStyle w:val="Bulletlevel1"/>
        <w:ind w:left="1080"/>
      </w:pPr>
      <w:r>
        <w:t>No traffic initiated from the Internet should be allowed into the internal or conference room networks.</w:t>
      </w:r>
    </w:p>
    <w:p w14:paraId="6EA027AF" w14:textId="77777777" w:rsidR="00107BC5" w:rsidRDefault="00107BC5" w:rsidP="00107BC5">
      <w:pPr>
        <w:pStyle w:val="Bulletlevel1"/>
        <w:ind w:left="1080"/>
      </w:pPr>
      <w:r>
        <w:t>Returning Internet traffic (return packets coming from the Internet into the R3 site, in response to requests originating from any of the R3 networks) should be allowed.</w:t>
      </w:r>
    </w:p>
    <w:p w14:paraId="111F5BF0" w14:textId="3CB3992A" w:rsidR="00107BC5" w:rsidRDefault="00107BC5" w:rsidP="00107BC5">
      <w:pPr>
        <w:pStyle w:val="Bulletlevel1"/>
        <w:ind w:left="1080"/>
      </w:pPr>
      <w:r>
        <w:t>Computers in the R3</w:t>
      </w:r>
      <w:r w:rsidR="00B6408D">
        <w:t xml:space="preserve"> </w:t>
      </w:r>
      <w:r>
        <w:t xml:space="preserve">internal network are considered </w:t>
      </w:r>
      <w:r>
        <w:rPr>
          <w:i/>
        </w:rPr>
        <w:t>trusted</w:t>
      </w:r>
      <w:r>
        <w:t xml:space="preserve"> and are allowed to initiate any type traffic (TCP, UDP or ICMP based traffic).</w:t>
      </w:r>
    </w:p>
    <w:p w14:paraId="7B16C74C" w14:textId="77777777" w:rsidR="00107BC5" w:rsidRDefault="00107BC5" w:rsidP="00107BC5">
      <w:pPr>
        <w:pStyle w:val="Bulletlevel1"/>
        <w:ind w:left="1080"/>
      </w:pPr>
      <w:r>
        <w:t xml:space="preserve">Computers in the R3 conference room network are considered </w:t>
      </w:r>
      <w:r>
        <w:rPr>
          <w:i/>
        </w:rPr>
        <w:t>untrusted</w:t>
      </w:r>
      <w:r>
        <w:t xml:space="preserve"> and are allowed to initiate only web traffic (HTTP or HTTPS) to the Internet.</w:t>
      </w:r>
    </w:p>
    <w:p w14:paraId="33E8A8E5" w14:textId="77777777" w:rsidR="00107BC5" w:rsidRDefault="00107BC5" w:rsidP="00107BC5">
      <w:pPr>
        <w:pStyle w:val="Bulletlevel1"/>
        <w:ind w:left="1080"/>
      </w:pPr>
      <w:r>
        <w:t>No traffic is allowed between the internal network and the conference room network. There is no guarantee regarding the condition of guest computers in the conference room network. Such machines could be infected with malware and might attempt to send out spam or other malicious traffic.</w:t>
      </w:r>
    </w:p>
    <w:p w14:paraId="7EFA6EB4" w14:textId="77777777" w:rsidR="00C4206E" w:rsidRDefault="00C4206E" w:rsidP="00107BC5">
      <w:pPr>
        <w:pStyle w:val="Heading3"/>
      </w:pPr>
      <w:r>
        <w:t>Verify end-to-end network connectivity.</w:t>
      </w:r>
    </w:p>
    <w:p w14:paraId="36C99208" w14:textId="3D2EA053" w:rsidR="00107BC5" w:rsidRDefault="00107BC5" w:rsidP="00107BC5">
      <w:pPr>
        <w:pStyle w:val="BodyTextL25"/>
      </w:pPr>
      <w:r>
        <w:t>In this step, you will verify end-to-end network connectivity before implementing ZPF.</w:t>
      </w:r>
    </w:p>
    <w:p w14:paraId="0BF0D00F" w14:textId="71F76324" w:rsidR="00E121F6" w:rsidRDefault="00E121F6" w:rsidP="00E121F6">
      <w:pPr>
        <w:pStyle w:val="ConfigWindow"/>
      </w:pPr>
      <w:r>
        <w:rPr>
          <w:noProof/>
        </w:rPr>
        <w:t>Open configuration wndow</w:t>
      </w:r>
    </w:p>
    <w:p w14:paraId="6875E699" w14:textId="37A26A17" w:rsidR="00C4206E" w:rsidRDefault="00C4206E" w:rsidP="007250BA">
      <w:pPr>
        <w:pStyle w:val="SubStepAlpha"/>
        <w:spacing w:before="0"/>
      </w:pPr>
      <w:r>
        <w:t xml:space="preserve">Ping from R1 to R3 </w:t>
      </w:r>
      <w:r w:rsidR="00B6408D">
        <w:t>u</w:t>
      </w:r>
      <w:r>
        <w:t>sing both of R3’s G</w:t>
      </w:r>
      <w:r w:rsidR="00B6408D">
        <w:t>0/0/1</w:t>
      </w:r>
      <w:r>
        <w:t xml:space="preserve"> interface IP addresses</w:t>
      </w:r>
      <w:r w:rsidR="00B6408D">
        <w:t xml:space="preserve"> (192.168.3.1 and 192.168.33.1)</w:t>
      </w:r>
      <w:r w:rsidR="007250BA">
        <w:t>.</w:t>
      </w:r>
    </w:p>
    <w:p w14:paraId="0E1C7B7D" w14:textId="77777777" w:rsidR="00C4206E" w:rsidRPr="00A45635" w:rsidRDefault="00C4206E" w:rsidP="00C4206E">
      <w:pPr>
        <w:pStyle w:val="SubStepAlpha"/>
        <w:numPr>
          <w:ilvl w:val="0"/>
          <w:numId w:val="0"/>
        </w:numPr>
        <w:ind w:left="720"/>
        <w:rPr>
          <w:noProof/>
        </w:rPr>
      </w:pPr>
      <w:r w:rsidRPr="00A45635">
        <w:rPr>
          <w:noProof/>
        </w:rPr>
        <w:t>If the pings are not successful, troubleshoot the basic device configurations before continuing.</w:t>
      </w:r>
    </w:p>
    <w:p w14:paraId="75BA2035" w14:textId="77777777" w:rsidR="00C4206E" w:rsidRDefault="00C4206E" w:rsidP="00107BC5">
      <w:pPr>
        <w:pStyle w:val="SubStepAlpha"/>
      </w:pPr>
      <w:r w:rsidRPr="00A45635">
        <w:rPr>
          <w:noProof/>
        </w:rPr>
        <w:t>Ping from PC-A on the R1 LAN to PC-C on the R3</w:t>
      </w:r>
      <w:r>
        <w:t xml:space="preserve"> conference room LAN.</w:t>
      </w:r>
    </w:p>
    <w:p w14:paraId="00727B22" w14:textId="77777777" w:rsidR="00C4206E" w:rsidRPr="00A45635" w:rsidRDefault="00C4206E" w:rsidP="00C4206E">
      <w:pPr>
        <w:pStyle w:val="BodyTextL50"/>
        <w:rPr>
          <w:noProof/>
        </w:rPr>
      </w:pPr>
      <w:r w:rsidRPr="00A45635">
        <w:rPr>
          <w:noProof/>
        </w:rPr>
        <w:t>If the pings are not successful, troubleshoot the basic device configurations before continuing.</w:t>
      </w:r>
    </w:p>
    <w:p w14:paraId="42EA6DCA" w14:textId="77777777" w:rsidR="00C4206E" w:rsidRDefault="00C4206E" w:rsidP="00107BC5">
      <w:pPr>
        <w:pStyle w:val="SubStepAlpha"/>
      </w:pPr>
      <w:r w:rsidRPr="00A45635">
        <w:rPr>
          <w:noProof/>
        </w:rPr>
        <w:t>Ping from PC-A on the R1 LAN to</w:t>
      </w:r>
      <w:r>
        <w:t xml:space="preserve"> PC-B on the R3 internal LAN.</w:t>
      </w:r>
    </w:p>
    <w:p w14:paraId="3682BF31" w14:textId="77777777" w:rsidR="00C4206E" w:rsidRDefault="00C4206E" w:rsidP="00C4206E">
      <w:pPr>
        <w:pStyle w:val="BodyTextL50"/>
      </w:pPr>
      <w:r>
        <w:t>If the pings are not successful, troubleshoot the basic device configurations before continuing.</w:t>
      </w:r>
    </w:p>
    <w:p w14:paraId="50ED93D1" w14:textId="6A2501FD" w:rsidR="00C4206E" w:rsidRDefault="00C4206E" w:rsidP="00107BC5">
      <w:pPr>
        <w:pStyle w:val="Heading3"/>
      </w:pPr>
      <w:r>
        <w:t>Display the R3 running configurations.</w:t>
      </w:r>
    </w:p>
    <w:p w14:paraId="6F6AFF7E" w14:textId="13DFF4E0" w:rsidR="00107BC5" w:rsidRDefault="00107BC5" w:rsidP="00107BC5">
      <w:pPr>
        <w:pStyle w:val="BodyTextL25"/>
      </w:pPr>
      <w:r>
        <w:t>In this step, you will verify R3 running configurations before implementing ZPF.</w:t>
      </w:r>
    </w:p>
    <w:p w14:paraId="454C8AAC" w14:textId="6CCCBD09" w:rsidR="00C4206E" w:rsidRDefault="00C4206E" w:rsidP="00107BC5">
      <w:pPr>
        <w:pStyle w:val="SubStepAlpha"/>
      </w:pPr>
      <w:r w:rsidRPr="00A45635">
        <w:rPr>
          <w:noProof/>
        </w:rPr>
        <w:t xml:space="preserve">Issue the </w:t>
      </w:r>
      <w:r w:rsidRPr="00A45635">
        <w:rPr>
          <w:b/>
          <w:noProof/>
        </w:rPr>
        <w:t xml:space="preserve">show ip interface brief </w:t>
      </w:r>
      <w:r w:rsidRPr="00A45635">
        <w:rPr>
          <w:noProof/>
        </w:rPr>
        <w:t>command on</w:t>
      </w:r>
      <w:r w:rsidRPr="00F8557A">
        <w:rPr>
          <w:noProof/>
        </w:rPr>
        <w:t xml:space="preserve"> R3 to verify the correct IP addresses</w:t>
      </w:r>
      <w:r>
        <w:t xml:space="preserve"> </w:t>
      </w:r>
      <w:r w:rsidRPr="00F8557A">
        <w:rPr>
          <w:noProof/>
        </w:rPr>
        <w:t>were assigned</w:t>
      </w:r>
      <w:r>
        <w:t>. Use the Address Table to verify the addresses.</w:t>
      </w:r>
    </w:p>
    <w:p w14:paraId="2470C8D8" w14:textId="057CE375" w:rsidR="00C4206E" w:rsidRDefault="00C4206E" w:rsidP="00107BC5">
      <w:pPr>
        <w:pStyle w:val="SubStepAlpha"/>
      </w:pPr>
      <w:r>
        <w:t xml:space="preserve">Issue the </w:t>
      </w:r>
      <w:r w:rsidRPr="008359AF">
        <w:rPr>
          <w:b/>
        </w:rPr>
        <w:t xml:space="preserve">show </w:t>
      </w:r>
      <w:r w:rsidRPr="00F8557A">
        <w:rPr>
          <w:b/>
          <w:noProof/>
        </w:rPr>
        <w:t>ip</w:t>
      </w:r>
      <w:r w:rsidRPr="008359AF">
        <w:rPr>
          <w:b/>
        </w:rPr>
        <w:t xml:space="preserve"> route</w:t>
      </w:r>
      <w:r>
        <w:t xml:space="preserve"> command on R3 to verify it has a static default route pointing to R2’s </w:t>
      </w:r>
      <w:r w:rsidR="00B6408D">
        <w:t>G</w:t>
      </w:r>
      <w:r>
        <w:t>0/0/1 interface.</w:t>
      </w:r>
    </w:p>
    <w:p w14:paraId="15D5D093" w14:textId="77777777" w:rsidR="00C4206E" w:rsidRPr="00A45635" w:rsidRDefault="00C4206E" w:rsidP="00107BC5">
      <w:pPr>
        <w:pStyle w:val="SubStepAlpha"/>
        <w:rPr>
          <w:noProof/>
        </w:rPr>
      </w:pPr>
      <w:r w:rsidRPr="00A45635">
        <w:rPr>
          <w:noProof/>
        </w:rPr>
        <w:t xml:space="preserve">Issue the </w:t>
      </w:r>
      <w:r w:rsidRPr="00A45635">
        <w:rPr>
          <w:b/>
          <w:noProof/>
        </w:rPr>
        <w:t>show run</w:t>
      </w:r>
      <w:r w:rsidRPr="00A45635">
        <w:rPr>
          <w:noProof/>
        </w:rPr>
        <w:t xml:space="preserve"> command to review the current basic configuration on R3.</w:t>
      </w:r>
    </w:p>
    <w:p w14:paraId="0ACF6B4A" w14:textId="77777777" w:rsidR="00C4206E" w:rsidRPr="00A45635" w:rsidRDefault="00C4206E" w:rsidP="00107BC5">
      <w:pPr>
        <w:pStyle w:val="Heading3"/>
        <w:rPr>
          <w:noProof/>
        </w:rPr>
      </w:pPr>
      <w:r w:rsidRPr="000E6CE9">
        <w:t xml:space="preserve">Creating the </w:t>
      </w:r>
      <w:r w:rsidRPr="00A45635">
        <w:rPr>
          <w:noProof/>
        </w:rPr>
        <w:t>security zones.</w:t>
      </w:r>
    </w:p>
    <w:p w14:paraId="52539B32" w14:textId="77777777" w:rsidR="00C4206E" w:rsidRDefault="00C4206E" w:rsidP="00107BC5">
      <w:pPr>
        <w:pStyle w:val="BodyTextL25"/>
      </w:pPr>
      <w:r w:rsidRPr="00A45635">
        <w:rPr>
          <w:noProof/>
        </w:rPr>
        <w:t>A security zone is a group of interfaces</w:t>
      </w:r>
      <w:r w:rsidRPr="000E6CE9">
        <w:t xml:space="preserve"> with </w:t>
      </w:r>
      <w:r>
        <w:t>similar security properties and requirements</w:t>
      </w:r>
      <w:r w:rsidRPr="000E6CE9">
        <w:t>.</w:t>
      </w:r>
      <w:r>
        <w:t xml:space="preserve"> For example, if a router has three interfaces connected to internal networks, all three interfaces can be placed under the same zone named “internal”. Because all security properties </w:t>
      </w:r>
      <w:r w:rsidRPr="00F8557A">
        <w:rPr>
          <w:noProof/>
        </w:rPr>
        <w:t>are configured</w:t>
      </w:r>
      <w:r>
        <w:t xml:space="preserve"> to the zone instead of to the individual router interfaces, the firewall design is much more scalable.</w:t>
      </w:r>
    </w:p>
    <w:p w14:paraId="6C75B889" w14:textId="232EA33F" w:rsidR="00C4206E" w:rsidRPr="000E6CE9" w:rsidRDefault="00C4206E" w:rsidP="00107BC5">
      <w:pPr>
        <w:pStyle w:val="BodyTextL25"/>
      </w:pPr>
      <w:r>
        <w:t>In this lab, the R3 site has three interfaces; one connected to an internal trusted network, one connected to the conference room</w:t>
      </w:r>
      <w:r w:rsidRPr="000E6CE9">
        <w:t xml:space="preserve"> </w:t>
      </w:r>
      <w:r w:rsidRPr="00F8557A">
        <w:rPr>
          <w:noProof/>
        </w:rPr>
        <w:t>network</w:t>
      </w:r>
      <w:r w:rsidRPr="000E6CE9">
        <w:t xml:space="preserve"> and another connected to the </w:t>
      </w:r>
      <w:r w:rsidR="00B6408D">
        <w:t>i</w:t>
      </w:r>
      <w:r w:rsidRPr="000E6CE9">
        <w:t>nternet.</w:t>
      </w:r>
      <w:r>
        <w:t xml:space="preserve"> Because all three networks have different security requirements and properties, we will create three different security zones.</w:t>
      </w:r>
    </w:p>
    <w:p w14:paraId="7B3544C5" w14:textId="77777777" w:rsidR="00C4206E" w:rsidRDefault="00C4206E" w:rsidP="00107BC5">
      <w:pPr>
        <w:pStyle w:val="BodyTextL25"/>
      </w:pPr>
      <w:r>
        <w:t xml:space="preserve">Security zones </w:t>
      </w:r>
      <w:r w:rsidRPr="00F8557A">
        <w:rPr>
          <w:noProof/>
        </w:rPr>
        <w:t>are created</w:t>
      </w:r>
      <w:r>
        <w:t xml:space="preserve"> in global configuration </w:t>
      </w:r>
      <w:r w:rsidRPr="00F8557A">
        <w:rPr>
          <w:noProof/>
        </w:rPr>
        <w:t>mode</w:t>
      </w:r>
      <w:r>
        <w:rPr>
          <w:noProof/>
        </w:rPr>
        <w:t>,</w:t>
      </w:r>
      <w:r>
        <w:t xml:space="preserve"> and the command allows for zone name definition. In R3, create three zones named </w:t>
      </w:r>
      <w:r w:rsidRPr="00245A34">
        <w:rPr>
          <w:b/>
        </w:rPr>
        <w:t>INSIDE</w:t>
      </w:r>
      <w:r>
        <w:t xml:space="preserve">, </w:t>
      </w:r>
      <w:r>
        <w:rPr>
          <w:b/>
        </w:rPr>
        <w:t>CONFROOM</w:t>
      </w:r>
      <w:r>
        <w:t xml:space="preserve"> and </w:t>
      </w:r>
      <w:r>
        <w:rPr>
          <w:b/>
        </w:rPr>
        <w:t>INTERNET</w:t>
      </w:r>
      <w:r>
        <w:t>:</w:t>
      </w:r>
    </w:p>
    <w:p w14:paraId="459C3413" w14:textId="77777777" w:rsidR="00C4206E" w:rsidRDefault="00C4206E" w:rsidP="00107BC5">
      <w:pPr>
        <w:pStyle w:val="CMD"/>
      </w:pPr>
      <w:r w:rsidRPr="000E6CE9">
        <w:t xml:space="preserve">R3(config)# </w:t>
      </w:r>
      <w:r w:rsidRPr="00107BC5">
        <w:rPr>
          <w:b/>
          <w:bCs/>
        </w:rPr>
        <w:t>zone security INSIDE</w:t>
      </w:r>
    </w:p>
    <w:p w14:paraId="14869625" w14:textId="77777777" w:rsidR="00C4206E" w:rsidRPr="000E6CE9" w:rsidRDefault="00C4206E" w:rsidP="00107BC5">
      <w:pPr>
        <w:pStyle w:val="CMD"/>
      </w:pPr>
      <w:r w:rsidRPr="000E6CE9">
        <w:t xml:space="preserve">R3(config)# </w:t>
      </w:r>
      <w:r w:rsidRPr="00107BC5">
        <w:rPr>
          <w:b/>
          <w:bCs/>
        </w:rPr>
        <w:t>zone security CONFROOM</w:t>
      </w:r>
    </w:p>
    <w:p w14:paraId="0A3AC9BC" w14:textId="77777777" w:rsidR="00C4206E" w:rsidRDefault="00C4206E" w:rsidP="00107BC5">
      <w:pPr>
        <w:pStyle w:val="CMD"/>
      </w:pPr>
      <w:r w:rsidRPr="000E6CE9">
        <w:t xml:space="preserve">R3(config)# </w:t>
      </w:r>
      <w:r w:rsidRPr="00107BC5">
        <w:rPr>
          <w:b/>
          <w:bCs/>
        </w:rPr>
        <w:t>zone security INTERNET</w:t>
      </w:r>
    </w:p>
    <w:p w14:paraId="6ECA1BB0" w14:textId="77777777" w:rsidR="00C4206E" w:rsidRPr="00191573" w:rsidRDefault="00C4206E" w:rsidP="00107BC5">
      <w:pPr>
        <w:pStyle w:val="Heading3"/>
      </w:pPr>
      <w:r w:rsidRPr="00191573">
        <w:t>Creating Security Policies</w:t>
      </w:r>
    </w:p>
    <w:p w14:paraId="5A9516DD" w14:textId="77777777" w:rsidR="00C4206E" w:rsidRDefault="00C4206E" w:rsidP="00107BC5">
      <w:pPr>
        <w:pStyle w:val="BodyTextL25"/>
      </w:pPr>
      <w:r>
        <w:t xml:space="preserve">Before ZPF can decide if some specific traffic should be allowed or denied, it must </w:t>
      </w:r>
      <w:r w:rsidRPr="00F8557A">
        <w:rPr>
          <w:noProof/>
        </w:rPr>
        <w:t>be told</w:t>
      </w:r>
      <w:r>
        <w:t xml:space="preserve"> </w:t>
      </w:r>
      <w:r>
        <w:rPr>
          <w:i/>
        </w:rPr>
        <w:t xml:space="preserve">what </w:t>
      </w:r>
      <w:r>
        <w:t xml:space="preserve">traffic is to be considered. Cisco IOS uses class-maps to select traffic. </w:t>
      </w:r>
      <w:r>
        <w:rPr>
          <w:i/>
        </w:rPr>
        <w:t>Interesting traffic</w:t>
      </w:r>
      <w:r>
        <w:t xml:space="preserve"> is a common denomination for traffic that has been selected by a class-</w:t>
      </w:r>
      <w:r w:rsidRPr="006E3AF9">
        <w:t>map</w:t>
      </w:r>
      <w:r>
        <w:t>.</w:t>
      </w:r>
    </w:p>
    <w:p w14:paraId="249AF3BA" w14:textId="77777777" w:rsidR="00C4206E" w:rsidRDefault="00C4206E" w:rsidP="00107BC5">
      <w:pPr>
        <w:pStyle w:val="BodyTextL25"/>
      </w:pPr>
      <w:r>
        <w:t xml:space="preserve">While class-maps select traffic, it is not their job to decide what happens to the selected traffic; </w:t>
      </w:r>
      <w:r>
        <w:rPr>
          <w:noProof/>
        </w:rPr>
        <w:t xml:space="preserve">Policy-maps decide the </w:t>
      </w:r>
      <w:r w:rsidRPr="00F8557A">
        <w:rPr>
          <w:i/>
          <w:noProof/>
        </w:rPr>
        <w:t>fate</w:t>
      </w:r>
      <w:r>
        <w:rPr>
          <w:noProof/>
        </w:rPr>
        <w:t xml:space="preserve"> of the selected traffic</w:t>
      </w:r>
      <w:r>
        <w:t>.</w:t>
      </w:r>
    </w:p>
    <w:p w14:paraId="6784FF6F" w14:textId="77777777" w:rsidR="00C4206E" w:rsidRDefault="00C4206E" w:rsidP="00107BC5">
      <w:pPr>
        <w:pStyle w:val="BodyTextL25"/>
      </w:pPr>
      <w:r>
        <w:t>ZPF t</w:t>
      </w:r>
      <w:r w:rsidRPr="006E3AF9">
        <w:t>raffic</w:t>
      </w:r>
      <w:r w:rsidRPr="00191573">
        <w:t xml:space="preserve"> policies </w:t>
      </w:r>
      <w:r w:rsidRPr="00F8557A">
        <w:rPr>
          <w:noProof/>
        </w:rPr>
        <w:t>are defined</w:t>
      </w:r>
      <w:r>
        <w:t xml:space="preserve"> as</w:t>
      </w:r>
      <w:r w:rsidRPr="00191573">
        <w:t xml:space="preserve"> </w:t>
      </w:r>
      <w:r>
        <w:t>policy-map</w:t>
      </w:r>
      <w:r w:rsidRPr="00191573">
        <w:t>s and use class-maps to select traffic. In</w:t>
      </w:r>
      <w:r>
        <w:t xml:space="preserve"> other words, class-maps define</w:t>
      </w:r>
      <w:r w:rsidRPr="00191573">
        <w:t xml:space="preserve"> </w:t>
      </w:r>
      <w:r w:rsidRPr="00191573">
        <w:rPr>
          <w:i/>
        </w:rPr>
        <w:t>what</w:t>
      </w:r>
      <w:r w:rsidRPr="00191573">
        <w:t xml:space="preserve"> traffic is to </w:t>
      </w:r>
      <w:r w:rsidRPr="00F8557A">
        <w:rPr>
          <w:noProof/>
        </w:rPr>
        <w:t>be policed</w:t>
      </w:r>
      <w:r>
        <w:t xml:space="preserve"> while policy-maps define</w:t>
      </w:r>
      <w:r w:rsidRPr="00191573">
        <w:t xml:space="preserve"> the </w:t>
      </w:r>
      <w:r>
        <w:rPr>
          <w:i/>
        </w:rPr>
        <w:t>action</w:t>
      </w:r>
      <w:r>
        <w:t xml:space="preserve"> to be taken </w:t>
      </w:r>
      <w:r w:rsidRPr="00F8557A">
        <w:rPr>
          <w:noProof/>
        </w:rPr>
        <w:t>upon</w:t>
      </w:r>
      <w:r>
        <w:t xml:space="preserve"> the selected traffic.</w:t>
      </w:r>
    </w:p>
    <w:p w14:paraId="74482F7F" w14:textId="77777777" w:rsidR="00C4206E" w:rsidRDefault="00C4206E" w:rsidP="00107BC5">
      <w:pPr>
        <w:pStyle w:val="BodyTextL25"/>
      </w:pPr>
      <w:r>
        <w:t xml:space="preserve">Policy-maps can drop, pass or inspect traffic. Because we want the firewall to </w:t>
      </w:r>
      <w:r>
        <w:rPr>
          <w:i/>
        </w:rPr>
        <w:t>watch</w:t>
      </w:r>
      <w:r>
        <w:t xml:space="preserve"> traffic moving in the direction of zone-pairs, we will create </w:t>
      </w:r>
      <w:r w:rsidRPr="00F8557A">
        <w:rPr>
          <w:noProof/>
        </w:rPr>
        <w:t>inspect</w:t>
      </w:r>
      <w:r>
        <w:t xml:space="preserve"> policy-maps. Inspect policy-maps allow for dynamic handling of the return traffic.</w:t>
      </w:r>
    </w:p>
    <w:p w14:paraId="105303BD" w14:textId="77777777" w:rsidR="00C4206E" w:rsidRPr="00191573" w:rsidRDefault="00C4206E" w:rsidP="00107BC5">
      <w:pPr>
        <w:pStyle w:val="BodyTextL25"/>
      </w:pPr>
      <w:r>
        <w:t xml:space="preserve">First, you will create class-maps. After the class-maps </w:t>
      </w:r>
      <w:r w:rsidRPr="00F8557A">
        <w:rPr>
          <w:noProof/>
        </w:rPr>
        <w:t>are created</w:t>
      </w:r>
      <w:r>
        <w:t>, you will create policy-maps and attach the class-maps to the policy-maps.</w:t>
      </w:r>
    </w:p>
    <w:p w14:paraId="5BC33303" w14:textId="77777777" w:rsidR="00C4206E" w:rsidRDefault="00C4206E" w:rsidP="00893915">
      <w:pPr>
        <w:pStyle w:val="SubStepAlpha"/>
      </w:pPr>
      <w:r>
        <w:t xml:space="preserve">Create an inspect class-map to match traffic to be allowed from the INSIDE zone to the </w:t>
      </w:r>
      <w:r>
        <w:rPr>
          <w:b/>
        </w:rPr>
        <w:t>INTERNET</w:t>
      </w:r>
      <w:r>
        <w:t xml:space="preserve"> zone</w:t>
      </w:r>
      <w:r w:rsidRPr="00191573">
        <w:t>.</w:t>
      </w:r>
      <w:r>
        <w:t xml:space="preserve"> Because we trust the INSIDE zone, we allow all the main protocols.</w:t>
      </w:r>
    </w:p>
    <w:p w14:paraId="6A88F39F" w14:textId="68C1D3DC" w:rsidR="00C4206E" w:rsidRDefault="00C4206E" w:rsidP="007250BA">
      <w:pPr>
        <w:pStyle w:val="BodyTextL50"/>
      </w:pPr>
      <w:r>
        <w:t>In the commands below, t</w:t>
      </w:r>
      <w:r w:rsidRPr="00EB2B9A">
        <w:t xml:space="preserve">he first </w:t>
      </w:r>
      <w:r>
        <w:t xml:space="preserve">line creates an inspect class-map. The </w:t>
      </w:r>
      <w:r w:rsidRPr="00543ABC">
        <w:rPr>
          <w:b/>
        </w:rPr>
        <w:t>match-any</w:t>
      </w:r>
      <w:r>
        <w:t xml:space="preserve"> keyword instructs the router that any of the </w:t>
      </w:r>
      <w:r w:rsidRPr="006E3AF9">
        <w:rPr>
          <w:b/>
        </w:rPr>
        <w:t>match</w:t>
      </w:r>
      <w:r>
        <w:t xml:space="preserve"> protocol statements will qualify as a successful match resulting in a policy being applied. The </w:t>
      </w:r>
      <w:r w:rsidRPr="00F8557A">
        <w:rPr>
          <w:noProof/>
        </w:rPr>
        <w:t>result</w:t>
      </w:r>
      <w:r>
        <w:t xml:space="preserve"> is a match for TCP or UDP or ICMP packets.</w:t>
      </w:r>
    </w:p>
    <w:p w14:paraId="22F70C6E" w14:textId="43A47725" w:rsidR="00C4206E" w:rsidRPr="00EB2B9A" w:rsidRDefault="00C4206E" w:rsidP="007250BA">
      <w:pPr>
        <w:pStyle w:val="BodyTextL50"/>
      </w:pPr>
      <w:r>
        <w:t xml:space="preserve">The </w:t>
      </w:r>
      <w:r w:rsidRPr="006E3AF9">
        <w:rPr>
          <w:b/>
        </w:rPr>
        <w:t>match</w:t>
      </w:r>
      <w:r>
        <w:t xml:space="preserve"> commands refer to specific Cisco NBAR supported protocols. For more information</w:t>
      </w:r>
      <w:r w:rsidR="00D854FF">
        <w:t>, perform an internet search for Cisco NBAR.</w:t>
      </w:r>
    </w:p>
    <w:p w14:paraId="7AA4A07D" w14:textId="77777777" w:rsidR="00C4206E" w:rsidRPr="00280A52" w:rsidRDefault="00C4206E" w:rsidP="00107BC5">
      <w:pPr>
        <w:pStyle w:val="CMD"/>
      </w:pPr>
      <w:r w:rsidRPr="00280A52">
        <w:t xml:space="preserve">R3(config)# </w:t>
      </w:r>
      <w:r w:rsidRPr="00107BC5">
        <w:rPr>
          <w:b/>
          <w:bCs/>
        </w:rPr>
        <w:t>class-map type inspect match-any INSIDE_PROTOCOLS</w:t>
      </w:r>
    </w:p>
    <w:p w14:paraId="18ADD506" w14:textId="77777777" w:rsidR="00C4206E" w:rsidRPr="00280A52" w:rsidRDefault="00C4206E" w:rsidP="00107BC5">
      <w:pPr>
        <w:pStyle w:val="CMD"/>
      </w:pPr>
      <w:r w:rsidRPr="00280A52">
        <w:t>R3(config-</w:t>
      </w:r>
      <w:r w:rsidRPr="00F8557A">
        <w:rPr>
          <w:noProof/>
        </w:rPr>
        <w:t>cmap</w:t>
      </w:r>
      <w:r w:rsidRPr="00280A52">
        <w:t xml:space="preserve">)# </w:t>
      </w:r>
      <w:r w:rsidRPr="00107BC5">
        <w:rPr>
          <w:b/>
          <w:bCs/>
        </w:rPr>
        <w:t xml:space="preserve">match protocol </w:t>
      </w:r>
      <w:r w:rsidRPr="00107BC5">
        <w:rPr>
          <w:b/>
          <w:bCs/>
          <w:noProof/>
        </w:rPr>
        <w:t>tcp</w:t>
      </w:r>
    </w:p>
    <w:p w14:paraId="5FD1F329" w14:textId="77777777" w:rsidR="00C4206E" w:rsidRPr="00280A52" w:rsidRDefault="00C4206E" w:rsidP="00107BC5">
      <w:pPr>
        <w:pStyle w:val="CMD"/>
      </w:pPr>
      <w:r w:rsidRPr="00280A52">
        <w:t>R3(config-</w:t>
      </w:r>
      <w:r w:rsidRPr="00F8557A">
        <w:rPr>
          <w:noProof/>
        </w:rPr>
        <w:t>cmap</w:t>
      </w:r>
      <w:r w:rsidRPr="00280A52">
        <w:t xml:space="preserve">)# </w:t>
      </w:r>
      <w:r w:rsidRPr="00107BC5">
        <w:rPr>
          <w:b/>
          <w:bCs/>
        </w:rPr>
        <w:t xml:space="preserve">match protocol </w:t>
      </w:r>
      <w:r w:rsidRPr="00107BC5">
        <w:rPr>
          <w:b/>
          <w:bCs/>
          <w:noProof/>
        </w:rPr>
        <w:t>udp</w:t>
      </w:r>
    </w:p>
    <w:p w14:paraId="146A5DA3" w14:textId="77777777" w:rsidR="00C4206E" w:rsidRPr="00191573" w:rsidRDefault="00C4206E" w:rsidP="00107BC5">
      <w:pPr>
        <w:pStyle w:val="CMD"/>
      </w:pPr>
      <w:r w:rsidRPr="00280A52">
        <w:t>R3(config-</w:t>
      </w:r>
      <w:r w:rsidRPr="00F8557A">
        <w:rPr>
          <w:noProof/>
        </w:rPr>
        <w:t>cmap</w:t>
      </w:r>
      <w:r w:rsidRPr="00280A52">
        <w:t xml:space="preserve">)# </w:t>
      </w:r>
      <w:r w:rsidRPr="00107BC5">
        <w:rPr>
          <w:b/>
          <w:bCs/>
        </w:rPr>
        <w:t xml:space="preserve">match protocol </w:t>
      </w:r>
      <w:r w:rsidRPr="00107BC5">
        <w:rPr>
          <w:b/>
          <w:bCs/>
          <w:noProof/>
        </w:rPr>
        <w:t>icmp</w:t>
      </w:r>
    </w:p>
    <w:p w14:paraId="6FC30C9A" w14:textId="77777777" w:rsidR="00C4206E" w:rsidRDefault="00C4206E" w:rsidP="00107BC5">
      <w:pPr>
        <w:pStyle w:val="SubStepAlpha"/>
      </w:pPr>
      <w:r>
        <w:t xml:space="preserve">Similarly, create a class-map to match the traffic to be allowed from the </w:t>
      </w:r>
      <w:r>
        <w:rPr>
          <w:b/>
        </w:rPr>
        <w:t>CONFROOM</w:t>
      </w:r>
      <w:r>
        <w:t xml:space="preserve"> zone to the </w:t>
      </w:r>
      <w:r>
        <w:rPr>
          <w:b/>
        </w:rPr>
        <w:t>INTERNET</w:t>
      </w:r>
      <w:r>
        <w:t xml:space="preserve"> zone</w:t>
      </w:r>
      <w:r w:rsidRPr="00191573">
        <w:t>.</w:t>
      </w:r>
      <w:r>
        <w:t xml:space="preserve"> Because we do not fully trust the </w:t>
      </w:r>
      <w:r>
        <w:rPr>
          <w:b/>
        </w:rPr>
        <w:t>CONFROOM</w:t>
      </w:r>
      <w:r>
        <w:t xml:space="preserve"> zone, we must limit what the server can send out to the Internet:</w:t>
      </w:r>
    </w:p>
    <w:p w14:paraId="28C768F5" w14:textId="6EE9965B" w:rsidR="00C4206E" w:rsidRPr="00280A52" w:rsidRDefault="00C4206E" w:rsidP="00107BC5">
      <w:pPr>
        <w:pStyle w:val="CMD"/>
      </w:pPr>
      <w:r w:rsidRPr="00280A52">
        <w:t xml:space="preserve">R3(config)# </w:t>
      </w:r>
      <w:r w:rsidRPr="00107BC5">
        <w:rPr>
          <w:b/>
          <w:bCs/>
        </w:rPr>
        <w:t>class-map type inspect match-any CONFROOM_PROTOCOLS</w:t>
      </w:r>
    </w:p>
    <w:p w14:paraId="05123FF8" w14:textId="77777777" w:rsidR="00C4206E" w:rsidRPr="00280A52" w:rsidRDefault="00C4206E" w:rsidP="00107BC5">
      <w:pPr>
        <w:pStyle w:val="CMD"/>
        <w:rPr>
          <w:rFonts w:cs="Courier New"/>
          <w:lang w:val="pt-BR"/>
        </w:rPr>
      </w:pPr>
      <w:r w:rsidRPr="00280A52">
        <w:rPr>
          <w:rFonts w:cs="Courier New"/>
          <w:lang w:val="pt-BR"/>
        </w:rPr>
        <w:t>R3(config-</w:t>
      </w:r>
      <w:r w:rsidRPr="00F8557A">
        <w:rPr>
          <w:rFonts w:cs="Courier New"/>
          <w:noProof/>
          <w:lang w:val="pt-BR"/>
        </w:rPr>
        <w:t>cmap</w:t>
      </w:r>
      <w:r w:rsidRPr="00280A52">
        <w:rPr>
          <w:rFonts w:cs="Courier New"/>
          <w:lang w:val="pt-BR"/>
        </w:rPr>
        <w:t xml:space="preserve">)# </w:t>
      </w:r>
      <w:r w:rsidRPr="00107BC5">
        <w:rPr>
          <w:rFonts w:cs="Courier New"/>
          <w:b/>
          <w:bCs/>
          <w:lang w:val="pt-BR"/>
        </w:rPr>
        <w:t xml:space="preserve">match protocol </w:t>
      </w:r>
      <w:r w:rsidRPr="00107BC5">
        <w:rPr>
          <w:rFonts w:cs="Courier New"/>
          <w:b/>
          <w:bCs/>
          <w:noProof/>
          <w:lang w:val="pt-BR"/>
        </w:rPr>
        <w:t>http</w:t>
      </w:r>
    </w:p>
    <w:p w14:paraId="282CD314" w14:textId="77777777" w:rsidR="00C4206E" w:rsidRPr="00280A52" w:rsidRDefault="00C4206E" w:rsidP="00107BC5">
      <w:pPr>
        <w:pStyle w:val="CMD"/>
        <w:rPr>
          <w:rFonts w:cs="Courier New"/>
        </w:rPr>
      </w:pPr>
      <w:r w:rsidRPr="00280A52">
        <w:rPr>
          <w:rFonts w:cs="Courier New"/>
          <w:lang w:val="pt-BR"/>
        </w:rPr>
        <w:t>R3(config-</w:t>
      </w:r>
      <w:r w:rsidRPr="00F8557A">
        <w:rPr>
          <w:rFonts w:cs="Courier New"/>
          <w:noProof/>
          <w:lang w:val="pt-BR"/>
        </w:rPr>
        <w:t>cmap</w:t>
      </w:r>
      <w:r w:rsidRPr="00280A52">
        <w:rPr>
          <w:rFonts w:cs="Courier New"/>
          <w:lang w:val="pt-BR"/>
        </w:rPr>
        <w:t xml:space="preserve">)# </w:t>
      </w:r>
      <w:r w:rsidRPr="00107BC5">
        <w:rPr>
          <w:rFonts w:cs="Courier New"/>
          <w:b/>
          <w:bCs/>
        </w:rPr>
        <w:t xml:space="preserve">match protocol </w:t>
      </w:r>
      <w:r w:rsidRPr="00107BC5">
        <w:rPr>
          <w:rFonts w:cs="Courier New"/>
          <w:b/>
          <w:bCs/>
          <w:noProof/>
        </w:rPr>
        <w:t>https</w:t>
      </w:r>
    </w:p>
    <w:p w14:paraId="5AAA72C4" w14:textId="77777777" w:rsidR="00C4206E" w:rsidRDefault="00C4206E" w:rsidP="00107BC5">
      <w:pPr>
        <w:pStyle w:val="CMD"/>
        <w:rPr>
          <w:rFonts w:cs="Courier New"/>
        </w:rPr>
      </w:pPr>
      <w:r w:rsidRPr="00280A52">
        <w:rPr>
          <w:rFonts w:cs="Courier New"/>
          <w:lang w:val="pt-BR"/>
        </w:rPr>
        <w:t>R3(config-</w:t>
      </w:r>
      <w:r w:rsidRPr="00F8557A">
        <w:rPr>
          <w:rFonts w:cs="Courier New"/>
          <w:noProof/>
          <w:lang w:val="pt-BR"/>
        </w:rPr>
        <w:t>cmap</w:t>
      </w:r>
      <w:r w:rsidRPr="00280A52">
        <w:rPr>
          <w:rFonts w:cs="Courier New"/>
          <w:lang w:val="pt-BR"/>
        </w:rPr>
        <w:t xml:space="preserve">)# </w:t>
      </w:r>
      <w:r w:rsidRPr="00107BC5">
        <w:rPr>
          <w:rFonts w:cs="Courier New"/>
          <w:b/>
          <w:bCs/>
        </w:rPr>
        <w:t xml:space="preserve">match protocol </w:t>
      </w:r>
      <w:r w:rsidRPr="00107BC5">
        <w:rPr>
          <w:rFonts w:cs="Courier New"/>
          <w:b/>
          <w:bCs/>
          <w:noProof/>
        </w:rPr>
        <w:t>dns</w:t>
      </w:r>
    </w:p>
    <w:p w14:paraId="54767089" w14:textId="77777777" w:rsidR="00C4206E" w:rsidRDefault="00C4206E" w:rsidP="00107BC5">
      <w:pPr>
        <w:pStyle w:val="SubStepAlpha"/>
      </w:pPr>
      <w:r>
        <w:t xml:space="preserve">Now that the class-maps </w:t>
      </w:r>
      <w:r w:rsidRPr="00F8557A">
        <w:rPr>
          <w:noProof/>
        </w:rPr>
        <w:t>are created</w:t>
      </w:r>
      <w:r>
        <w:t>, you can create the policy-maps.</w:t>
      </w:r>
    </w:p>
    <w:p w14:paraId="5EC81009" w14:textId="77777777" w:rsidR="00C4206E" w:rsidRDefault="00C4206E" w:rsidP="00107BC5">
      <w:pPr>
        <w:pStyle w:val="BodyTextL50"/>
      </w:pPr>
      <w:r>
        <w:t xml:space="preserve">In the commands below, the first line creates an inspect policy-map named </w:t>
      </w:r>
      <w:r>
        <w:rPr>
          <w:b/>
        </w:rPr>
        <w:t>INSIDE_TO_INTERNET</w:t>
      </w:r>
      <w:r>
        <w:t xml:space="preserve">. The second line binds the previously created </w:t>
      </w:r>
      <w:r>
        <w:rPr>
          <w:b/>
        </w:rPr>
        <w:t>INSIDE_PROTOCOLS</w:t>
      </w:r>
      <w:r>
        <w:t xml:space="preserve"> class-map to the policy-map. All packets matched by the </w:t>
      </w:r>
      <w:r>
        <w:rPr>
          <w:b/>
        </w:rPr>
        <w:t>INSIDE_PROTOCOLS</w:t>
      </w:r>
      <w:r>
        <w:t xml:space="preserve"> class-map will be subjected to the action taken by the </w:t>
      </w:r>
      <w:r>
        <w:rPr>
          <w:b/>
        </w:rPr>
        <w:t>INSIDE_TO_INTERNET</w:t>
      </w:r>
      <w:r>
        <w:t xml:space="preserve"> policy-map. Finally, the third line defines the actual action this policy-map will apply to the matched packets. In this case, the matched packets will be inspected.</w:t>
      </w:r>
    </w:p>
    <w:p w14:paraId="3C1C020F" w14:textId="77777777" w:rsidR="00C4206E" w:rsidRPr="00EB2B9A" w:rsidRDefault="00C4206E" w:rsidP="00107BC5">
      <w:pPr>
        <w:pStyle w:val="BodyTextL50"/>
      </w:pPr>
      <w:r>
        <w:t xml:space="preserve">The next three lines creates a similar policy-map named </w:t>
      </w:r>
      <w:r>
        <w:rPr>
          <w:b/>
        </w:rPr>
        <w:t>CONFROOM_TO_INTERNET</w:t>
      </w:r>
      <w:r>
        <w:t xml:space="preserve"> and attaches the </w:t>
      </w:r>
      <w:r>
        <w:rPr>
          <w:b/>
        </w:rPr>
        <w:t>CONFROOM_PROTOCOLS</w:t>
      </w:r>
      <w:r>
        <w:t xml:space="preserve"> class-map.</w:t>
      </w:r>
    </w:p>
    <w:p w14:paraId="1987DCA8" w14:textId="77777777" w:rsidR="00C4206E" w:rsidRDefault="00C4206E" w:rsidP="00107BC5">
      <w:pPr>
        <w:pStyle w:val="BodyTextL50"/>
      </w:pPr>
      <w:r>
        <w:t xml:space="preserve">The commands are as follows: </w:t>
      </w:r>
    </w:p>
    <w:p w14:paraId="0C28DF64" w14:textId="77777777" w:rsidR="00C4206E" w:rsidRPr="00280A52" w:rsidRDefault="00C4206E" w:rsidP="00107BC5">
      <w:pPr>
        <w:pStyle w:val="CMD"/>
      </w:pPr>
      <w:r>
        <w:t>R3</w:t>
      </w:r>
      <w:r w:rsidRPr="00280A52">
        <w:t xml:space="preserve">(config)# </w:t>
      </w:r>
      <w:r w:rsidRPr="00107BC5">
        <w:rPr>
          <w:b/>
          <w:bCs/>
        </w:rPr>
        <w:t>policy-map type inspect INSIDE_TO_INTERNET</w:t>
      </w:r>
    </w:p>
    <w:p w14:paraId="170EC850" w14:textId="77777777" w:rsidR="00C4206E" w:rsidRPr="00280A52" w:rsidRDefault="00C4206E" w:rsidP="00107BC5">
      <w:pPr>
        <w:pStyle w:val="CMD"/>
      </w:pPr>
      <w:r>
        <w:t>R3</w:t>
      </w:r>
      <w:r w:rsidRPr="00280A52">
        <w:t xml:space="preserve">(config-pmap)# </w:t>
      </w:r>
      <w:r w:rsidRPr="00107BC5">
        <w:rPr>
          <w:b/>
          <w:bCs/>
        </w:rPr>
        <w:t>class type inspect INSIDE_PROTOCOLS</w:t>
      </w:r>
    </w:p>
    <w:p w14:paraId="2D275565" w14:textId="77777777" w:rsidR="00C4206E" w:rsidRPr="00280A52" w:rsidRDefault="00C4206E" w:rsidP="00107BC5">
      <w:pPr>
        <w:pStyle w:val="CMD"/>
      </w:pPr>
      <w:r>
        <w:t>R3</w:t>
      </w:r>
      <w:r w:rsidRPr="00280A52">
        <w:t xml:space="preserve">(config-pmap-c)# </w:t>
      </w:r>
      <w:r w:rsidRPr="00107BC5">
        <w:rPr>
          <w:b/>
          <w:bCs/>
        </w:rPr>
        <w:t>inspect</w:t>
      </w:r>
    </w:p>
    <w:p w14:paraId="5903BD3C" w14:textId="77777777" w:rsidR="00C4206E" w:rsidRPr="00280A52" w:rsidRDefault="00C4206E" w:rsidP="00107BC5">
      <w:pPr>
        <w:pStyle w:val="CMD"/>
      </w:pPr>
      <w:r>
        <w:t>R3(config</w:t>
      </w:r>
      <w:r w:rsidRPr="00280A52">
        <w:t xml:space="preserve">)# </w:t>
      </w:r>
      <w:r w:rsidRPr="00107BC5">
        <w:rPr>
          <w:b/>
          <w:bCs/>
        </w:rPr>
        <w:t>policy-map type inspect CONFROOM_TO_INTERNET</w:t>
      </w:r>
    </w:p>
    <w:p w14:paraId="7F7F93D0" w14:textId="77777777" w:rsidR="00C4206E" w:rsidRDefault="00C4206E" w:rsidP="00107BC5">
      <w:pPr>
        <w:pStyle w:val="CMD"/>
      </w:pPr>
      <w:r>
        <w:t>R3</w:t>
      </w:r>
      <w:r w:rsidRPr="00280A52">
        <w:t>(config-</w:t>
      </w:r>
      <w:r w:rsidRPr="00F8557A">
        <w:rPr>
          <w:noProof/>
        </w:rPr>
        <w:t>pmap</w:t>
      </w:r>
      <w:r w:rsidRPr="00280A52">
        <w:t xml:space="preserve">)# </w:t>
      </w:r>
      <w:r w:rsidRPr="00107BC5">
        <w:rPr>
          <w:b/>
          <w:bCs/>
        </w:rPr>
        <w:t xml:space="preserve">class type inspect </w:t>
      </w:r>
      <w:r w:rsidRPr="00107BC5">
        <w:rPr>
          <w:b/>
          <w:bCs/>
          <w:szCs w:val="20"/>
        </w:rPr>
        <w:t>CONFROOM_PROTOCOLS</w:t>
      </w:r>
    </w:p>
    <w:p w14:paraId="5C569DC7" w14:textId="77777777" w:rsidR="00C4206E" w:rsidRPr="00425E24" w:rsidRDefault="00C4206E" w:rsidP="00107BC5">
      <w:pPr>
        <w:pStyle w:val="CMD"/>
      </w:pPr>
      <w:r w:rsidRPr="00425E24">
        <w:rPr>
          <w:rFonts w:cs="Courier New"/>
        </w:rPr>
        <w:t xml:space="preserve">R3(config-pmap-c)# </w:t>
      </w:r>
      <w:r w:rsidRPr="00107BC5">
        <w:rPr>
          <w:rFonts w:cs="Courier New"/>
          <w:b/>
          <w:bCs/>
        </w:rPr>
        <w:t>inspect</w:t>
      </w:r>
    </w:p>
    <w:p w14:paraId="66D90A6E" w14:textId="77777777" w:rsidR="00C4206E" w:rsidRPr="00A45635" w:rsidRDefault="00C4206E" w:rsidP="00107BC5">
      <w:pPr>
        <w:pStyle w:val="Heading3"/>
        <w:rPr>
          <w:noProof/>
        </w:rPr>
      </w:pPr>
      <w:r>
        <w:t xml:space="preserve">Create the </w:t>
      </w:r>
      <w:r w:rsidRPr="00A45635">
        <w:rPr>
          <w:noProof/>
        </w:rPr>
        <w:t>Zone Pairs</w:t>
      </w:r>
    </w:p>
    <w:p w14:paraId="2F721B05" w14:textId="77777777" w:rsidR="00C4206E" w:rsidRDefault="00C4206E" w:rsidP="00E503EB">
      <w:pPr>
        <w:pStyle w:val="BodyTextL25"/>
      </w:pPr>
      <w:r w:rsidRPr="00A45635">
        <w:rPr>
          <w:noProof/>
        </w:rPr>
        <w:t>A zone pair allows you to specify a unidirectional firewall policy between two security zones.</w:t>
      </w:r>
      <w:r>
        <w:t xml:space="preserve"> </w:t>
      </w:r>
    </w:p>
    <w:p w14:paraId="47835F5D" w14:textId="77777777" w:rsidR="00C4206E" w:rsidRDefault="00C4206E" w:rsidP="00E503EB">
      <w:pPr>
        <w:pStyle w:val="BodyTextL25"/>
      </w:pPr>
      <w:r>
        <w:t xml:space="preserve">For example, a commonly used security </w:t>
      </w:r>
      <w:r w:rsidRPr="00191573">
        <w:t xml:space="preserve">policy </w:t>
      </w:r>
      <w:r>
        <w:t>dictates</w:t>
      </w:r>
      <w:r w:rsidRPr="00191573">
        <w:t xml:space="preserve"> </w:t>
      </w:r>
      <w:r>
        <w:t xml:space="preserve">that </w:t>
      </w:r>
      <w:r w:rsidRPr="00191573">
        <w:t>the internal network can initiate any traffic to</w:t>
      </w:r>
      <w:r>
        <w:t>wards</w:t>
      </w:r>
      <w:r w:rsidRPr="00191573">
        <w:t xml:space="preserve"> the Internet but no traffic </w:t>
      </w:r>
      <w:r>
        <w:t>originating from the Internet should be allowed to reach the internal network.</w:t>
      </w:r>
    </w:p>
    <w:p w14:paraId="15EE56BE" w14:textId="77777777" w:rsidR="00C4206E" w:rsidRDefault="00C4206E" w:rsidP="00E503EB">
      <w:pPr>
        <w:pStyle w:val="BodyTextL25"/>
      </w:pPr>
      <w:r w:rsidRPr="00191573">
        <w:t xml:space="preserve">This </w:t>
      </w:r>
      <w:r>
        <w:t xml:space="preserve">traffic </w:t>
      </w:r>
      <w:r w:rsidRPr="00191573">
        <w:t xml:space="preserve">policy requires only </w:t>
      </w:r>
      <w:r>
        <w:t xml:space="preserve">one zone pair, </w:t>
      </w:r>
      <w:r w:rsidRPr="00226C76">
        <w:rPr>
          <w:b/>
        </w:rPr>
        <w:t xml:space="preserve">INTERNAL </w:t>
      </w:r>
      <w:r>
        <w:rPr>
          <w:b/>
        </w:rPr>
        <w:t>to</w:t>
      </w:r>
      <w:r w:rsidRPr="00226C76">
        <w:rPr>
          <w:b/>
        </w:rPr>
        <w:t xml:space="preserve"> INTERNET</w:t>
      </w:r>
      <w:r w:rsidRPr="00191573">
        <w:t xml:space="preserve">. </w:t>
      </w:r>
      <w:r>
        <w:t xml:space="preserve">Because zone-pairs define unidirectional traffic flow, </w:t>
      </w:r>
      <w:r w:rsidRPr="00A45635">
        <w:rPr>
          <w:noProof/>
        </w:rPr>
        <w:t>another zone-pair must be created if Internet</w:t>
      </w:r>
      <w:r>
        <w:rPr>
          <w:noProof/>
        </w:rPr>
        <w:t>-</w:t>
      </w:r>
      <w:r w:rsidRPr="00A45635">
        <w:rPr>
          <w:noProof/>
        </w:rPr>
        <w:t xml:space="preserve">initiated traffic must flow in the </w:t>
      </w:r>
      <w:r w:rsidRPr="00A45635">
        <w:rPr>
          <w:b/>
          <w:noProof/>
        </w:rPr>
        <w:t xml:space="preserve">INTERNET </w:t>
      </w:r>
      <w:r>
        <w:rPr>
          <w:b/>
          <w:noProof/>
        </w:rPr>
        <w:t>to</w:t>
      </w:r>
      <w:r w:rsidRPr="00A45635">
        <w:rPr>
          <w:b/>
          <w:noProof/>
        </w:rPr>
        <w:t xml:space="preserve"> INTERNAL</w:t>
      </w:r>
      <w:r w:rsidRPr="00A45635">
        <w:rPr>
          <w:noProof/>
        </w:rPr>
        <w:t xml:space="preserve"> direction.</w:t>
      </w:r>
    </w:p>
    <w:p w14:paraId="73827656" w14:textId="77777777" w:rsidR="00C4206E" w:rsidRDefault="00C4206E" w:rsidP="00E503EB">
      <w:pPr>
        <w:pStyle w:val="BodyTextL25"/>
      </w:pPr>
      <w:r>
        <w:t xml:space="preserve">Notice that Cisco ZPF can be configured to inspect traffic that moves in the </w:t>
      </w:r>
      <w:r w:rsidRPr="00F8557A">
        <w:rPr>
          <w:noProof/>
        </w:rPr>
        <w:t>direction</w:t>
      </w:r>
      <w:r>
        <w:t xml:space="preserve"> defined by the zone pair. In that situation, the firewall </w:t>
      </w:r>
      <w:r>
        <w:rPr>
          <w:i/>
        </w:rPr>
        <w:t>watches</w:t>
      </w:r>
      <w:r>
        <w:t xml:space="preserve"> the traffic and dynamically creates rules allowing the return or related traffic to flow back through the router.</w:t>
      </w:r>
    </w:p>
    <w:p w14:paraId="54D00619" w14:textId="77777777" w:rsidR="00C4206E" w:rsidRDefault="00C4206E" w:rsidP="00E503EB">
      <w:pPr>
        <w:pStyle w:val="BodyTextL25"/>
      </w:pPr>
      <w:r w:rsidRPr="00A45635">
        <w:rPr>
          <w:noProof/>
        </w:rPr>
        <w:t xml:space="preserve">To define a zone pair, use the </w:t>
      </w:r>
      <w:r w:rsidRPr="00A45635">
        <w:rPr>
          <w:rFonts w:cs="Arial"/>
          <w:b/>
          <w:noProof/>
        </w:rPr>
        <w:t>zone-pair security</w:t>
      </w:r>
      <w:r w:rsidRPr="00A45635">
        <w:rPr>
          <w:rFonts w:cs="Arial"/>
          <w:noProof/>
        </w:rPr>
        <w:t xml:space="preserve"> </w:t>
      </w:r>
      <w:r w:rsidRPr="00A45635">
        <w:rPr>
          <w:noProof/>
        </w:rPr>
        <w:t>command. The direction of the traffic is specified by</w:t>
      </w:r>
      <w:r w:rsidRPr="00191573">
        <w:t xml:space="preserve"> </w:t>
      </w:r>
      <w:r>
        <w:t xml:space="preserve">the </w:t>
      </w:r>
      <w:r w:rsidRPr="00191573">
        <w:t>source and destination zones.</w:t>
      </w:r>
    </w:p>
    <w:p w14:paraId="4B86D036" w14:textId="77777777" w:rsidR="00C4206E" w:rsidRDefault="00C4206E" w:rsidP="00E503EB">
      <w:pPr>
        <w:pStyle w:val="BodyTextL25"/>
      </w:pPr>
      <w:r>
        <w:t xml:space="preserve">For this lab, you will </w:t>
      </w:r>
      <w:r w:rsidRPr="00191573">
        <w:t xml:space="preserve">create </w:t>
      </w:r>
      <w:r w:rsidRPr="00F8557A">
        <w:rPr>
          <w:noProof/>
        </w:rPr>
        <w:t>t</w:t>
      </w:r>
      <w:r>
        <w:rPr>
          <w:noProof/>
        </w:rPr>
        <w:t>wo</w:t>
      </w:r>
      <w:r w:rsidRPr="00F8557A">
        <w:rPr>
          <w:noProof/>
        </w:rPr>
        <w:t xml:space="preserve"> zone</w:t>
      </w:r>
      <w:r>
        <w:t>-pairs</w:t>
      </w:r>
      <w:r w:rsidRPr="00191573">
        <w:t>:</w:t>
      </w:r>
    </w:p>
    <w:p w14:paraId="0DEE8D60" w14:textId="77777777" w:rsidR="00C4206E" w:rsidRPr="00191573" w:rsidRDefault="00C4206E" w:rsidP="00C4206E">
      <w:pPr>
        <w:ind w:left="720"/>
        <w:jc w:val="both"/>
        <w:rPr>
          <w:sz w:val="20"/>
          <w:szCs w:val="20"/>
        </w:rPr>
      </w:pPr>
      <w:r>
        <w:rPr>
          <w:rFonts w:ascii="Courier New" w:hAnsi="Courier New" w:cs="Courier New"/>
          <w:b/>
        </w:rPr>
        <w:t>INSIDE_TO_INTERNET</w:t>
      </w:r>
      <w:r w:rsidRPr="00456225">
        <w:rPr>
          <w:b/>
          <w:sz w:val="20"/>
          <w:szCs w:val="20"/>
        </w:rPr>
        <w:t>:</w:t>
      </w:r>
      <w:r w:rsidRPr="00191573">
        <w:rPr>
          <w:sz w:val="20"/>
          <w:szCs w:val="20"/>
        </w:rPr>
        <w:t xml:space="preserve"> Allows </w:t>
      </w:r>
      <w:r>
        <w:rPr>
          <w:sz w:val="20"/>
          <w:szCs w:val="20"/>
        </w:rPr>
        <w:t>traffic</w:t>
      </w:r>
      <w:r w:rsidRPr="00191573">
        <w:rPr>
          <w:sz w:val="20"/>
          <w:szCs w:val="20"/>
        </w:rPr>
        <w:t xml:space="preserve"> </w:t>
      </w:r>
      <w:r>
        <w:rPr>
          <w:sz w:val="20"/>
          <w:szCs w:val="20"/>
        </w:rPr>
        <w:t xml:space="preserve">leaving </w:t>
      </w:r>
      <w:r w:rsidRPr="00191573">
        <w:rPr>
          <w:sz w:val="20"/>
          <w:szCs w:val="20"/>
        </w:rPr>
        <w:t>the internal network</w:t>
      </w:r>
      <w:r>
        <w:rPr>
          <w:sz w:val="20"/>
          <w:szCs w:val="20"/>
        </w:rPr>
        <w:t xml:space="preserve"> towards the Internet.</w:t>
      </w:r>
    </w:p>
    <w:p w14:paraId="13B2429E" w14:textId="77777777" w:rsidR="00C4206E" w:rsidRPr="00191573" w:rsidRDefault="00C4206E" w:rsidP="00C4206E">
      <w:pPr>
        <w:ind w:left="720"/>
        <w:jc w:val="both"/>
        <w:rPr>
          <w:sz w:val="20"/>
          <w:szCs w:val="20"/>
        </w:rPr>
      </w:pPr>
      <w:r>
        <w:rPr>
          <w:rFonts w:ascii="Courier New" w:hAnsi="Courier New" w:cs="Courier New"/>
          <w:b/>
        </w:rPr>
        <w:t>CONFROOM_TO_INTERNET</w:t>
      </w:r>
      <w:r w:rsidRPr="00456225">
        <w:rPr>
          <w:b/>
          <w:sz w:val="20"/>
          <w:szCs w:val="20"/>
        </w:rPr>
        <w:t>:</w:t>
      </w:r>
      <w:r w:rsidRPr="00191573">
        <w:rPr>
          <w:sz w:val="20"/>
          <w:szCs w:val="20"/>
        </w:rPr>
        <w:t xml:space="preserve"> Allows Internet access from the </w:t>
      </w:r>
      <w:r>
        <w:rPr>
          <w:sz w:val="20"/>
          <w:szCs w:val="20"/>
        </w:rPr>
        <w:t>ConfRoom</w:t>
      </w:r>
      <w:r w:rsidRPr="00191573">
        <w:rPr>
          <w:sz w:val="20"/>
          <w:szCs w:val="20"/>
        </w:rPr>
        <w:t xml:space="preserve"> network</w:t>
      </w:r>
      <w:r>
        <w:rPr>
          <w:sz w:val="20"/>
          <w:szCs w:val="20"/>
        </w:rPr>
        <w:t>.</w:t>
      </w:r>
    </w:p>
    <w:p w14:paraId="38B2575A" w14:textId="77777777" w:rsidR="00C4206E" w:rsidRDefault="00C4206E" w:rsidP="00E503EB">
      <w:pPr>
        <w:pStyle w:val="SubStepAlpha"/>
      </w:pPr>
      <w:r>
        <w:t>Creating the zone-pairs:</w:t>
      </w:r>
    </w:p>
    <w:p w14:paraId="2CCDFB20" w14:textId="77777777" w:rsidR="00C4206E" w:rsidRPr="00191573" w:rsidRDefault="00C4206E" w:rsidP="00E503EB">
      <w:pPr>
        <w:pStyle w:val="CMD"/>
      </w:pPr>
      <w:r w:rsidRPr="00191573">
        <w:t xml:space="preserve">R3(config)# </w:t>
      </w:r>
      <w:r w:rsidRPr="00E503EB">
        <w:rPr>
          <w:b/>
          <w:bCs/>
        </w:rPr>
        <w:t>zone-pair security INSIDE_TO_INTERNET source INSIDE destination INTERNET</w:t>
      </w:r>
    </w:p>
    <w:p w14:paraId="7527D5E2" w14:textId="77777777" w:rsidR="00C4206E" w:rsidRPr="00310A76" w:rsidRDefault="00C4206E" w:rsidP="00E503EB">
      <w:pPr>
        <w:pStyle w:val="CMD"/>
      </w:pPr>
      <w:r w:rsidRPr="00191573">
        <w:t xml:space="preserve">R3(config)# </w:t>
      </w:r>
      <w:r w:rsidRPr="00E503EB">
        <w:rPr>
          <w:b/>
          <w:bCs/>
        </w:rPr>
        <w:t>zone-pair security CONFROOM_TO_INTERNET source CONFROOM destination INTERNET</w:t>
      </w:r>
    </w:p>
    <w:p w14:paraId="40F9154E" w14:textId="77777777" w:rsidR="00C4206E" w:rsidRPr="00BC3320" w:rsidRDefault="00C4206E" w:rsidP="00E503EB">
      <w:pPr>
        <w:pStyle w:val="SubStepAlpha"/>
      </w:pPr>
      <w:r w:rsidRPr="00BC3320">
        <w:t>Verify the zone-pairs were correctly created by issuing</w:t>
      </w:r>
      <w:r>
        <w:t xml:space="preserve"> the </w:t>
      </w:r>
      <w:r w:rsidRPr="00543ABC">
        <w:rPr>
          <w:b/>
        </w:rPr>
        <w:t>show zone-pair security</w:t>
      </w:r>
      <w:r>
        <w:t xml:space="preserve"> command. Notice that no </w:t>
      </w:r>
      <w:r w:rsidRPr="00F8557A">
        <w:rPr>
          <w:noProof/>
        </w:rPr>
        <w:t>polic</w:t>
      </w:r>
      <w:r>
        <w:rPr>
          <w:noProof/>
        </w:rPr>
        <w:t>i</w:t>
      </w:r>
      <w:r w:rsidRPr="00F8557A">
        <w:rPr>
          <w:noProof/>
        </w:rPr>
        <w:t>es</w:t>
      </w:r>
      <w:r>
        <w:t xml:space="preserve"> are associated with the zone-pairs yet. The security policies will </w:t>
      </w:r>
      <w:r w:rsidRPr="00F8557A">
        <w:rPr>
          <w:noProof/>
        </w:rPr>
        <w:t>be applied</w:t>
      </w:r>
      <w:r>
        <w:t xml:space="preserve"> to zone-pairs in the next step.</w:t>
      </w:r>
    </w:p>
    <w:p w14:paraId="2EB32DA6" w14:textId="77777777" w:rsidR="00C4206E" w:rsidRPr="00BC3320" w:rsidRDefault="00C4206E" w:rsidP="00E503EB">
      <w:pPr>
        <w:pStyle w:val="CMD"/>
      </w:pPr>
      <w:r w:rsidRPr="00BC3320">
        <w:t>R3#</w:t>
      </w:r>
      <w:r>
        <w:t xml:space="preserve"> </w:t>
      </w:r>
      <w:r w:rsidRPr="00E503EB">
        <w:rPr>
          <w:b/>
          <w:bCs/>
        </w:rPr>
        <w:t>show zone-pair security</w:t>
      </w:r>
    </w:p>
    <w:p w14:paraId="2AEB0AC1" w14:textId="77777777" w:rsidR="00C4206E" w:rsidRPr="00BC3320" w:rsidRDefault="00C4206E" w:rsidP="00E503EB">
      <w:pPr>
        <w:pStyle w:val="CMDOutput"/>
      </w:pPr>
      <w:r w:rsidRPr="00BC3320">
        <w:t xml:space="preserve">Zone-pair name </w:t>
      </w:r>
      <w:r>
        <w:t>INSIDE_TO_INTERNET</w:t>
      </w:r>
    </w:p>
    <w:p w14:paraId="1608529A" w14:textId="77777777" w:rsidR="00C4206E" w:rsidRPr="00906729" w:rsidRDefault="00C4206E" w:rsidP="00E503EB">
      <w:pPr>
        <w:pStyle w:val="CMDOutput"/>
        <w:rPr>
          <w:lang w:val="it-IT"/>
        </w:rPr>
      </w:pPr>
      <w:r w:rsidRPr="00BC3320">
        <w:t xml:space="preserve">    </w:t>
      </w:r>
      <w:r w:rsidRPr="00906729">
        <w:rPr>
          <w:lang w:val="it-IT"/>
        </w:rPr>
        <w:t>Source-Zone</w:t>
      </w:r>
      <w:r>
        <w:rPr>
          <w:lang w:val="it-IT"/>
        </w:rPr>
        <w:t xml:space="preserve"> INSIDE</w:t>
      </w:r>
      <w:r w:rsidRPr="00906729">
        <w:rPr>
          <w:lang w:val="it-IT"/>
        </w:rPr>
        <w:t xml:space="preserve">  Destination-Zone </w:t>
      </w:r>
      <w:r>
        <w:rPr>
          <w:lang w:val="it-IT"/>
        </w:rPr>
        <w:t>INTERNET</w:t>
      </w:r>
    </w:p>
    <w:p w14:paraId="5855922B" w14:textId="77777777" w:rsidR="00C4206E" w:rsidRPr="00BC3320" w:rsidRDefault="00C4206E" w:rsidP="00E503EB">
      <w:pPr>
        <w:pStyle w:val="CMDOutput"/>
      </w:pPr>
      <w:r w:rsidRPr="00906729">
        <w:rPr>
          <w:lang w:val="it-IT"/>
        </w:rPr>
        <w:t xml:space="preserve">    </w:t>
      </w:r>
      <w:r w:rsidRPr="00BC3320">
        <w:t>service-policy not configured</w:t>
      </w:r>
    </w:p>
    <w:p w14:paraId="65D56C9C" w14:textId="77777777" w:rsidR="00C4206E" w:rsidRPr="00BC3320" w:rsidRDefault="00C4206E" w:rsidP="00E503EB">
      <w:pPr>
        <w:pStyle w:val="CMDOutput"/>
      </w:pPr>
      <w:r w:rsidRPr="00BC3320">
        <w:t xml:space="preserve">Zone-pair name </w:t>
      </w:r>
      <w:r>
        <w:t>CONFROOM_TO_INTERNET</w:t>
      </w:r>
    </w:p>
    <w:p w14:paraId="47B49994" w14:textId="77777777" w:rsidR="00C4206E" w:rsidRPr="00BC3320" w:rsidRDefault="00C4206E" w:rsidP="00E503EB">
      <w:pPr>
        <w:pStyle w:val="CMDOutput"/>
      </w:pPr>
      <w:r w:rsidRPr="00BC3320">
        <w:t xml:space="preserve">    Source-Zone</w:t>
      </w:r>
      <w:r>
        <w:t xml:space="preserve"> CONFROOM  Destination-Zone INTERNET</w:t>
      </w:r>
    </w:p>
    <w:p w14:paraId="767494BC" w14:textId="77777777" w:rsidR="00C4206E" w:rsidRPr="00425E24" w:rsidRDefault="00C4206E" w:rsidP="00E503EB">
      <w:pPr>
        <w:pStyle w:val="CMDOutput"/>
      </w:pPr>
      <w:r w:rsidRPr="00BC3320">
        <w:t xml:space="preserve">    service-policy not configured</w:t>
      </w:r>
    </w:p>
    <w:p w14:paraId="717AE58F" w14:textId="77777777" w:rsidR="00C4206E" w:rsidRPr="004E70E1" w:rsidRDefault="00C4206E" w:rsidP="00107BC5">
      <w:pPr>
        <w:pStyle w:val="Heading3"/>
      </w:pPr>
      <w:r w:rsidRPr="004E70E1">
        <w:t>Applying Security Policies</w:t>
      </w:r>
    </w:p>
    <w:p w14:paraId="12C58322" w14:textId="77777777" w:rsidR="00C4206E" w:rsidRDefault="00C4206E" w:rsidP="00E503EB">
      <w:pPr>
        <w:pStyle w:val="SubStepAlpha"/>
      </w:pPr>
      <w:r>
        <w:t>As the last configuration step, apply the policy-maps to the zone-pairs:</w:t>
      </w:r>
    </w:p>
    <w:p w14:paraId="3E445D48" w14:textId="77777777" w:rsidR="00C4206E" w:rsidRPr="004E70E1" w:rsidRDefault="00C4206E" w:rsidP="00E503EB">
      <w:pPr>
        <w:pStyle w:val="CMD"/>
      </w:pPr>
      <w:r w:rsidRPr="004E70E1">
        <w:t>R3(c</w:t>
      </w:r>
      <w:r w:rsidRPr="00E503EB">
        <w:t>on</w:t>
      </w:r>
      <w:r w:rsidRPr="004E70E1">
        <w:t xml:space="preserve">fig)# </w:t>
      </w:r>
      <w:r w:rsidRPr="00E503EB">
        <w:rPr>
          <w:b/>
          <w:bCs/>
        </w:rPr>
        <w:t>zone-pair security INSIDE_TO_INTERNET</w:t>
      </w:r>
    </w:p>
    <w:p w14:paraId="5FBB7A42" w14:textId="77777777" w:rsidR="00C4206E" w:rsidRPr="004E70E1" w:rsidRDefault="00C4206E" w:rsidP="00E503EB">
      <w:pPr>
        <w:pStyle w:val="CMD"/>
      </w:pPr>
      <w:r w:rsidRPr="004E70E1">
        <w:t xml:space="preserve">R3(config-sec-zone-pair)# </w:t>
      </w:r>
      <w:r w:rsidRPr="00E503EB">
        <w:rPr>
          <w:b/>
          <w:bCs/>
        </w:rPr>
        <w:t>service-policy type inspect INSIDE_TO_INTERNET</w:t>
      </w:r>
    </w:p>
    <w:p w14:paraId="364E0D6B" w14:textId="77777777" w:rsidR="00C4206E" w:rsidRPr="004E70E1" w:rsidRDefault="00C4206E" w:rsidP="00E503EB">
      <w:pPr>
        <w:pStyle w:val="CMD"/>
      </w:pPr>
      <w:r w:rsidRPr="004E70E1">
        <w:t xml:space="preserve">R3(config)# </w:t>
      </w:r>
      <w:r w:rsidRPr="00E503EB">
        <w:rPr>
          <w:b/>
          <w:bCs/>
        </w:rPr>
        <w:t>zone-pair security CONFROOM_TO_INTERNET</w:t>
      </w:r>
    </w:p>
    <w:p w14:paraId="6B659ABC" w14:textId="77777777" w:rsidR="00C4206E" w:rsidRPr="004E70E1" w:rsidRDefault="00C4206E" w:rsidP="00E503EB">
      <w:pPr>
        <w:pStyle w:val="CMD"/>
      </w:pPr>
      <w:r w:rsidRPr="004E70E1">
        <w:t xml:space="preserve">R3(config-sec-zone-pair)# </w:t>
      </w:r>
      <w:r w:rsidRPr="00E503EB">
        <w:rPr>
          <w:b/>
          <w:bCs/>
        </w:rPr>
        <w:t>service-policy type inspect CONFROOM_TO_INTERNET</w:t>
      </w:r>
    </w:p>
    <w:p w14:paraId="4DC7CC45" w14:textId="77777777" w:rsidR="00C4206E" w:rsidRDefault="00C4206E" w:rsidP="00E503EB">
      <w:pPr>
        <w:pStyle w:val="SubStepAlpha"/>
      </w:pPr>
      <w:r>
        <w:t xml:space="preserve">Issue the </w:t>
      </w:r>
      <w:r w:rsidRPr="00384AEC">
        <w:rPr>
          <w:b/>
        </w:rPr>
        <w:t>show</w:t>
      </w:r>
      <w:r>
        <w:t xml:space="preserve"> </w:t>
      </w:r>
      <w:r w:rsidRPr="00543ABC">
        <w:rPr>
          <w:rFonts w:cs="Arial"/>
          <w:b/>
        </w:rPr>
        <w:t>zone-pair security</w:t>
      </w:r>
      <w:r w:rsidRPr="00543ABC">
        <w:rPr>
          <w:rFonts w:cs="Arial"/>
        </w:rPr>
        <w:t xml:space="preserve"> </w:t>
      </w:r>
      <w:r>
        <w:t xml:space="preserve">command once again to verify the zone-pair configuration. Notice that the service-polices </w:t>
      </w:r>
      <w:r w:rsidRPr="00F8557A">
        <w:rPr>
          <w:noProof/>
        </w:rPr>
        <w:t>are now displayed</w:t>
      </w:r>
      <w:r>
        <w:t>:</w:t>
      </w:r>
    </w:p>
    <w:p w14:paraId="04F44365" w14:textId="3121F12B" w:rsidR="00C4206E" w:rsidRPr="004E70E1" w:rsidRDefault="00C4206E" w:rsidP="00E503EB">
      <w:pPr>
        <w:pStyle w:val="CMD"/>
      </w:pPr>
      <w:r w:rsidRPr="004E70E1">
        <w:t>R3#</w:t>
      </w:r>
      <w:r w:rsidR="00E503EB">
        <w:t xml:space="preserve"> </w:t>
      </w:r>
      <w:r w:rsidRPr="00E503EB">
        <w:rPr>
          <w:b/>
          <w:bCs/>
        </w:rPr>
        <w:t>show zone-pair security</w:t>
      </w:r>
    </w:p>
    <w:p w14:paraId="29CA2261" w14:textId="77777777" w:rsidR="00C4206E" w:rsidRPr="004E70E1" w:rsidRDefault="00C4206E" w:rsidP="00E503EB">
      <w:pPr>
        <w:pStyle w:val="CMDOutput"/>
      </w:pPr>
      <w:r w:rsidRPr="004E70E1">
        <w:t xml:space="preserve">Zone-pair name </w:t>
      </w:r>
      <w:r>
        <w:t>INSIDE_TO_INTERNET</w:t>
      </w:r>
    </w:p>
    <w:p w14:paraId="4A95AEEA" w14:textId="77777777" w:rsidR="00C4206E" w:rsidRPr="00906729" w:rsidRDefault="00C4206E" w:rsidP="00E503EB">
      <w:pPr>
        <w:pStyle w:val="CMDOutput"/>
        <w:rPr>
          <w:lang w:val="it-IT"/>
        </w:rPr>
      </w:pPr>
      <w:r w:rsidRPr="004E70E1">
        <w:t xml:space="preserve">    </w:t>
      </w:r>
      <w:r w:rsidRPr="00906729">
        <w:rPr>
          <w:lang w:val="it-IT"/>
        </w:rPr>
        <w:t>Source-Zone</w:t>
      </w:r>
      <w:r>
        <w:rPr>
          <w:lang w:val="it-IT"/>
        </w:rPr>
        <w:t xml:space="preserve"> INSIDE</w:t>
      </w:r>
      <w:r w:rsidRPr="00906729">
        <w:rPr>
          <w:lang w:val="it-IT"/>
        </w:rPr>
        <w:t xml:space="preserve">  Destination-Zone </w:t>
      </w:r>
      <w:r>
        <w:rPr>
          <w:lang w:val="it-IT"/>
        </w:rPr>
        <w:t>INTERNET</w:t>
      </w:r>
      <w:r w:rsidRPr="00906729">
        <w:rPr>
          <w:lang w:val="it-IT"/>
        </w:rPr>
        <w:t xml:space="preserve"> </w:t>
      </w:r>
    </w:p>
    <w:p w14:paraId="6B643261" w14:textId="77777777" w:rsidR="00C4206E" w:rsidRPr="004E70E1" w:rsidRDefault="00C4206E" w:rsidP="00E503EB">
      <w:pPr>
        <w:pStyle w:val="CMDOutput"/>
      </w:pPr>
      <w:r w:rsidRPr="00906729">
        <w:rPr>
          <w:lang w:val="it-IT"/>
        </w:rPr>
        <w:t xml:space="preserve">    </w:t>
      </w:r>
      <w:r w:rsidRPr="004E70E1">
        <w:t xml:space="preserve">service-policy </w:t>
      </w:r>
      <w:r>
        <w:t>INSIDE_TO_INTERNET</w:t>
      </w:r>
    </w:p>
    <w:p w14:paraId="7DED983D" w14:textId="77777777" w:rsidR="00C4206E" w:rsidRPr="004E70E1" w:rsidRDefault="00C4206E" w:rsidP="00E503EB">
      <w:pPr>
        <w:pStyle w:val="CMDOutput"/>
      </w:pPr>
      <w:r w:rsidRPr="004E70E1">
        <w:t xml:space="preserve">Zone-pair name </w:t>
      </w:r>
      <w:r>
        <w:t>CONFROOM_TO_INTERNET</w:t>
      </w:r>
    </w:p>
    <w:p w14:paraId="1EF656AC" w14:textId="77777777" w:rsidR="00C4206E" w:rsidRPr="004E70E1" w:rsidRDefault="00C4206E" w:rsidP="00E503EB">
      <w:pPr>
        <w:pStyle w:val="CMDOutput"/>
      </w:pPr>
      <w:r w:rsidRPr="004E70E1">
        <w:t xml:space="preserve">    Source-Zone </w:t>
      </w:r>
      <w:r>
        <w:t>CONFROOM</w:t>
      </w:r>
      <w:r w:rsidRPr="004E70E1">
        <w:t xml:space="preserve">  Destination-Zone </w:t>
      </w:r>
      <w:r>
        <w:t>INTERNET</w:t>
      </w:r>
      <w:r w:rsidRPr="004E70E1">
        <w:t xml:space="preserve"> </w:t>
      </w:r>
    </w:p>
    <w:p w14:paraId="6B67B75C" w14:textId="77777777" w:rsidR="00C4206E" w:rsidRPr="004E70E1" w:rsidRDefault="00C4206E" w:rsidP="00E503EB">
      <w:pPr>
        <w:pStyle w:val="CMDOutput"/>
      </w:pPr>
      <w:r w:rsidRPr="004E70E1">
        <w:t xml:space="preserve">    service-policy </w:t>
      </w:r>
      <w:r>
        <w:t>CONFROOM_TO_INTERNET</w:t>
      </w:r>
    </w:p>
    <w:p w14:paraId="04F22B14" w14:textId="77777777" w:rsidR="00C4206E" w:rsidRPr="00E503EB" w:rsidRDefault="00C4206E" w:rsidP="00E503EB">
      <w:pPr>
        <w:pStyle w:val="SubStepAlpha"/>
      </w:pPr>
      <w:r>
        <w:t xml:space="preserve">To obtain more information about the zone-pairs, their policy-maps, the class-maps and match counters, use the </w:t>
      </w:r>
      <w:r w:rsidRPr="00543ABC">
        <w:rPr>
          <w:rFonts w:cs="Arial"/>
          <w:b/>
        </w:rPr>
        <w:t>show policy-map type inspect zone-pair</w:t>
      </w:r>
      <w:r>
        <w:t xml:space="preserve"> command:</w:t>
      </w:r>
    </w:p>
    <w:p w14:paraId="596B4C0C" w14:textId="2B448FC0" w:rsidR="00C4206E" w:rsidRPr="004E70E1" w:rsidRDefault="00C4206E" w:rsidP="00E503EB">
      <w:pPr>
        <w:pStyle w:val="CMD"/>
      </w:pPr>
      <w:r w:rsidRPr="004E70E1">
        <w:t>R3#</w:t>
      </w:r>
      <w:r w:rsidR="00E503EB">
        <w:t xml:space="preserve"> </w:t>
      </w:r>
      <w:r w:rsidRPr="00E503EB">
        <w:rPr>
          <w:b/>
          <w:bCs/>
        </w:rPr>
        <w:t xml:space="preserve">show policy-map type </w:t>
      </w:r>
      <w:r w:rsidRPr="00E503EB">
        <w:rPr>
          <w:b/>
          <w:bCs/>
          <w:noProof/>
        </w:rPr>
        <w:t>inspect</w:t>
      </w:r>
      <w:r w:rsidRPr="00E503EB">
        <w:rPr>
          <w:b/>
          <w:bCs/>
        </w:rPr>
        <w:t xml:space="preserve"> zone-pair</w:t>
      </w:r>
    </w:p>
    <w:p w14:paraId="7FC2454C" w14:textId="77777777" w:rsidR="00D854FF" w:rsidRPr="00D854FF" w:rsidRDefault="00D854FF" w:rsidP="00D854FF">
      <w:pPr>
        <w:pStyle w:val="CMD"/>
        <w:rPr>
          <w:sz w:val="18"/>
        </w:rPr>
      </w:pPr>
      <w:r w:rsidRPr="00D854FF">
        <w:rPr>
          <w:sz w:val="18"/>
        </w:rPr>
        <w:t xml:space="preserve">Zone-pair: CONFROOM_TO_INTERNET </w:t>
      </w:r>
    </w:p>
    <w:p w14:paraId="5AE97410" w14:textId="77777777" w:rsidR="00D854FF" w:rsidRPr="00D854FF" w:rsidRDefault="00D854FF" w:rsidP="00D854FF">
      <w:pPr>
        <w:pStyle w:val="CMD"/>
        <w:rPr>
          <w:sz w:val="18"/>
        </w:rPr>
      </w:pPr>
      <w:r w:rsidRPr="00D854FF">
        <w:rPr>
          <w:sz w:val="18"/>
        </w:rPr>
        <w:t xml:space="preserve">  Service-policy inspect : CONFROOM_TO_INTERNET</w:t>
      </w:r>
    </w:p>
    <w:p w14:paraId="4916629A" w14:textId="77777777" w:rsidR="00D854FF" w:rsidRPr="00D854FF" w:rsidRDefault="00D854FF" w:rsidP="00D854FF">
      <w:pPr>
        <w:pStyle w:val="CMD"/>
        <w:rPr>
          <w:sz w:val="18"/>
        </w:rPr>
      </w:pPr>
    </w:p>
    <w:p w14:paraId="7AD19126" w14:textId="77777777" w:rsidR="00D854FF" w:rsidRPr="00D854FF" w:rsidRDefault="00D854FF" w:rsidP="00D854FF">
      <w:pPr>
        <w:pStyle w:val="CMD"/>
        <w:rPr>
          <w:sz w:val="18"/>
        </w:rPr>
      </w:pPr>
      <w:r w:rsidRPr="00D854FF">
        <w:rPr>
          <w:sz w:val="18"/>
        </w:rPr>
        <w:t xml:space="preserve">    Class-map: CONFROOM_PROTOCOLS (match-any)  </w:t>
      </w:r>
    </w:p>
    <w:p w14:paraId="54BA4B86" w14:textId="77777777" w:rsidR="00D854FF" w:rsidRPr="00D854FF" w:rsidRDefault="00D854FF" w:rsidP="00D854FF">
      <w:pPr>
        <w:pStyle w:val="CMD"/>
        <w:rPr>
          <w:sz w:val="18"/>
        </w:rPr>
      </w:pPr>
      <w:r w:rsidRPr="00D854FF">
        <w:rPr>
          <w:sz w:val="18"/>
        </w:rPr>
        <w:t xml:space="preserve">      Match: protocol http</w:t>
      </w:r>
    </w:p>
    <w:p w14:paraId="09F0431A" w14:textId="77777777" w:rsidR="00D854FF" w:rsidRPr="00D854FF" w:rsidRDefault="00D854FF" w:rsidP="00D854FF">
      <w:pPr>
        <w:pStyle w:val="CMD"/>
        <w:rPr>
          <w:sz w:val="18"/>
        </w:rPr>
      </w:pPr>
      <w:r w:rsidRPr="00D854FF">
        <w:rPr>
          <w:sz w:val="18"/>
        </w:rPr>
        <w:t xml:space="preserve">      Match: protocol https</w:t>
      </w:r>
    </w:p>
    <w:p w14:paraId="614AF3BE" w14:textId="77777777" w:rsidR="00D854FF" w:rsidRPr="00D854FF" w:rsidRDefault="00D854FF" w:rsidP="00D854FF">
      <w:pPr>
        <w:pStyle w:val="CMD"/>
        <w:rPr>
          <w:sz w:val="18"/>
        </w:rPr>
      </w:pPr>
      <w:r w:rsidRPr="00D854FF">
        <w:rPr>
          <w:sz w:val="18"/>
        </w:rPr>
        <w:t xml:space="preserve">      Match: protocol dns</w:t>
      </w:r>
    </w:p>
    <w:p w14:paraId="13759BD0" w14:textId="77777777" w:rsidR="00D854FF" w:rsidRPr="00D854FF" w:rsidRDefault="00D854FF" w:rsidP="00D854FF">
      <w:pPr>
        <w:pStyle w:val="CMD"/>
        <w:rPr>
          <w:sz w:val="18"/>
        </w:rPr>
      </w:pPr>
      <w:r w:rsidRPr="00D854FF">
        <w:rPr>
          <w:sz w:val="18"/>
        </w:rPr>
        <w:t xml:space="preserve">      Inspect</w:t>
      </w:r>
    </w:p>
    <w:p w14:paraId="21E74199" w14:textId="77777777" w:rsidR="00D854FF" w:rsidRPr="00D854FF" w:rsidRDefault="00D854FF" w:rsidP="00D854FF">
      <w:pPr>
        <w:pStyle w:val="CMD"/>
        <w:rPr>
          <w:sz w:val="18"/>
        </w:rPr>
      </w:pPr>
      <w:r w:rsidRPr="00D854FF">
        <w:rPr>
          <w:sz w:val="18"/>
        </w:rPr>
        <w:t xml:space="preserve">        Session creations since subsystem startup or last reset 0</w:t>
      </w:r>
    </w:p>
    <w:p w14:paraId="3FCC458D" w14:textId="77777777" w:rsidR="00D854FF" w:rsidRPr="00D854FF" w:rsidRDefault="00D854FF" w:rsidP="00D854FF">
      <w:pPr>
        <w:pStyle w:val="CMD"/>
        <w:rPr>
          <w:sz w:val="18"/>
        </w:rPr>
      </w:pPr>
      <w:r w:rsidRPr="00D854FF">
        <w:rPr>
          <w:sz w:val="18"/>
        </w:rPr>
        <w:t xml:space="preserve">        Current session counts (estab/half-open/terminating) [0:0:0]</w:t>
      </w:r>
    </w:p>
    <w:p w14:paraId="1A950A31" w14:textId="77777777" w:rsidR="00D854FF" w:rsidRPr="00D854FF" w:rsidRDefault="00D854FF" w:rsidP="00D854FF">
      <w:pPr>
        <w:pStyle w:val="CMD"/>
        <w:rPr>
          <w:sz w:val="18"/>
        </w:rPr>
      </w:pPr>
      <w:r w:rsidRPr="00D854FF">
        <w:rPr>
          <w:sz w:val="18"/>
        </w:rPr>
        <w:t xml:space="preserve">        Maxever session counts (estab/half-open/terminating) [0:0:0]</w:t>
      </w:r>
    </w:p>
    <w:p w14:paraId="62B4B6B7" w14:textId="77777777" w:rsidR="00D854FF" w:rsidRPr="00D854FF" w:rsidRDefault="00D854FF" w:rsidP="00D854FF">
      <w:pPr>
        <w:pStyle w:val="CMD"/>
        <w:rPr>
          <w:sz w:val="18"/>
        </w:rPr>
      </w:pPr>
      <w:r w:rsidRPr="00D854FF">
        <w:rPr>
          <w:sz w:val="18"/>
        </w:rPr>
        <w:t xml:space="preserve">        Last session created never</w:t>
      </w:r>
    </w:p>
    <w:p w14:paraId="49D27E2B" w14:textId="77777777" w:rsidR="00D854FF" w:rsidRPr="00D854FF" w:rsidRDefault="00D854FF" w:rsidP="00D854FF">
      <w:pPr>
        <w:pStyle w:val="CMD"/>
        <w:rPr>
          <w:sz w:val="18"/>
        </w:rPr>
      </w:pPr>
      <w:r w:rsidRPr="00D854FF">
        <w:rPr>
          <w:sz w:val="18"/>
        </w:rPr>
        <w:t xml:space="preserve">        Last statistic reset never</w:t>
      </w:r>
    </w:p>
    <w:p w14:paraId="2B3F22D8" w14:textId="77777777" w:rsidR="00D854FF" w:rsidRPr="00D854FF" w:rsidRDefault="00D854FF" w:rsidP="00D854FF">
      <w:pPr>
        <w:pStyle w:val="CMD"/>
        <w:rPr>
          <w:sz w:val="18"/>
        </w:rPr>
      </w:pPr>
      <w:r w:rsidRPr="00D854FF">
        <w:rPr>
          <w:sz w:val="18"/>
        </w:rPr>
        <w:t xml:space="preserve">        Last session creation rate 0</w:t>
      </w:r>
    </w:p>
    <w:p w14:paraId="30288F89" w14:textId="77777777" w:rsidR="00D854FF" w:rsidRPr="00D854FF" w:rsidRDefault="00D854FF" w:rsidP="00D854FF">
      <w:pPr>
        <w:pStyle w:val="CMD"/>
        <w:rPr>
          <w:sz w:val="18"/>
        </w:rPr>
      </w:pPr>
      <w:r w:rsidRPr="00D854FF">
        <w:rPr>
          <w:sz w:val="18"/>
        </w:rPr>
        <w:t xml:space="preserve">        Last half-open session total 0</w:t>
      </w:r>
    </w:p>
    <w:p w14:paraId="1F175729" w14:textId="77777777" w:rsidR="00D854FF" w:rsidRPr="00D854FF" w:rsidRDefault="00D854FF" w:rsidP="00D854FF">
      <w:pPr>
        <w:pStyle w:val="CMD"/>
        <w:rPr>
          <w:sz w:val="18"/>
        </w:rPr>
      </w:pPr>
    </w:p>
    <w:p w14:paraId="5D7771F2" w14:textId="77777777" w:rsidR="00D854FF" w:rsidRPr="00D854FF" w:rsidRDefault="00D854FF" w:rsidP="00D854FF">
      <w:pPr>
        <w:pStyle w:val="CMD"/>
        <w:rPr>
          <w:sz w:val="18"/>
        </w:rPr>
      </w:pPr>
      <w:r w:rsidRPr="00D854FF">
        <w:rPr>
          <w:sz w:val="18"/>
        </w:rPr>
        <w:t xml:space="preserve">    Class-map: class-default (match-any)  </w:t>
      </w:r>
    </w:p>
    <w:p w14:paraId="4A5B37A4" w14:textId="77777777" w:rsidR="00D854FF" w:rsidRPr="00D854FF" w:rsidRDefault="00D854FF" w:rsidP="00D854FF">
      <w:pPr>
        <w:pStyle w:val="CMD"/>
        <w:rPr>
          <w:sz w:val="18"/>
        </w:rPr>
      </w:pPr>
      <w:r w:rsidRPr="00D854FF">
        <w:rPr>
          <w:sz w:val="18"/>
        </w:rPr>
        <w:t xml:space="preserve">      Match: any </w:t>
      </w:r>
    </w:p>
    <w:p w14:paraId="2872698B" w14:textId="77777777" w:rsidR="00D854FF" w:rsidRPr="00D854FF" w:rsidRDefault="00D854FF" w:rsidP="00D854FF">
      <w:pPr>
        <w:pStyle w:val="CMD"/>
        <w:rPr>
          <w:sz w:val="18"/>
        </w:rPr>
      </w:pPr>
      <w:r w:rsidRPr="00D854FF">
        <w:rPr>
          <w:sz w:val="18"/>
        </w:rPr>
        <w:t xml:space="preserve">      Drop (default action)</w:t>
      </w:r>
    </w:p>
    <w:p w14:paraId="4847C09A" w14:textId="77777777" w:rsidR="00D854FF" w:rsidRPr="00D854FF" w:rsidRDefault="00D854FF" w:rsidP="00D854FF">
      <w:pPr>
        <w:pStyle w:val="CMD"/>
        <w:rPr>
          <w:sz w:val="18"/>
        </w:rPr>
      </w:pPr>
      <w:r w:rsidRPr="00D854FF">
        <w:rPr>
          <w:sz w:val="18"/>
        </w:rPr>
        <w:t xml:space="preserve">        0 packets, 0 bytes</w:t>
      </w:r>
    </w:p>
    <w:p w14:paraId="03B4BC40" w14:textId="77777777" w:rsidR="00D854FF" w:rsidRPr="00D854FF" w:rsidRDefault="00D854FF" w:rsidP="00D854FF">
      <w:pPr>
        <w:pStyle w:val="CMD"/>
        <w:rPr>
          <w:sz w:val="18"/>
        </w:rPr>
      </w:pPr>
      <w:r w:rsidRPr="00D854FF">
        <w:rPr>
          <w:sz w:val="18"/>
        </w:rPr>
        <w:t xml:space="preserve">  Zone-pair: INSIDE_TO_INTERNET </w:t>
      </w:r>
    </w:p>
    <w:p w14:paraId="47A690BB" w14:textId="77777777" w:rsidR="00D854FF" w:rsidRPr="00D854FF" w:rsidRDefault="00D854FF" w:rsidP="00D854FF">
      <w:pPr>
        <w:pStyle w:val="CMD"/>
        <w:rPr>
          <w:sz w:val="18"/>
        </w:rPr>
      </w:pPr>
      <w:r w:rsidRPr="00D854FF">
        <w:rPr>
          <w:sz w:val="18"/>
        </w:rPr>
        <w:t xml:space="preserve">  Service-policy inspect : INSIDE_TO_INTERNET</w:t>
      </w:r>
    </w:p>
    <w:p w14:paraId="5C0B3996" w14:textId="77777777" w:rsidR="00D854FF" w:rsidRPr="00D854FF" w:rsidRDefault="00D854FF" w:rsidP="00D854FF">
      <w:pPr>
        <w:pStyle w:val="CMD"/>
        <w:rPr>
          <w:sz w:val="18"/>
        </w:rPr>
      </w:pPr>
    </w:p>
    <w:p w14:paraId="35AD1FA9" w14:textId="77777777" w:rsidR="00D854FF" w:rsidRPr="00D854FF" w:rsidRDefault="00D854FF" w:rsidP="00D854FF">
      <w:pPr>
        <w:pStyle w:val="CMD"/>
        <w:rPr>
          <w:sz w:val="18"/>
        </w:rPr>
      </w:pPr>
      <w:r w:rsidRPr="00D854FF">
        <w:rPr>
          <w:sz w:val="18"/>
        </w:rPr>
        <w:t xml:space="preserve">    Class-map: INSIDE_PROTOCOLS (match-any)  </w:t>
      </w:r>
    </w:p>
    <w:p w14:paraId="4DA46D03" w14:textId="77777777" w:rsidR="00D854FF" w:rsidRPr="00D854FF" w:rsidRDefault="00D854FF" w:rsidP="00D854FF">
      <w:pPr>
        <w:pStyle w:val="CMD"/>
        <w:rPr>
          <w:sz w:val="18"/>
        </w:rPr>
      </w:pPr>
      <w:r w:rsidRPr="00D854FF">
        <w:rPr>
          <w:sz w:val="18"/>
        </w:rPr>
        <w:t xml:space="preserve">      Match: protocol tcp</w:t>
      </w:r>
    </w:p>
    <w:p w14:paraId="37F6E508" w14:textId="77777777" w:rsidR="00D854FF" w:rsidRPr="00D854FF" w:rsidRDefault="00D854FF" w:rsidP="00D854FF">
      <w:pPr>
        <w:pStyle w:val="CMD"/>
        <w:rPr>
          <w:sz w:val="18"/>
        </w:rPr>
      </w:pPr>
      <w:r w:rsidRPr="00D854FF">
        <w:rPr>
          <w:sz w:val="18"/>
        </w:rPr>
        <w:t xml:space="preserve">      Match: protocol udp</w:t>
      </w:r>
    </w:p>
    <w:p w14:paraId="15BD2EB0" w14:textId="77777777" w:rsidR="00D854FF" w:rsidRPr="00D854FF" w:rsidRDefault="00D854FF" w:rsidP="00D854FF">
      <w:pPr>
        <w:pStyle w:val="CMD"/>
        <w:rPr>
          <w:sz w:val="18"/>
        </w:rPr>
      </w:pPr>
      <w:r w:rsidRPr="00D854FF">
        <w:rPr>
          <w:sz w:val="18"/>
        </w:rPr>
        <w:t xml:space="preserve">      Match: protocol icmp</w:t>
      </w:r>
    </w:p>
    <w:p w14:paraId="15B4D40E" w14:textId="77777777" w:rsidR="00D854FF" w:rsidRPr="00D854FF" w:rsidRDefault="00D854FF" w:rsidP="00D854FF">
      <w:pPr>
        <w:pStyle w:val="CMD"/>
        <w:rPr>
          <w:sz w:val="18"/>
        </w:rPr>
      </w:pPr>
      <w:r w:rsidRPr="00D854FF">
        <w:rPr>
          <w:sz w:val="18"/>
        </w:rPr>
        <w:t xml:space="preserve">      Inspect</w:t>
      </w:r>
    </w:p>
    <w:p w14:paraId="5537E6D0" w14:textId="77777777" w:rsidR="00D854FF" w:rsidRPr="00D854FF" w:rsidRDefault="00D854FF" w:rsidP="00D854FF">
      <w:pPr>
        <w:pStyle w:val="CMD"/>
        <w:rPr>
          <w:sz w:val="18"/>
        </w:rPr>
      </w:pPr>
      <w:r w:rsidRPr="00D854FF">
        <w:rPr>
          <w:sz w:val="18"/>
        </w:rPr>
        <w:t xml:space="preserve">        Session creations since subsystem startup or last reset 0</w:t>
      </w:r>
    </w:p>
    <w:p w14:paraId="5C9EAF93" w14:textId="77777777" w:rsidR="00D854FF" w:rsidRPr="00D854FF" w:rsidRDefault="00D854FF" w:rsidP="00D854FF">
      <w:pPr>
        <w:pStyle w:val="CMD"/>
        <w:rPr>
          <w:sz w:val="18"/>
        </w:rPr>
      </w:pPr>
      <w:r w:rsidRPr="00D854FF">
        <w:rPr>
          <w:sz w:val="18"/>
        </w:rPr>
        <w:t xml:space="preserve">        Current session counts (estab/half-open/terminating) [0:0:0]</w:t>
      </w:r>
    </w:p>
    <w:p w14:paraId="4EC27776" w14:textId="77777777" w:rsidR="00D854FF" w:rsidRPr="00D854FF" w:rsidRDefault="00D854FF" w:rsidP="00D854FF">
      <w:pPr>
        <w:pStyle w:val="CMD"/>
        <w:rPr>
          <w:sz w:val="18"/>
        </w:rPr>
      </w:pPr>
      <w:r w:rsidRPr="00D854FF">
        <w:rPr>
          <w:sz w:val="18"/>
        </w:rPr>
        <w:t xml:space="preserve">        Maxever session counts (estab/half-open/terminating) [0:0:0]</w:t>
      </w:r>
    </w:p>
    <w:p w14:paraId="156DDAA3" w14:textId="77777777" w:rsidR="00D854FF" w:rsidRPr="00D854FF" w:rsidRDefault="00D854FF" w:rsidP="00D854FF">
      <w:pPr>
        <w:pStyle w:val="CMD"/>
        <w:rPr>
          <w:sz w:val="18"/>
        </w:rPr>
      </w:pPr>
      <w:r w:rsidRPr="00D854FF">
        <w:rPr>
          <w:sz w:val="18"/>
        </w:rPr>
        <w:t xml:space="preserve">        Last session created never</w:t>
      </w:r>
    </w:p>
    <w:p w14:paraId="326960DA" w14:textId="77777777" w:rsidR="00D854FF" w:rsidRPr="00D854FF" w:rsidRDefault="00D854FF" w:rsidP="00D854FF">
      <w:pPr>
        <w:pStyle w:val="CMD"/>
        <w:rPr>
          <w:sz w:val="18"/>
        </w:rPr>
      </w:pPr>
      <w:r w:rsidRPr="00D854FF">
        <w:rPr>
          <w:sz w:val="18"/>
        </w:rPr>
        <w:t xml:space="preserve">        Last statistic reset never</w:t>
      </w:r>
    </w:p>
    <w:p w14:paraId="0FB56989" w14:textId="77777777" w:rsidR="00D854FF" w:rsidRPr="00D854FF" w:rsidRDefault="00D854FF" w:rsidP="00D854FF">
      <w:pPr>
        <w:pStyle w:val="CMD"/>
        <w:rPr>
          <w:sz w:val="18"/>
        </w:rPr>
      </w:pPr>
      <w:r w:rsidRPr="00D854FF">
        <w:rPr>
          <w:sz w:val="18"/>
        </w:rPr>
        <w:t xml:space="preserve">        Last session creation rate 0</w:t>
      </w:r>
    </w:p>
    <w:p w14:paraId="3D9E542F" w14:textId="77777777" w:rsidR="00D854FF" w:rsidRPr="00D854FF" w:rsidRDefault="00D854FF" w:rsidP="00D854FF">
      <w:pPr>
        <w:pStyle w:val="CMD"/>
        <w:rPr>
          <w:sz w:val="18"/>
        </w:rPr>
      </w:pPr>
      <w:r w:rsidRPr="00D854FF">
        <w:rPr>
          <w:sz w:val="18"/>
        </w:rPr>
        <w:t xml:space="preserve">        Last half-open session total 0</w:t>
      </w:r>
    </w:p>
    <w:p w14:paraId="7E105760" w14:textId="77777777" w:rsidR="00D854FF" w:rsidRPr="00D854FF" w:rsidRDefault="00D854FF" w:rsidP="00D854FF">
      <w:pPr>
        <w:pStyle w:val="CMD"/>
        <w:rPr>
          <w:sz w:val="18"/>
        </w:rPr>
      </w:pPr>
    </w:p>
    <w:p w14:paraId="53F508F1" w14:textId="77777777" w:rsidR="00D854FF" w:rsidRPr="00D854FF" w:rsidRDefault="00D854FF" w:rsidP="00D854FF">
      <w:pPr>
        <w:pStyle w:val="CMD"/>
        <w:rPr>
          <w:sz w:val="18"/>
        </w:rPr>
      </w:pPr>
      <w:r w:rsidRPr="00D854FF">
        <w:rPr>
          <w:sz w:val="18"/>
        </w:rPr>
        <w:t xml:space="preserve">    Class-map: class-default (match-any)  </w:t>
      </w:r>
    </w:p>
    <w:p w14:paraId="7A64E42F" w14:textId="77777777" w:rsidR="00D854FF" w:rsidRPr="00D854FF" w:rsidRDefault="00D854FF" w:rsidP="00D854FF">
      <w:pPr>
        <w:pStyle w:val="CMD"/>
        <w:rPr>
          <w:sz w:val="18"/>
        </w:rPr>
      </w:pPr>
      <w:r w:rsidRPr="00D854FF">
        <w:rPr>
          <w:sz w:val="18"/>
        </w:rPr>
        <w:t xml:space="preserve">      Match: any </w:t>
      </w:r>
    </w:p>
    <w:p w14:paraId="0B92C8BA" w14:textId="77777777" w:rsidR="00D854FF" w:rsidRPr="00D854FF" w:rsidRDefault="00D854FF" w:rsidP="00D854FF">
      <w:pPr>
        <w:pStyle w:val="CMD"/>
        <w:rPr>
          <w:sz w:val="18"/>
        </w:rPr>
      </w:pPr>
      <w:r w:rsidRPr="00D854FF">
        <w:rPr>
          <w:sz w:val="18"/>
        </w:rPr>
        <w:t xml:space="preserve">      Drop (default action)</w:t>
      </w:r>
    </w:p>
    <w:p w14:paraId="00876CEF" w14:textId="2D100EB4" w:rsidR="00C4206E" w:rsidRDefault="00D854FF" w:rsidP="00E503EB">
      <w:pPr>
        <w:pStyle w:val="CMDOutput"/>
      </w:pPr>
      <w:r w:rsidRPr="00D854FF">
        <w:t xml:space="preserve">        0 packets, 0 bytes</w:t>
      </w:r>
      <w:r w:rsidRPr="00D854FF" w:rsidDel="00D854FF">
        <w:t xml:space="preserve"> </w:t>
      </w:r>
      <w:r w:rsidR="00E503EB">
        <w:t>&lt;</w:t>
      </w:r>
      <w:r w:rsidR="00C4206E">
        <w:t>output omitted</w:t>
      </w:r>
      <w:r w:rsidR="00E503EB">
        <w:t>&gt;</w:t>
      </w:r>
    </w:p>
    <w:p w14:paraId="26663269" w14:textId="77777777" w:rsidR="00C4206E" w:rsidRPr="000E6CE9" w:rsidRDefault="00C4206E" w:rsidP="00E503EB">
      <w:pPr>
        <w:pStyle w:val="Heading3"/>
      </w:pPr>
      <w:r>
        <w:t>Assign Interfaces to the Proper Security Z</w:t>
      </w:r>
      <w:r w:rsidRPr="000E6CE9">
        <w:t>one</w:t>
      </w:r>
      <w:r>
        <w:t>s</w:t>
      </w:r>
    </w:p>
    <w:p w14:paraId="39A8A10A" w14:textId="77777777" w:rsidR="00C4206E" w:rsidRPr="000E6CE9" w:rsidRDefault="00C4206E" w:rsidP="00E503EB">
      <w:pPr>
        <w:pStyle w:val="BodyTextL25"/>
      </w:pPr>
      <w:r>
        <w:t xml:space="preserve">Interfaces (physical and logical) </w:t>
      </w:r>
      <w:r w:rsidRPr="00F8557A">
        <w:rPr>
          <w:noProof/>
        </w:rPr>
        <w:t>are assigned</w:t>
      </w:r>
      <w:r>
        <w:t xml:space="preserve"> to security zones with the </w:t>
      </w:r>
      <w:r w:rsidRPr="00F8557A">
        <w:rPr>
          <w:rFonts w:cs="Arial"/>
          <w:b/>
          <w:noProof/>
        </w:rPr>
        <w:t>zone-member</w:t>
      </w:r>
      <w:r w:rsidRPr="00D07374">
        <w:rPr>
          <w:rFonts w:cs="Arial"/>
          <w:b/>
        </w:rPr>
        <w:t xml:space="preserve"> security</w:t>
      </w:r>
      <w:r>
        <w:t xml:space="preserve"> interface command</w:t>
      </w:r>
      <w:r w:rsidRPr="000E6CE9">
        <w:t>.</w:t>
      </w:r>
      <w:r>
        <w:t xml:space="preserve"> </w:t>
      </w:r>
    </w:p>
    <w:p w14:paraId="1536CDA2" w14:textId="77777777" w:rsidR="00C4206E" w:rsidRDefault="00C4206E" w:rsidP="00E503EB">
      <w:pPr>
        <w:pStyle w:val="SubStepAlpha"/>
      </w:pPr>
      <w:r>
        <w:t xml:space="preserve">Assign R3’s G0/0 to the </w:t>
      </w:r>
      <w:r>
        <w:rPr>
          <w:b/>
        </w:rPr>
        <w:t>CONFROOM</w:t>
      </w:r>
      <w:r>
        <w:t xml:space="preserve"> security zone:</w:t>
      </w:r>
    </w:p>
    <w:p w14:paraId="727B80E3" w14:textId="564070F3" w:rsidR="00C4206E" w:rsidRPr="000E6CE9" w:rsidRDefault="00C4206E" w:rsidP="00E503EB">
      <w:pPr>
        <w:pStyle w:val="CMD"/>
      </w:pPr>
      <w:r w:rsidRPr="000E6CE9">
        <w:t xml:space="preserve">R3(config)# </w:t>
      </w:r>
      <w:r w:rsidRPr="00E503EB">
        <w:rPr>
          <w:b/>
          <w:bCs/>
        </w:rPr>
        <w:t xml:space="preserve">interface </w:t>
      </w:r>
      <w:r w:rsidR="007250BA">
        <w:rPr>
          <w:b/>
          <w:bCs/>
        </w:rPr>
        <w:t>g</w:t>
      </w:r>
      <w:r w:rsidRPr="00E503EB">
        <w:rPr>
          <w:b/>
          <w:bCs/>
        </w:rPr>
        <w:t>0/0</w:t>
      </w:r>
      <w:r w:rsidR="00200D3C">
        <w:rPr>
          <w:b/>
          <w:bCs/>
        </w:rPr>
        <w:t>/1.33</w:t>
      </w:r>
    </w:p>
    <w:p w14:paraId="070C77C9" w14:textId="77777777" w:rsidR="00C4206E" w:rsidRDefault="00C4206E" w:rsidP="00E503EB">
      <w:pPr>
        <w:pStyle w:val="CMD"/>
      </w:pPr>
      <w:r w:rsidRPr="000E6CE9">
        <w:t>R3(config</w:t>
      </w:r>
      <w:r>
        <w:t>-if</w:t>
      </w:r>
      <w:r w:rsidRPr="000E6CE9">
        <w:t xml:space="preserve">)# </w:t>
      </w:r>
      <w:r w:rsidRPr="00E503EB">
        <w:rPr>
          <w:b/>
          <w:bCs/>
        </w:rPr>
        <w:t>zone-member security CONFROOM</w:t>
      </w:r>
    </w:p>
    <w:p w14:paraId="045BFC1E" w14:textId="77777777" w:rsidR="00C4206E" w:rsidRDefault="00C4206E" w:rsidP="00E503EB">
      <w:pPr>
        <w:pStyle w:val="SubStepAlpha"/>
      </w:pPr>
      <w:r>
        <w:t>Assign R3’s G0/1 to the INSIDE security zone:</w:t>
      </w:r>
    </w:p>
    <w:p w14:paraId="57E3B0D0" w14:textId="013A0C3F" w:rsidR="00C4206E" w:rsidRPr="00E503EB" w:rsidRDefault="00C4206E" w:rsidP="00E503EB">
      <w:pPr>
        <w:pStyle w:val="CMD"/>
      </w:pPr>
      <w:r w:rsidRPr="00E503EB">
        <w:t xml:space="preserve">R3(config)# </w:t>
      </w:r>
      <w:r w:rsidRPr="00E503EB">
        <w:rPr>
          <w:b/>
          <w:bCs/>
        </w:rPr>
        <w:t xml:space="preserve">interface </w:t>
      </w:r>
      <w:r w:rsidR="007250BA">
        <w:rPr>
          <w:b/>
          <w:bCs/>
        </w:rPr>
        <w:t>g</w:t>
      </w:r>
      <w:r w:rsidRPr="00E503EB">
        <w:rPr>
          <w:b/>
          <w:bCs/>
        </w:rPr>
        <w:t>0/</w:t>
      </w:r>
      <w:r w:rsidR="00200D3C">
        <w:rPr>
          <w:b/>
          <w:bCs/>
        </w:rPr>
        <w:t>0/</w:t>
      </w:r>
      <w:r w:rsidRPr="00E503EB">
        <w:rPr>
          <w:b/>
          <w:bCs/>
        </w:rPr>
        <w:t>1</w:t>
      </w:r>
      <w:r w:rsidR="00200D3C">
        <w:rPr>
          <w:b/>
          <w:bCs/>
        </w:rPr>
        <w:t>.3</w:t>
      </w:r>
    </w:p>
    <w:p w14:paraId="5502F1F4" w14:textId="77777777" w:rsidR="00C4206E" w:rsidRPr="00E503EB" w:rsidRDefault="00C4206E" w:rsidP="00E503EB">
      <w:pPr>
        <w:pStyle w:val="CMD"/>
      </w:pPr>
      <w:r w:rsidRPr="00E503EB">
        <w:t xml:space="preserve">R3(config-if)# </w:t>
      </w:r>
      <w:r w:rsidRPr="00E503EB">
        <w:rPr>
          <w:b/>
          <w:bCs/>
        </w:rPr>
        <w:t>zone-member security INSIDE</w:t>
      </w:r>
    </w:p>
    <w:p w14:paraId="6D090809" w14:textId="77777777" w:rsidR="00C4206E" w:rsidRDefault="00C4206E" w:rsidP="00E503EB">
      <w:pPr>
        <w:pStyle w:val="SubStepAlpha"/>
      </w:pPr>
      <w:r>
        <w:t xml:space="preserve">Assign R3’s S0/0/1 to the </w:t>
      </w:r>
      <w:r>
        <w:rPr>
          <w:b/>
        </w:rPr>
        <w:t>INTERNET</w:t>
      </w:r>
      <w:r>
        <w:t xml:space="preserve"> security zone:</w:t>
      </w:r>
    </w:p>
    <w:p w14:paraId="0E863EC7" w14:textId="2AF48AEE" w:rsidR="00C4206E" w:rsidRDefault="00C4206E" w:rsidP="00E503EB">
      <w:pPr>
        <w:pStyle w:val="CMD"/>
      </w:pPr>
      <w:r w:rsidRPr="000E6CE9">
        <w:t xml:space="preserve">R3(config)# </w:t>
      </w:r>
      <w:r w:rsidRPr="00E503EB">
        <w:rPr>
          <w:b/>
          <w:bCs/>
        </w:rPr>
        <w:t xml:space="preserve">interface </w:t>
      </w:r>
      <w:r w:rsidR="007250BA">
        <w:rPr>
          <w:b/>
          <w:bCs/>
        </w:rPr>
        <w:t>g</w:t>
      </w:r>
      <w:r w:rsidR="00200D3C">
        <w:rPr>
          <w:b/>
          <w:bCs/>
        </w:rPr>
        <w:t>0/0/0</w:t>
      </w:r>
    </w:p>
    <w:p w14:paraId="4F23155C" w14:textId="77777777" w:rsidR="00C4206E" w:rsidRPr="000E6CE9" w:rsidRDefault="00C4206E" w:rsidP="00E503EB">
      <w:pPr>
        <w:pStyle w:val="CMD"/>
      </w:pPr>
      <w:r w:rsidRPr="000E6CE9">
        <w:t>R3(config</w:t>
      </w:r>
      <w:r>
        <w:t>-if</w:t>
      </w:r>
      <w:r w:rsidRPr="000E6CE9">
        <w:t xml:space="preserve">)# </w:t>
      </w:r>
      <w:r w:rsidRPr="00E503EB">
        <w:rPr>
          <w:b/>
          <w:bCs/>
        </w:rPr>
        <w:t>zone-member security INTERNET</w:t>
      </w:r>
    </w:p>
    <w:p w14:paraId="0FF745B0" w14:textId="77777777" w:rsidR="00C4206E" w:rsidRPr="000E6CE9" w:rsidRDefault="00C4206E" w:rsidP="00107BC5">
      <w:pPr>
        <w:pStyle w:val="Heading3"/>
      </w:pPr>
      <w:r>
        <w:t>Verify Zone A</w:t>
      </w:r>
      <w:r w:rsidRPr="000E6CE9">
        <w:t>ssignment</w:t>
      </w:r>
    </w:p>
    <w:p w14:paraId="1C392D8F" w14:textId="77777777" w:rsidR="00C4206E" w:rsidRDefault="00C4206E" w:rsidP="00E503EB">
      <w:pPr>
        <w:pStyle w:val="SubStepAlpha"/>
      </w:pPr>
      <w:r>
        <w:t xml:space="preserve">Issue the show zone security command to ensure the zones </w:t>
      </w:r>
      <w:r w:rsidRPr="00F8557A">
        <w:rPr>
          <w:noProof/>
        </w:rPr>
        <w:t>were properly created</w:t>
      </w:r>
      <w:r>
        <w:rPr>
          <w:noProof/>
        </w:rPr>
        <w:t>,</w:t>
      </w:r>
      <w:r>
        <w:t xml:space="preserve"> and the interfaces were correctly assigned:</w:t>
      </w:r>
    </w:p>
    <w:p w14:paraId="58957867" w14:textId="77777777" w:rsidR="00C4206E" w:rsidRDefault="00C4206E" w:rsidP="00E503EB">
      <w:pPr>
        <w:pStyle w:val="CMD"/>
      </w:pPr>
      <w:r>
        <w:t>R3</w:t>
      </w:r>
      <w:r w:rsidRPr="000E6CE9">
        <w:t xml:space="preserve"># </w:t>
      </w:r>
      <w:r w:rsidRPr="00E503EB">
        <w:rPr>
          <w:b/>
          <w:bCs/>
        </w:rPr>
        <w:t xml:space="preserve">show </w:t>
      </w:r>
      <w:r w:rsidRPr="00E503EB">
        <w:rPr>
          <w:b/>
          <w:bCs/>
          <w:noProof/>
        </w:rPr>
        <w:t>zone</w:t>
      </w:r>
      <w:r w:rsidRPr="00E503EB">
        <w:rPr>
          <w:b/>
          <w:bCs/>
        </w:rPr>
        <w:t xml:space="preserve"> security</w:t>
      </w:r>
    </w:p>
    <w:p w14:paraId="43795F09" w14:textId="77777777" w:rsidR="00200D3C" w:rsidRPr="00893915" w:rsidRDefault="00200D3C" w:rsidP="007250BA">
      <w:pPr>
        <w:pStyle w:val="CMDOutput"/>
      </w:pPr>
      <w:r w:rsidRPr="00893915">
        <w:t>zone self</w:t>
      </w:r>
    </w:p>
    <w:p w14:paraId="223FC565" w14:textId="77777777" w:rsidR="00200D3C" w:rsidRPr="007250BA" w:rsidRDefault="00200D3C" w:rsidP="007250BA">
      <w:pPr>
        <w:pStyle w:val="CMDOutput"/>
      </w:pPr>
      <w:r w:rsidRPr="007250BA">
        <w:t xml:space="preserve">  Description: System defined zone</w:t>
      </w:r>
    </w:p>
    <w:p w14:paraId="03848777" w14:textId="77777777" w:rsidR="00200D3C" w:rsidRPr="007250BA" w:rsidRDefault="00200D3C" w:rsidP="007250BA">
      <w:pPr>
        <w:pStyle w:val="CMDOutput"/>
      </w:pPr>
    </w:p>
    <w:p w14:paraId="0E4D968F" w14:textId="77777777" w:rsidR="00200D3C" w:rsidRPr="007250BA" w:rsidRDefault="00200D3C" w:rsidP="007250BA">
      <w:pPr>
        <w:pStyle w:val="CMDOutput"/>
      </w:pPr>
      <w:r w:rsidRPr="007250BA">
        <w:t>zone service</w:t>
      </w:r>
    </w:p>
    <w:p w14:paraId="51959383" w14:textId="77777777" w:rsidR="00200D3C" w:rsidRPr="007250BA" w:rsidRDefault="00200D3C" w:rsidP="007250BA">
      <w:pPr>
        <w:pStyle w:val="CMDOutput"/>
      </w:pPr>
      <w:r w:rsidRPr="007250BA">
        <w:t xml:space="preserve">  Description: System defined zone</w:t>
      </w:r>
    </w:p>
    <w:p w14:paraId="7248DED4" w14:textId="77777777" w:rsidR="00200D3C" w:rsidRPr="007250BA" w:rsidRDefault="00200D3C" w:rsidP="007250BA">
      <w:pPr>
        <w:pStyle w:val="CMDOutput"/>
      </w:pPr>
    </w:p>
    <w:p w14:paraId="70996DD6" w14:textId="77777777" w:rsidR="00200D3C" w:rsidRPr="007250BA" w:rsidRDefault="00200D3C" w:rsidP="007250BA">
      <w:pPr>
        <w:pStyle w:val="CMDOutput"/>
      </w:pPr>
      <w:r w:rsidRPr="007250BA">
        <w:t>zone INSIDE</w:t>
      </w:r>
    </w:p>
    <w:p w14:paraId="4917B0A4" w14:textId="77777777" w:rsidR="00200D3C" w:rsidRPr="007250BA" w:rsidRDefault="00200D3C" w:rsidP="007250BA">
      <w:pPr>
        <w:pStyle w:val="CMDOutput"/>
      </w:pPr>
      <w:r w:rsidRPr="007250BA">
        <w:t xml:space="preserve">  Member Interfaces:</w:t>
      </w:r>
    </w:p>
    <w:p w14:paraId="2CE04DD5" w14:textId="77777777" w:rsidR="00200D3C" w:rsidRPr="007250BA" w:rsidRDefault="00200D3C" w:rsidP="007250BA">
      <w:pPr>
        <w:pStyle w:val="CMDOutput"/>
      </w:pPr>
      <w:r w:rsidRPr="007250BA">
        <w:t xml:space="preserve">    GigabitEthernet0/0/1.3</w:t>
      </w:r>
    </w:p>
    <w:p w14:paraId="3416BE72" w14:textId="77777777" w:rsidR="00200D3C" w:rsidRPr="007250BA" w:rsidRDefault="00200D3C" w:rsidP="007250BA">
      <w:pPr>
        <w:pStyle w:val="CMDOutput"/>
      </w:pPr>
    </w:p>
    <w:p w14:paraId="6794DBA0" w14:textId="77777777" w:rsidR="00200D3C" w:rsidRPr="007250BA" w:rsidRDefault="00200D3C" w:rsidP="007250BA">
      <w:pPr>
        <w:pStyle w:val="CMDOutput"/>
      </w:pPr>
      <w:r w:rsidRPr="007250BA">
        <w:t>zone CONFROOM</w:t>
      </w:r>
    </w:p>
    <w:p w14:paraId="54BA7C83" w14:textId="77777777" w:rsidR="00200D3C" w:rsidRPr="007250BA" w:rsidRDefault="00200D3C" w:rsidP="007250BA">
      <w:pPr>
        <w:pStyle w:val="CMDOutput"/>
      </w:pPr>
      <w:r w:rsidRPr="007250BA">
        <w:t xml:space="preserve">  Member Interfaces:</w:t>
      </w:r>
    </w:p>
    <w:p w14:paraId="1147A34E" w14:textId="77777777" w:rsidR="00200D3C" w:rsidRPr="007250BA" w:rsidRDefault="00200D3C" w:rsidP="007250BA">
      <w:pPr>
        <w:pStyle w:val="CMDOutput"/>
      </w:pPr>
      <w:r w:rsidRPr="007250BA">
        <w:t xml:space="preserve">    GigabitEthernet0/0/1.33</w:t>
      </w:r>
    </w:p>
    <w:p w14:paraId="0450A887" w14:textId="77777777" w:rsidR="00200D3C" w:rsidRPr="007250BA" w:rsidRDefault="00200D3C" w:rsidP="007250BA">
      <w:pPr>
        <w:pStyle w:val="CMDOutput"/>
      </w:pPr>
    </w:p>
    <w:p w14:paraId="255DF792" w14:textId="77777777" w:rsidR="00200D3C" w:rsidRPr="007250BA" w:rsidRDefault="00200D3C" w:rsidP="007250BA">
      <w:pPr>
        <w:pStyle w:val="CMDOutput"/>
      </w:pPr>
      <w:r w:rsidRPr="007250BA">
        <w:t>zone INTERNET</w:t>
      </w:r>
    </w:p>
    <w:p w14:paraId="20EF5C2E" w14:textId="77777777" w:rsidR="00200D3C" w:rsidRPr="007250BA" w:rsidRDefault="00200D3C" w:rsidP="007250BA">
      <w:pPr>
        <w:pStyle w:val="CMDOutput"/>
      </w:pPr>
      <w:r w:rsidRPr="007250BA">
        <w:t xml:space="preserve">  Member Interfaces:</w:t>
      </w:r>
    </w:p>
    <w:p w14:paraId="575E5EE6" w14:textId="3D660318" w:rsidR="00C4206E" w:rsidRPr="007250BA" w:rsidRDefault="00200D3C" w:rsidP="007250BA">
      <w:pPr>
        <w:pStyle w:val="CMDOutput"/>
      </w:pPr>
      <w:r w:rsidRPr="007250BA">
        <w:t xml:space="preserve">    GigabitEthernet0/0/0</w:t>
      </w:r>
      <w:r w:rsidRPr="007250BA" w:rsidDel="00200D3C">
        <w:t xml:space="preserve"> </w:t>
      </w:r>
    </w:p>
    <w:p w14:paraId="61578C91" w14:textId="77777777" w:rsidR="00E503EB" w:rsidRDefault="00C4206E" w:rsidP="00E503EB">
      <w:pPr>
        <w:pStyle w:val="SubStepAlpha"/>
      </w:pPr>
      <w:r>
        <w:t>Even though no commands were issued to create a “self” zone, the output above still displays it.</w:t>
      </w:r>
    </w:p>
    <w:p w14:paraId="7099B39A" w14:textId="77777777" w:rsidR="00E503EB" w:rsidRDefault="00E503EB" w:rsidP="00E503EB">
      <w:pPr>
        <w:pStyle w:val="Heading4"/>
      </w:pPr>
      <w:r>
        <w:t>Question:</w:t>
      </w:r>
    </w:p>
    <w:p w14:paraId="5A6B8E22" w14:textId="0ADD8DE8" w:rsidR="00C4206E" w:rsidRPr="000E6CE9" w:rsidRDefault="00C4206E" w:rsidP="00E503EB">
      <w:pPr>
        <w:pStyle w:val="BodyTextL50"/>
        <w:spacing w:before="0"/>
      </w:pPr>
      <w:r>
        <w:t xml:space="preserve">Why is R3 displaying a zone named “self”? What is the </w:t>
      </w:r>
      <w:r w:rsidRPr="00F8557A">
        <w:rPr>
          <w:noProof/>
        </w:rPr>
        <w:t>significance</w:t>
      </w:r>
      <w:r>
        <w:t xml:space="preserve"> of this zone?</w:t>
      </w:r>
    </w:p>
    <w:p w14:paraId="6392C7B1" w14:textId="289EF6E3" w:rsidR="00C4206E" w:rsidRPr="000E6CE9" w:rsidRDefault="00E503EB" w:rsidP="00E503EB">
      <w:pPr>
        <w:pStyle w:val="AnswerLineL50"/>
      </w:pPr>
      <w:r>
        <w:t>Type your answers here.</w:t>
      </w:r>
    </w:p>
    <w:p w14:paraId="03C0A95C" w14:textId="77777777" w:rsidR="00E121F6" w:rsidRDefault="00E121F6" w:rsidP="00E121F6">
      <w:pPr>
        <w:pStyle w:val="ConfigWindow"/>
      </w:pPr>
      <w:r>
        <w:rPr>
          <w:noProof/>
        </w:rPr>
        <w:t>Close configuration wndow</w:t>
      </w:r>
    </w:p>
    <w:p w14:paraId="52A62D80" w14:textId="1B3E0919" w:rsidR="00C4206E" w:rsidRPr="00014927" w:rsidRDefault="00E503EB" w:rsidP="007250BA">
      <w:pPr>
        <w:pStyle w:val="Heading2"/>
        <w:spacing w:before="180"/>
      </w:pPr>
      <w:r w:rsidRPr="00705312">
        <w:t>Verify ZPF Firewall Functionality</w:t>
      </w:r>
    </w:p>
    <w:p w14:paraId="6050F93D" w14:textId="77777777" w:rsidR="00C4206E" w:rsidRDefault="00C4206E" w:rsidP="00107BC5">
      <w:pPr>
        <w:pStyle w:val="Heading3"/>
      </w:pPr>
      <w:r w:rsidRPr="00705312">
        <w:t>Traffic originating on the Internet</w:t>
      </w:r>
    </w:p>
    <w:p w14:paraId="1D767AF2" w14:textId="3E5B31EF" w:rsidR="00C4206E" w:rsidRPr="00705312" w:rsidRDefault="00C4206E" w:rsidP="00E503EB">
      <w:pPr>
        <w:pStyle w:val="SubStepAlpha"/>
        <w:rPr>
          <w:shd w:val="clear" w:color="auto" w:fill="BFBFBF"/>
        </w:rPr>
      </w:pPr>
      <w:r w:rsidRPr="00705312">
        <w:t>To test the firewall’s effectiveness, ping PC-B from PC-A</w:t>
      </w:r>
      <w:r>
        <w:t>. In PC-A, open a command prompt and issue</w:t>
      </w:r>
      <w:r w:rsidR="00E503EB">
        <w:t xml:space="preserve"> a ping to 192.168.3.3.</w:t>
      </w:r>
    </w:p>
    <w:p w14:paraId="65574AF6" w14:textId="63AF8ED6" w:rsidR="00C4206E" w:rsidRDefault="00200D3C" w:rsidP="00E503EB">
      <w:pPr>
        <w:pStyle w:val="CMD"/>
        <w:rPr>
          <w:shd w:val="clear" w:color="auto" w:fill="BFBFBF"/>
        </w:rPr>
      </w:pPr>
      <w:r>
        <w:t>P</w:t>
      </w:r>
      <w:r w:rsidR="00C4206E">
        <w:t>C</w:t>
      </w:r>
      <w:r>
        <w:t>-A</w:t>
      </w:r>
      <w:r w:rsidR="00C4206E">
        <w:t xml:space="preserve">:\&gt; </w:t>
      </w:r>
      <w:r w:rsidR="00C4206E" w:rsidRPr="00E503EB">
        <w:rPr>
          <w:b/>
          <w:bCs/>
        </w:rPr>
        <w:t>ping 192.168.3.3</w:t>
      </w:r>
    </w:p>
    <w:p w14:paraId="56165FFE" w14:textId="77777777" w:rsidR="00E503EB" w:rsidRDefault="00E503EB" w:rsidP="00E503EB">
      <w:pPr>
        <w:pStyle w:val="Heading4"/>
      </w:pPr>
      <w:r>
        <w:t>Question:</w:t>
      </w:r>
    </w:p>
    <w:p w14:paraId="60E3B048" w14:textId="4E84C214" w:rsidR="00C4206E" w:rsidRPr="00E503EB" w:rsidRDefault="00C4206E" w:rsidP="00E503EB">
      <w:pPr>
        <w:pStyle w:val="BodyTextL50"/>
        <w:spacing w:before="0"/>
      </w:pPr>
      <w:r>
        <w:t>Was the ping successful? Explain.</w:t>
      </w:r>
    </w:p>
    <w:p w14:paraId="711DACFB" w14:textId="77777777" w:rsidR="00E503EB" w:rsidRPr="000E6CE9" w:rsidRDefault="00E503EB" w:rsidP="00E503EB">
      <w:pPr>
        <w:pStyle w:val="AnswerLineL50"/>
      </w:pPr>
      <w:r>
        <w:t>Type your answers here.</w:t>
      </w:r>
    </w:p>
    <w:p w14:paraId="6F44E5CF" w14:textId="32A1C8C9" w:rsidR="00C4206E" w:rsidRPr="00B34565" w:rsidRDefault="00C4206E" w:rsidP="00E503EB">
      <w:pPr>
        <w:pStyle w:val="SubStepAlpha"/>
        <w:rPr>
          <w:shd w:val="clear" w:color="auto" w:fill="BFBFBF"/>
        </w:rPr>
      </w:pPr>
      <w:r>
        <w:t>Ping PC-C</w:t>
      </w:r>
      <w:r w:rsidRPr="00705312">
        <w:t xml:space="preserve"> from PC-A</w:t>
      </w:r>
      <w:r>
        <w:t xml:space="preserve">. In PC-A, open a command window and </w:t>
      </w:r>
      <w:r w:rsidR="00E503EB">
        <w:t>ping 192.168.33.3.</w:t>
      </w:r>
    </w:p>
    <w:p w14:paraId="4131246B" w14:textId="3CA688AF" w:rsidR="00C4206E" w:rsidRDefault="0036097E" w:rsidP="00E503EB">
      <w:pPr>
        <w:pStyle w:val="CMD"/>
        <w:rPr>
          <w:shd w:val="clear" w:color="auto" w:fill="BFBFBF"/>
        </w:rPr>
      </w:pPr>
      <w:r>
        <w:t>P</w:t>
      </w:r>
      <w:r w:rsidR="00C4206E">
        <w:t>C</w:t>
      </w:r>
      <w:r>
        <w:t>-A:</w:t>
      </w:r>
      <w:r w:rsidR="00C4206E">
        <w:t>\&gt;</w:t>
      </w:r>
      <w:r w:rsidR="00C4206E" w:rsidRPr="00E503EB">
        <w:rPr>
          <w:b/>
          <w:bCs/>
        </w:rPr>
        <w:t xml:space="preserve"> ping 192.168.33.3</w:t>
      </w:r>
    </w:p>
    <w:p w14:paraId="05280ECF" w14:textId="77777777" w:rsidR="00E503EB" w:rsidRDefault="00E503EB" w:rsidP="00E503EB">
      <w:pPr>
        <w:pStyle w:val="Heading4"/>
      </w:pPr>
      <w:r>
        <w:t>Question:</w:t>
      </w:r>
    </w:p>
    <w:p w14:paraId="154EFE35" w14:textId="239E2617" w:rsidR="00C4206E" w:rsidRPr="00E503EB" w:rsidRDefault="00C4206E" w:rsidP="00E503EB">
      <w:pPr>
        <w:pStyle w:val="BodyTextL50"/>
        <w:spacing w:before="0"/>
      </w:pPr>
      <w:r>
        <w:t>Was the ping successful? Explain.</w:t>
      </w:r>
    </w:p>
    <w:p w14:paraId="73534593" w14:textId="77777777" w:rsidR="00E503EB" w:rsidRPr="000E6CE9" w:rsidRDefault="00E503EB" w:rsidP="00E503EB">
      <w:pPr>
        <w:pStyle w:val="AnswerLineL50"/>
      </w:pPr>
      <w:r>
        <w:t>Type your answers here.</w:t>
      </w:r>
    </w:p>
    <w:p w14:paraId="4AAC20A5" w14:textId="66A81CD8" w:rsidR="00C4206E" w:rsidRPr="00B34565" w:rsidRDefault="00C4206E" w:rsidP="00E503EB">
      <w:pPr>
        <w:pStyle w:val="SubStepAlpha"/>
        <w:rPr>
          <w:shd w:val="clear" w:color="auto" w:fill="BFBFBF"/>
        </w:rPr>
      </w:pPr>
      <w:r>
        <w:t>Ping PC-A from PC-B. In PC-B, open a command window and issue</w:t>
      </w:r>
      <w:r w:rsidR="00E503EB">
        <w:t xml:space="preserve"> a ping to 192.168.1.3</w:t>
      </w:r>
      <w:r w:rsidR="0036097E">
        <w:t>.</w:t>
      </w:r>
    </w:p>
    <w:p w14:paraId="486D40AB" w14:textId="4E40C391" w:rsidR="00C4206E" w:rsidRPr="00B34565" w:rsidRDefault="0036097E" w:rsidP="00E503EB">
      <w:pPr>
        <w:pStyle w:val="CMD"/>
        <w:rPr>
          <w:shd w:val="clear" w:color="auto" w:fill="BFBFBF"/>
        </w:rPr>
      </w:pPr>
      <w:r>
        <w:t>PC-B</w:t>
      </w:r>
      <w:r w:rsidR="00C4206E">
        <w:t xml:space="preserve">:\&gt; </w:t>
      </w:r>
      <w:r w:rsidR="00C4206E" w:rsidRPr="00E503EB">
        <w:rPr>
          <w:b/>
          <w:bCs/>
        </w:rPr>
        <w:t>ping 192.168.1.3</w:t>
      </w:r>
    </w:p>
    <w:p w14:paraId="29576BA6" w14:textId="77777777" w:rsidR="00E503EB" w:rsidRPr="00E503EB" w:rsidRDefault="00E503EB" w:rsidP="00E503EB">
      <w:pPr>
        <w:pStyle w:val="Heading4"/>
        <w:rPr>
          <w:shd w:val="clear" w:color="auto" w:fill="BFBFBF"/>
        </w:rPr>
      </w:pPr>
      <w:r>
        <w:t>Question:</w:t>
      </w:r>
    </w:p>
    <w:p w14:paraId="2256BB16" w14:textId="56AF9797" w:rsidR="00C4206E" w:rsidRPr="00705312" w:rsidRDefault="00C4206E" w:rsidP="00E503EB">
      <w:pPr>
        <w:pStyle w:val="BodyTextL50"/>
        <w:spacing w:before="0"/>
        <w:rPr>
          <w:shd w:val="clear" w:color="auto" w:fill="BFBFBF"/>
        </w:rPr>
      </w:pPr>
      <w:r>
        <w:t>Was the ping successful? Explain.</w:t>
      </w:r>
    </w:p>
    <w:p w14:paraId="4B9774E4" w14:textId="77777777" w:rsidR="00E503EB" w:rsidRPr="000E6CE9" w:rsidRDefault="00E503EB" w:rsidP="00E503EB">
      <w:pPr>
        <w:pStyle w:val="AnswerLineL50"/>
      </w:pPr>
      <w:r>
        <w:t>Type your answers here.</w:t>
      </w:r>
    </w:p>
    <w:p w14:paraId="355B7A6F" w14:textId="39513443" w:rsidR="00C4206E" w:rsidRPr="00B34565" w:rsidRDefault="00C4206E" w:rsidP="00E503EB">
      <w:pPr>
        <w:pStyle w:val="SubStepAlpha"/>
        <w:rPr>
          <w:shd w:val="clear" w:color="auto" w:fill="BFBFBF"/>
        </w:rPr>
      </w:pPr>
      <w:r>
        <w:t xml:space="preserve">Ping PC-A from PC-C. In PC-C, open a command window and </w:t>
      </w:r>
      <w:r w:rsidR="00E503EB">
        <w:t>ping 192.168.1.3</w:t>
      </w:r>
    </w:p>
    <w:p w14:paraId="1174BF1B" w14:textId="44AAD761" w:rsidR="00C4206E" w:rsidRPr="00E503EB" w:rsidRDefault="0036097E" w:rsidP="00E503EB">
      <w:pPr>
        <w:pStyle w:val="CMD"/>
      </w:pPr>
      <w:r>
        <w:t>P</w:t>
      </w:r>
      <w:r w:rsidR="00C4206E" w:rsidRPr="00E503EB">
        <w:t>C</w:t>
      </w:r>
      <w:r>
        <w:t>-C</w:t>
      </w:r>
      <w:r w:rsidR="00C4206E" w:rsidRPr="00E503EB">
        <w:t xml:space="preserve">:\&gt; </w:t>
      </w:r>
      <w:r w:rsidR="00C4206E" w:rsidRPr="00E503EB">
        <w:rPr>
          <w:b/>
          <w:bCs/>
        </w:rPr>
        <w:t>ping 192.168.1.3</w:t>
      </w:r>
    </w:p>
    <w:p w14:paraId="361775FD" w14:textId="77777777" w:rsidR="00D346DE" w:rsidRPr="00D346DE" w:rsidRDefault="00D346DE" w:rsidP="00D346DE">
      <w:pPr>
        <w:pStyle w:val="Heading4"/>
        <w:rPr>
          <w:shd w:val="clear" w:color="auto" w:fill="BFBFBF"/>
        </w:rPr>
      </w:pPr>
      <w:r>
        <w:t>Question:</w:t>
      </w:r>
    </w:p>
    <w:p w14:paraId="46D42CED" w14:textId="62AA309A" w:rsidR="00C4206E" w:rsidRPr="00705312" w:rsidRDefault="00C4206E" w:rsidP="00D346DE">
      <w:pPr>
        <w:pStyle w:val="BodyTextL50"/>
        <w:spacing w:before="0"/>
        <w:rPr>
          <w:shd w:val="clear" w:color="auto" w:fill="BFBFBF"/>
        </w:rPr>
      </w:pPr>
      <w:r>
        <w:t>Was the ping successful? Explain.</w:t>
      </w:r>
    </w:p>
    <w:p w14:paraId="17392F61" w14:textId="77777777" w:rsidR="00D346DE" w:rsidRPr="000E6CE9" w:rsidRDefault="00D346DE" w:rsidP="00D346DE">
      <w:pPr>
        <w:pStyle w:val="AnswerLineL50"/>
      </w:pPr>
      <w:r>
        <w:t>Type your answers here.</w:t>
      </w:r>
    </w:p>
    <w:p w14:paraId="3F96B3D4" w14:textId="77777777" w:rsidR="00C4206E" w:rsidRPr="00854909" w:rsidRDefault="00C4206E" w:rsidP="00107BC5">
      <w:pPr>
        <w:pStyle w:val="Heading3"/>
      </w:pPr>
      <w:r>
        <w:t>The Self Zone Verification</w:t>
      </w:r>
    </w:p>
    <w:p w14:paraId="137DAD33" w14:textId="2C65F1F6" w:rsidR="00C4206E" w:rsidRDefault="00C4206E" w:rsidP="007250BA">
      <w:pPr>
        <w:pStyle w:val="SubStepAlpha"/>
      </w:pPr>
      <w:r>
        <w:t>From PC-A ping R3’s G0/</w:t>
      </w:r>
      <w:r w:rsidR="0036097E">
        <w:t>0/</w:t>
      </w:r>
      <w:r>
        <w:t>1</w:t>
      </w:r>
      <w:r w:rsidR="0036097E">
        <w:t>.3</w:t>
      </w:r>
      <w:r>
        <w:t xml:space="preserve"> interface:</w:t>
      </w:r>
    </w:p>
    <w:p w14:paraId="576A478E" w14:textId="4A5DCBA7" w:rsidR="00C4206E" w:rsidRPr="008249BF" w:rsidRDefault="00803FEF" w:rsidP="008249BF">
      <w:pPr>
        <w:pStyle w:val="CMD"/>
      </w:pPr>
      <w:r>
        <w:t>P</w:t>
      </w:r>
      <w:r w:rsidR="00C4206E" w:rsidRPr="008249BF">
        <w:t>C</w:t>
      </w:r>
      <w:r>
        <w:t>-A</w:t>
      </w:r>
      <w:r w:rsidR="00C4206E" w:rsidRPr="008249BF">
        <w:t xml:space="preserve">:\&gt; </w:t>
      </w:r>
      <w:r w:rsidR="00C4206E" w:rsidRPr="008249BF">
        <w:rPr>
          <w:b/>
          <w:bCs/>
        </w:rPr>
        <w:t>ping 192.168.3.1</w:t>
      </w:r>
    </w:p>
    <w:p w14:paraId="7F5C8C76" w14:textId="77777777" w:rsidR="008249BF" w:rsidRDefault="008249BF" w:rsidP="008249BF">
      <w:pPr>
        <w:pStyle w:val="Heading4"/>
      </w:pPr>
      <w:r>
        <w:t>Question:</w:t>
      </w:r>
    </w:p>
    <w:p w14:paraId="2347FE1C" w14:textId="7C024D4D" w:rsidR="00C4206E" w:rsidRPr="00854909" w:rsidRDefault="00C4206E" w:rsidP="008249BF">
      <w:pPr>
        <w:pStyle w:val="BodyTextL25"/>
        <w:spacing w:before="0"/>
        <w:ind w:left="720"/>
      </w:pPr>
      <w:r>
        <w:t>Was the ping</w:t>
      </w:r>
      <w:r w:rsidRPr="00854909">
        <w:t xml:space="preserve"> successful? </w:t>
      </w:r>
      <w:r>
        <w:t xml:space="preserve">Is this the correct behavior? </w:t>
      </w:r>
      <w:r w:rsidRPr="00854909">
        <w:t>Explain.</w:t>
      </w:r>
    </w:p>
    <w:p w14:paraId="3A81CEDE" w14:textId="77777777" w:rsidR="00D346DE" w:rsidRPr="000E6CE9" w:rsidRDefault="00D346DE" w:rsidP="00D346DE">
      <w:pPr>
        <w:pStyle w:val="AnswerLineL50"/>
      </w:pPr>
      <w:r>
        <w:t>Type your answers here.</w:t>
      </w:r>
    </w:p>
    <w:p w14:paraId="4EC55F04" w14:textId="15CBD456" w:rsidR="00C4206E" w:rsidRDefault="00C4206E" w:rsidP="007250BA">
      <w:pPr>
        <w:pStyle w:val="SubStepAlpha"/>
      </w:pPr>
      <w:r>
        <w:t>From PC-C ping R3’s G0/</w:t>
      </w:r>
      <w:r w:rsidR="00BF429A">
        <w:t>0/</w:t>
      </w:r>
      <w:r>
        <w:t>1</w:t>
      </w:r>
      <w:r w:rsidR="00BF429A">
        <w:t>.3</w:t>
      </w:r>
      <w:r>
        <w:t xml:space="preserve"> interface:</w:t>
      </w:r>
    </w:p>
    <w:p w14:paraId="04DAF8EB" w14:textId="28228491" w:rsidR="00C4206E" w:rsidRPr="008249BF" w:rsidRDefault="00BF429A" w:rsidP="008249BF">
      <w:pPr>
        <w:pStyle w:val="CMD"/>
      </w:pPr>
      <w:r>
        <w:t>PC-</w:t>
      </w:r>
      <w:r w:rsidR="00C4206E" w:rsidRPr="008249BF">
        <w:t xml:space="preserve">C:\&gt; </w:t>
      </w:r>
      <w:r w:rsidR="00C4206E" w:rsidRPr="008249BF">
        <w:rPr>
          <w:b/>
          <w:bCs/>
        </w:rPr>
        <w:t>ping 192.168.3.1</w:t>
      </w:r>
    </w:p>
    <w:p w14:paraId="670ED8AD" w14:textId="77777777" w:rsidR="008249BF" w:rsidRDefault="008249BF" w:rsidP="008249BF">
      <w:pPr>
        <w:pStyle w:val="Heading4"/>
      </w:pPr>
      <w:r>
        <w:t>Question:</w:t>
      </w:r>
    </w:p>
    <w:p w14:paraId="5F8C0864" w14:textId="30E89E54" w:rsidR="00C4206E" w:rsidRPr="00854909" w:rsidRDefault="00C4206E" w:rsidP="008249BF">
      <w:pPr>
        <w:pStyle w:val="BodyTextL25"/>
        <w:spacing w:before="0"/>
        <w:ind w:left="720"/>
      </w:pPr>
      <w:r>
        <w:t>Was the ping</w:t>
      </w:r>
      <w:r w:rsidRPr="00854909">
        <w:t xml:space="preserve"> successful? </w:t>
      </w:r>
      <w:r>
        <w:t xml:space="preserve">Is this the correct behavior? </w:t>
      </w:r>
      <w:r w:rsidRPr="00854909">
        <w:t>Explain.</w:t>
      </w:r>
    </w:p>
    <w:p w14:paraId="5C67C0D4" w14:textId="77777777" w:rsidR="00D346DE" w:rsidRPr="000E6CE9" w:rsidRDefault="00D346DE" w:rsidP="00D346DE">
      <w:pPr>
        <w:pStyle w:val="AnswerLineL50"/>
      </w:pPr>
      <w:r>
        <w:t>Type your answers here.</w:t>
      </w:r>
    </w:p>
    <w:p w14:paraId="1A18FEA7" w14:textId="77777777" w:rsidR="00C4206E" w:rsidRPr="00B429FE" w:rsidRDefault="00C4206E" w:rsidP="00014927">
      <w:pPr>
        <w:pStyle w:val="Heading1"/>
      </w:pPr>
      <w:bookmarkStart w:id="0" w:name="OLE_LINK11"/>
      <w:r>
        <w:t>Challenge (optional)</w:t>
      </w:r>
    </w:p>
    <w:bookmarkEnd w:id="0"/>
    <w:p w14:paraId="4BEE086C" w14:textId="77777777" w:rsidR="00C4206E" w:rsidRDefault="00C4206E" w:rsidP="00C4206E">
      <w:pPr>
        <w:pStyle w:val="BodyTextL25"/>
      </w:pPr>
      <w:r>
        <w:t xml:space="preserve">Create the proper zone-pair, </w:t>
      </w:r>
      <w:r w:rsidRPr="00F8557A">
        <w:rPr>
          <w:noProof/>
        </w:rPr>
        <w:t>class-maps</w:t>
      </w:r>
      <w:r>
        <w:rPr>
          <w:noProof/>
        </w:rPr>
        <w:t>,</w:t>
      </w:r>
      <w:r>
        <w:t xml:space="preserve"> and policy-maps and configure R3 to prevent Internet originating traffic from reaching the Self Zone.</w:t>
      </w:r>
    </w:p>
    <w:p w14:paraId="292D789D" w14:textId="77777777" w:rsidR="00C4206E" w:rsidRPr="00B429FE" w:rsidRDefault="00C4206E" w:rsidP="00014927">
      <w:pPr>
        <w:pStyle w:val="Heading1"/>
      </w:pPr>
      <w:r>
        <w:t>Appendix – Multiple Interfaces under the Same Zone (optional)</w:t>
      </w:r>
    </w:p>
    <w:p w14:paraId="5078F7F9" w14:textId="77777777" w:rsidR="00C4206E" w:rsidRDefault="00C4206E" w:rsidP="008249BF">
      <w:pPr>
        <w:pStyle w:val="BodyTextL25"/>
      </w:pPr>
      <w:r>
        <w:t xml:space="preserve">One benefit of ZPF firewalls is that they scale well compared to the classic firewall. If a new interface with the same security requirements </w:t>
      </w:r>
      <w:r w:rsidRPr="00F8557A">
        <w:rPr>
          <w:noProof/>
        </w:rPr>
        <w:t>is added</w:t>
      </w:r>
      <w:r>
        <w:t xml:space="preserve"> to the firewall, the administrator can simply add the new interface as a member of an existing security zone. However, some IOS versions will not allow devices connected to different interfaces of the same zone to communicate by default. In those cases, a zone-pair must be created using the same zone as source and destination.</w:t>
      </w:r>
    </w:p>
    <w:p w14:paraId="4BCDFC99" w14:textId="3E0833B8" w:rsidR="00C4206E" w:rsidRDefault="00C4206E" w:rsidP="008249BF">
      <w:pPr>
        <w:pStyle w:val="BodyTextL25"/>
      </w:pPr>
      <w:r>
        <w:t xml:space="preserve">Traffic between similarly zoned interfaces will always be bidirectional </w:t>
      </w:r>
      <w:r w:rsidR="0036097E">
        <w:t>due to the fact that</w:t>
      </w:r>
      <w:r>
        <w:t xml:space="preserve"> the zone-pair’s source and destination zones are the same. Because of that, there is no need to inspect traffic to allow for automatic return traffic handling; return traffic will always be allowed because it will always conform to the zone-pair definition. In this case, the </w:t>
      </w:r>
      <w:r w:rsidRPr="00310A76">
        <w:t xml:space="preserve">policy-map </w:t>
      </w:r>
      <w:r>
        <w:t xml:space="preserve">should have </w:t>
      </w:r>
      <w:r w:rsidRPr="00310A76">
        <w:t xml:space="preserve">a </w:t>
      </w:r>
      <w:r w:rsidRPr="00310A76">
        <w:rPr>
          <w:rFonts w:cs="Arial"/>
          <w:b/>
        </w:rPr>
        <w:t>pass</w:t>
      </w:r>
      <w:r w:rsidRPr="00310A76">
        <w:t xml:space="preserve"> action instead of </w:t>
      </w:r>
      <w:r w:rsidRPr="00310A76">
        <w:rPr>
          <w:b/>
        </w:rPr>
        <w:t>inspect</w:t>
      </w:r>
      <w:r w:rsidRPr="00310A76">
        <w:t>. Because of the</w:t>
      </w:r>
      <w:r w:rsidRPr="00310A76">
        <w:rPr>
          <w:rFonts w:cs="Arial"/>
        </w:rPr>
        <w:t xml:space="preserve"> </w:t>
      </w:r>
      <w:r w:rsidRPr="00F8557A">
        <w:rPr>
          <w:rFonts w:cs="Arial"/>
          <w:b/>
          <w:noProof/>
        </w:rPr>
        <w:t>pass</w:t>
      </w:r>
      <w:r w:rsidRPr="00310A76">
        <w:rPr>
          <w:b/>
        </w:rPr>
        <w:t xml:space="preserve"> </w:t>
      </w:r>
      <w:r w:rsidRPr="00310A76">
        <w:t>action, the router will not inspect packets matched by the policy-map</w:t>
      </w:r>
      <w:r>
        <w:t>, it will simply forward it</w:t>
      </w:r>
      <w:r w:rsidRPr="00310A76">
        <w:t xml:space="preserve"> to </w:t>
      </w:r>
      <w:r>
        <w:t>its</w:t>
      </w:r>
      <w:r w:rsidRPr="00310A76">
        <w:t xml:space="preserve"> destination.</w:t>
      </w:r>
    </w:p>
    <w:p w14:paraId="38605E10" w14:textId="5BB4F7F4" w:rsidR="00C4206E" w:rsidRPr="00310A76" w:rsidRDefault="00C4206E" w:rsidP="008249BF">
      <w:pPr>
        <w:pStyle w:val="BodyTextL25"/>
      </w:pPr>
      <w:r>
        <w:t>In the context of this lab, if R3 had a G0/</w:t>
      </w:r>
      <w:r w:rsidR="0036097E">
        <w:t>0/1.</w:t>
      </w:r>
      <w:r>
        <w:t xml:space="preserve">2 interface also assigned to the INSIDE </w:t>
      </w:r>
      <w:r w:rsidRPr="00F8557A">
        <w:rPr>
          <w:noProof/>
        </w:rPr>
        <w:t>zone</w:t>
      </w:r>
      <w:r>
        <w:t>, and the router IOS version did not support allowing traffic between interfaces configured to the same zone, the extra configuration would look like this:</w:t>
      </w:r>
    </w:p>
    <w:p w14:paraId="6405558A" w14:textId="77777777" w:rsidR="00C4206E" w:rsidRDefault="00C4206E" w:rsidP="008249BF">
      <w:pPr>
        <w:pStyle w:val="BodyTextL25"/>
      </w:pPr>
      <w:r>
        <w:t xml:space="preserve">New zone-pair: </w:t>
      </w:r>
      <w:r w:rsidRPr="00310A76">
        <w:rPr>
          <w:b/>
        </w:rPr>
        <w:t>Inside to Inside</w:t>
      </w:r>
      <w:r>
        <w:t>;</w:t>
      </w:r>
      <w:r w:rsidRPr="00310A76">
        <w:t xml:space="preserve"> allows</w:t>
      </w:r>
      <w:r>
        <w:t xml:space="preserve"> </w:t>
      </w:r>
      <w:r w:rsidRPr="00310A76">
        <w:t>routing of traffic among the internal trusted interfaces</w:t>
      </w:r>
      <w:r>
        <w:t>.</w:t>
      </w:r>
    </w:p>
    <w:p w14:paraId="3BAF8525" w14:textId="77777777" w:rsidR="00C4206E" w:rsidRPr="00310A76" w:rsidRDefault="00C4206E" w:rsidP="008249BF">
      <w:pPr>
        <w:pStyle w:val="BodyTextL25"/>
      </w:pPr>
      <w:r>
        <w:t xml:space="preserve">Creating the policy-map (notice that no explicit class-map </w:t>
      </w:r>
      <w:r w:rsidRPr="00F8557A">
        <w:rPr>
          <w:noProof/>
        </w:rPr>
        <w:t>is needed</w:t>
      </w:r>
      <w:r>
        <w:t xml:space="preserve"> because we use the default “catch-all” class):</w:t>
      </w:r>
    </w:p>
    <w:p w14:paraId="5793B980" w14:textId="77777777" w:rsidR="00C4206E" w:rsidRPr="00310A76" w:rsidRDefault="00C4206E" w:rsidP="008249BF">
      <w:pPr>
        <w:pStyle w:val="CMD"/>
      </w:pPr>
      <w:r w:rsidRPr="00310A76">
        <w:t xml:space="preserve">R3(config)# </w:t>
      </w:r>
      <w:r w:rsidRPr="008249BF">
        <w:rPr>
          <w:b/>
          <w:bCs/>
        </w:rPr>
        <w:t>policy-map type inspect inside</w:t>
      </w:r>
    </w:p>
    <w:p w14:paraId="59405444" w14:textId="77777777" w:rsidR="00C4206E" w:rsidRPr="00310A76" w:rsidRDefault="00C4206E" w:rsidP="008249BF">
      <w:pPr>
        <w:pStyle w:val="CMD"/>
      </w:pPr>
      <w:r w:rsidRPr="00310A76">
        <w:t xml:space="preserve">R3(config-pmap)# </w:t>
      </w:r>
      <w:r w:rsidRPr="008249BF">
        <w:rPr>
          <w:b/>
          <w:bCs/>
        </w:rPr>
        <w:t>class class-default</w:t>
      </w:r>
    </w:p>
    <w:p w14:paraId="13ED9CB5" w14:textId="77777777" w:rsidR="00C4206E" w:rsidRDefault="00C4206E" w:rsidP="008249BF">
      <w:pPr>
        <w:pStyle w:val="CMD"/>
      </w:pPr>
      <w:r w:rsidRPr="00310A76">
        <w:t>R3(config-</w:t>
      </w:r>
      <w:r w:rsidRPr="00F8557A">
        <w:rPr>
          <w:noProof/>
        </w:rPr>
        <w:t>pmap</w:t>
      </w:r>
      <w:r w:rsidRPr="00310A76">
        <w:t xml:space="preserve">-c)# </w:t>
      </w:r>
      <w:r w:rsidRPr="008249BF">
        <w:rPr>
          <w:b/>
          <w:bCs/>
        </w:rPr>
        <w:t>pass</w:t>
      </w:r>
    </w:p>
    <w:p w14:paraId="58474458" w14:textId="77777777" w:rsidR="00C4206E" w:rsidRPr="00310A76" w:rsidRDefault="00C4206E" w:rsidP="008249BF">
      <w:pPr>
        <w:pStyle w:val="BodyTextL25"/>
      </w:pPr>
      <w:r w:rsidRPr="00310A76">
        <w:t>C</w:t>
      </w:r>
      <w:r>
        <w:t>reating the zone-pair and assigning the new policy-map to it. N</w:t>
      </w:r>
      <w:r w:rsidRPr="00310A76">
        <w:t>otice that the</w:t>
      </w:r>
      <w:r>
        <w:t xml:space="preserve"> INSIDE</w:t>
      </w:r>
      <w:r w:rsidRPr="00310A76">
        <w:t xml:space="preserve"> </w:t>
      </w:r>
      <w:r w:rsidRPr="00F8557A">
        <w:rPr>
          <w:noProof/>
        </w:rPr>
        <w:t>zone</w:t>
      </w:r>
      <w:r w:rsidRPr="00310A76">
        <w:t xml:space="preserve"> is both the source and the destination of the zone-pair:</w:t>
      </w:r>
    </w:p>
    <w:p w14:paraId="4115D2A3" w14:textId="77777777" w:rsidR="00C4206E" w:rsidRPr="00310A76" w:rsidRDefault="00C4206E" w:rsidP="008249BF">
      <w:pPr>
        <w:pStyle w:val="CMD"/>
      </w:pPr>
      <w:r w:rsidRPr="00F8557A">
        <w:rPr>
          <w:noProof/>
        </w:rPr>
        <w:t xml:space="preserve">R3(config)# </w:t>
      </w:r>
      <w:r w:rsidRPr="008249BF">
        <w:rPr>
          <w:b/>
          <w:bCs/>
          <w:noProof/>
        </w:rPr>
        <w:t>zone-pair security INSIDE source INSIDE destination INSIDE</w:t>
      </w:r>
    </w:p>
    <w:p w14:paraId="7D3E9BEA" w14:textId="77777777" w:rsidR="00C4206E" w:rsidRPr="00B429FE" w:rsidRDefault="00C4206E" w:rsidP="008249BF">
      <w:pPr>
        <w:pStyle w:val="CMD"/>
      </w:pPr>
      <w:r w:rsidRPr="00310A76">
        <w:t xml:space="preserve">R3(config-sec-zone-pair)# </w:t>
      </w:r>
      <w:r w:rsidRPr="008249BF">
        <w:rPr>
          <w:b/>
          <w:bCs/>
        </w:rPr>
        <w:t>service-policy type inspect inside</w:t>
      </w:r>
    </w:p>
    <w:p w14:paraId="525FC116" w14:textId="77777777" w:rsidR="00C4206E" w:rsidRPr="00310A76" w:rsidRDefault="00C4206E" w:rsidP="008249BF">
      <w:pPr>
        <w:pStyle w:val="BodyTextL25"/>
      </w:pPr>
      <w:r w:rsidRPr="00310A76">
        <w:t xml:space="preserve">To verify the existence of the new pair, </w:t>
      </w:r>
      <w:r w:rsidRPr="00F8557A">
        <w:rPr>
          <w:noProof/>
        </w:rPr>
        <w:t>use</w:t>
      </w:r>
      <w:r w:rsidRPr="00310A76">
        <w:t xml:space="preserve"> </w:t>
      </w:r>
      <w:r w:rsidRPr="00310A76">
        <w:rPr>
          <w:b/>
        </w:rPr>
        <w:t>show zone-pair security</w:t>
      </w:r>
      <w:r>
        <w:rPr>
          <w:b/>
        </w:rPr>
        <w:t>:</w:t>
      </w:r>
    </w:p>
    <w:p w14:paraId="3E7F4E25" w14:textId="77777777" w:rsidR="00C4206E" w:rsidRPr="00310A76" w:rsidRDefault="00C4206E" w:rsidP="008249BF">
      <w:pPr>
        <w:pStyle w:val="CMD"/>
      </w:pPr>
      <w:r w:rsidRPr="00310A76">
        <w:t xml:space="preserve">R3# </w:t>
      </w:r>
      <w:r w:rsidRPr="008249BF">
        <w:rPr>
          <w:b/>
          <w:bCs/>
        </w:rPr>
        <w:t>show zone-pair security</w:t>
      </w:r>
    </w:p>
    <w:p w14:paraId="34E5C386" w14:textId="77777777" w:rsidR="00C4206E" w:rsidRPr="004E70E1" w:rsidRDefault="00C4206E" w:rsidP="008249BF">
      <w:pPr>
        <w:pStyle w:val="CMDOutput"/>
      </w:pPr>
      <w:r w:rsidRPr="004E70E1">
        <w:t xml:space="preserve">Zone-pair name </w:t>
      </w:r>
      <w:r>
        <w:t>INSIDE_TO_INTERNET</w:t>
      </w:r>
    </w:p>
    <w:p w14:paraId="6D8ABC9A" w14:textId="77777777" w:rsidR="00C4206E" w:rsidRPr="00906729" w:rsidRDefault="00C4206E" w:rsidP="008249BF">
      <w:pPr>
        <w:pStyle w:val="CMDOutput"/>
        <w:rPr>
          <w:lang w:val="it-IT"/>
        </w:rPr>
      </w:pPr>
      <w:r>
        <w:t xml:space="preserve">    </w:t>
      </w:r>
      <w:r w:rsidRPr="00906729">
        <w:rPr>
          <w:lang w:val="it-IT"/>
        </w:rPr>
        <w:t>Source-Zone</w:t>
      </w:r>
      <w:r>
        <w:rPr>
          <w:lang w:val="it-IT"/>
        </w:rPr>
        <w:t xml:space="preserve"> INSIDE</w:t>
      </w:r>
      <w:r w:rsidRPr="00906729">
        <w:rPr>
          <w:lang w:val="it-IT"/>
        </w:rPr>
        <w:t xml:space="preserve"> Destination-Zone </w:t>
      </w:r>
      <w:r>
        <w:rPr>
          <w:lang w:val="it-IT"/>
        </w:rPr>
        <w:t>INTERNET</w:t>
      </w:r>
      <w:r w:rsidRPr="00906729">
        <w:rPr>
          <w:lang w:val="it-IT"/>
        </w:rPr>
        <w:t xml:space="preserve"> </w:t>
      </w:r>
    </w:p>
    <w:p w14:paraId="7E724060" w14:textId="77777777" w:rsidR="00C4206E" w:rsidRPr="004E70E1" w:rsidRDefault="00C4206E" w:rsidP="008249BF">
      <w:pPr>
        <w:pStyle w:val="CMDOutput"/>
      </w:pPr>
      <w:r w:rsidRPr="00906729">
        <w:rPr>
          <w:lang w:val="it-IT"/>
        </w:rPr>
        <w:t xml:space="preserve">    </w:t>
      </w:r>
      <w:r w:rsidRPr="004E70E1">
        <w:t xml:space="preserve">service-policy </w:t>
      </w:r>
      <w:r>
        <w:t>INSIDE_TO_INTERNET</w:t>
      </w:r>
    </w:p>
    <w:p w14:paraId="001C9A64" w14:textId="77777777" w:rsidR="00C4206E" w:rsidRPr="004E70E1" w:rsidRDefault="00C4206E" w:rsidP="008249BF">
      <w:pPr>
        <w:pStyle w:val="CMDOutput"/>
      </w:pPr>
      <w:r w:rsidRPr="004E70E1">
        <w:t xml:space="preserve">Zone-pair name </w:t>
      </w:r>
      <w:r>
        <w:t>CONFROOM_TO_INTERNET</w:t>
      </w:r>
    </w:p>
    <w:p w14:paraId="645B9703" w14:textId="77777777" w:rsidR="00C4206E" w:rsidRPr="004E70E1" w:rsidRDefault="00C4206E" w:rsidP="008249BF">
      <w:pPr>
        <w:pStyle w:val="CMDOutput"/>
      </w:pPr>
      <w:r w:rsidRPr="004E70E1">
        <w:t xml:space="preserve">    Source-Zone </w:t>
      </w:r>
      <w:r>
        <w:t>CONFROOM</w:t>
      </w:r>
      <w:r w:rsidRPr="004E70E1">
        <w:t xml:space="preserve">  Destination-Zone </w:t>
      </w:r>
      <w:r>
        <w:t>INTERNET</w:t>
      </w:r>
      <w:r w:rsidRPr="004E70E1">
        <w:t xml:space="preserve"> </w:t>
      </w:r>
    </w:p>
    <w:p w14:paraId="28BD4022" w14:textId="77777777" w:rsidR="00C4206E" w:rsidRPr="004E70E1" w:rsidRDefault="00C4206E" w:rsidP="008249BF">
      <w:pPr>
        <w:pStyle w:val="CMDOutput"/>
      </w:pPr>
      <w:r w:rsidRPr="004E70E1">
        <w:t xml:space="preserve">    service-policy </w:t>
      </w:r>
      <w:r>
        <w:t>CONFROOM_TO_INTERNET</w:t>
      </w:r>
    </w:p>
    <w:p w14:paraId="7F522BBE" w14:textId="77777777" w:rsidR="00C4206E" w:rsidRPr="004E70E1" w:rsidRDefault="00C4206E" w:rsidP="008249BF">
      <w:pPr>
        <w:pStyle w:val="CMDOutput"/>
      </w:pPr>
      <w:r w:rsidRPr="004E70E1">
        <w:t>Zone-pair name</w:t>
      </w:r>
      <w:r>
        <w:t xml:space="preserve"> INSIDE</w:t>
      </w:r>
    </w:p>
    <w:p w14:paraId="0E651E99" w14:textId="77777777" w:rsidR="00C4206E" w:rsidRDefault="00C4206E" w:rsidP="008249BF">
      <w:pPr>
        <w:pStyle w:val="CMDOutput"/>
      </w:pPr>
      <w:r w:rsidRPr="004E70E1">
        <w:t xml:space="preserve">    Source-Zone</w:t>
      </w:r>
      <w:r>
        <w:t xml:space="preserve"> INSIDE</w:t>
      </w:r>
      <w:r w:rsidRPr="004E70E1">
        <w:t xml:space="preserve"> Destination-Zone</w:t>
      </w:r>
      <w:r>
        <w:t xml:space="preserve"> INSIDE</w:t>
      </w:r>
      <w:r w:rsidRPr="004E70E1">
        <w:t xml:space="preserve"> </w:t>
      </w:r>
    </w:p>
    <w:p w14:paraId="58538FC0" w14:textId="77777777" w:rsidR="00C4206E" w:rsidRPr="004E70E1" w:rsidRDefault="00C4206E" w:rsidP="008249BF">
      <w:pPr>
        <w:pStyle w:val="CMDOutput"/>
      </w:pPr>
      <w:r w:rsidRPr="004E70E1">
        <w:t xml:space="preserve">    service-policy </w:t>
      </w:r>
      <w:r>
        <w:t>inside</w:t>
      </w:r>
    </w:p>
    <w:p w14:paraId="3E6D56D6" w14:textId="77777777" w:rsidR="00014927" w:rsidRPr="004C0909" w:rsidRDefault="00014927" w:rsidP="00014927">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14927" w14:paraId="44143C66" w14:textId="77777777" w:rsidTr="00E71C84">
        <w:trPr>
          <w:cnfStyle w:val="100000000000" w:firstRow="1" w:lastRow="0" w:firstColumn="0" w:lastColumn="0" w:oddVBand="0" w:evenVBand="0" w:oddHBand="0" w:evenHBand="0" w:firstRowFirstColumn="0" w:firstRowLastColumn="0" w:lastRowFirstColumn="0" w:lastRowLastColumn="0"/>
        </w:trPr>
        <w:tc>
          <w:tcPr>
            <w:tcW w:w="1530" w:type="dxa"/>
          </w:tcPr>
          <w:p w14:paraId="03A93726" w14:textId="77777777" w:rsidR="00014927" w:rsidRPr="00763D8B" w:rsidRDefault="00014927" w:rsidP="00E71C84">
            <w:pPr>
              <w:pStyle w:val="TableHeading"/>
            </w:pPr>
            <w:r w:rsidRPr="00763D8B">
              <w:t>Router Model</w:t>
            </w:r>
          </w:p>
        </w:tc>
        <w:tc>
          <w:tcPr>
            <w:tcW w:w="2250" w:type="dxa"/>
          </w:tcPr>
          <w:p w14:paraId="0DB55365" w14:textId="77777777" w:rsidR="00014927" w:rsidRPr="00763D8B" w:rsidRDefault="00014927" w:rsidP="00E71C84">
            <w:pPr>
              <w:pStyle w:val="TableHeading"/>
            </w:pPr>
            <w:r w:rsidRPr="00763D8B">
              <w:t>Ethernet Interface #1</w:t>
            </w:r>
          </w:p>
        </w:tc>
        <w:tc>
          <w:tcPr>
            <w:tcW w:w="2250" w:type="dxa"/>
          </w:tcPr>
          <w:p w14:paraId="004D1214" w14:textId="77777777" w:rsidR="00014927" w:rsidRPr="00763D8B" w:rsidRDefault="00014927" w:rsidP="00E71C84">
            <w:pPr>
              <w:pStyle w:val="TableHeading"/>
            </w:pPr>
            <w:r w:rsidRPr="00763D8B">
              <w:t>Ethernet Interface #2</w:t>
            </w:r>
          </w:p>
        </w:tc>
        <w:tc>
          <w:tcPr>
            <w:tcW w:w="2070" w:type="dxa"/>
          </w:tcPr>
          <w:p w14:paraId="27BB2836" w14:textId="77777777" w:rsidR="00014927" w:rsidRPr="00763D8B" w:rsidRDefault="00014927" w:rsidP="00E71C84">
            <w:pPr>
              <w:pStyle w:val="TableHeading"/>
            </w:pPr>
            <w:r w:rsidRPr="00763D8B">
              <w:t>Serial Interface #1</w:t>
            </w:r>
          </w:p>
        </w:tc>
        <w:tc>
          <w:tcPr>
            <w:tcW w:w="2160" w:type="dxa"/>
          </w:tcPr>
          <w:p w14:paraId="52027A22" w14:textId="77777777" w:rsidR="00014927" w:rsidRPr="00763D8B" w:rsidRDefault="00014927" w:rsidP="00E71C84">
            <w:pPr>
              <w:pStyle w:val="TableHeading"/>
            </w:pPr>
            <w:r w:rsidRPr="00763D8B">
              <w:t>Serial Interface #2</w:t>
            </w:r>
          </w:p>
        </w:tc>
      </w:tr>
      <w:tr w:rsidR="00014927" w14:paraId="423C70F8" w14:textId="77777777" w:rsidTr="00E71C84">
        <w:tc>
          <w:tcPr>
            <w:tcW w:w="1530" w:type="dxa"/>
          </w:tcPr>
          <w:p w14:paraId="575DEAEC" w14:textId="77777777" w:rsidR="00014927" w:rsidRPr="009453F7" w:rsidRDefault="00014927" w:rsidP="00E71C84">
            <w:pPr>
              <w:pStyle w:val="TableText"/>
            </w:pPr>
            <w:r w:rsidRPr="009453F7">
              <w:t>1900</w:t>
            </w:r>
          </w:p>
        </w:tc>
        <w:tc>
          <w:tcPr>
            <w:tcW w:w="2250" w:type="dxa"/>
          </w:tcPr>
          <w:p w14:paraId="490A3FB8" w14:textId="77777777" w:rsidR="00014927" w:rsidRPr="009453F7" w:rsidRDefault="00014927" w:rsidP="00E71C84">
            <w:pPr>
              <w:pStyle w:val="TableText"/>
            </w:pPr>
            <w:r w:rsidRPr="009453F7">
              <w:t>Gigabit Ethernet 0/0 (G0/0)</w:t>
            </w:r>
          </w:p>
        </w:tc>
        <w:tc>
          <w:tcPr>
            <w:tcW w:w="2250" w:type="dxa"/>
          </w:tcPr>
          <w:p w14:paraId="293B4379" w14:textId="77777777" w:rsidR="00014927" w:rsidRPr="009453F7" w:rsidRDefault="00014927" w:rsidP="00E71C84">
            <w:pPr>
              <w:pStyle w:val="TableText"/>
            </w:pPr>
            <w:r w:rsidRPr="009453F7">
              <w:t>Gigabit Ethernet 0/1 (G0/1)</w:t>
            </w:r>
          </w:p>
        </w:tc>
        <w:tc>
          <w:tcPr>
            <w:tcW w:w="2070" w:type="dxa"/>
          </w:tcPr>
          <w:p w14:paraId="61983353" w14:textId="77777777" w:rsidR="00014927" w:rsidRPr="009453F7" w:rsidRDefault="00014927" w:rsidP="00E71C84">
            <w:pPr>
              <w:pStyle w:val="TableText"/>
            </w:pPr>
            <w:r w:rsidRPr="009453F7">
              <w:t>Serial 0/0/0 (S0/0/0)</w:t>
            </w:r>
          </w:p>
        </w:tc>
        <w:tc>
          <w:tcPr>
            <w:tcW w:w="2160" w:type="dxa"/>
          </w:tcPr>
          <w:p w14:paraId="26F5E41A" w14:textId="77777777" w:rsidR="00014927" w:rsidRPr="009453F7" w:rsidRDefault="00014927" w:rsidP="00E71C84">
            <w:pPr>
              <w:pStyle w:val="TableText"/>
            </w:pPr>
            <w:r w:rsidRPr="009453F7">
              <w:t>Serial 0/0/1 (S0/0/1)</w:t>
            </w:r>
          </w:p>
        </w:tc>
      </w:tr>
      <w:tr w:rsidR="00014927" w14:paraId="5935F3A2" w14:textId="77777777" w:rsidTr="00E71C84">
        <w:tc>
          <w:tcPr>
            <w:tcW w:w="1530" w:type="dxa"/>
          </w:tcPr>
          <w:p w14:paraId="23C6A46D" w14:textId="77777777" w:rsidR="00014927" w:rsidRPr="009453F7" w:rsidRDefault="00014927" w:rsidP="00E71C84">
            <w:pPr>
              <w:pStyle w:val="TableText"/>
            </w:pPr>
            <w:r w:rsidRPr="009453F7">
              <w:t>2900</w:t>
            </w:r>
          </w:p>
        </w:tc>
        <w:tc>
          <w:tcPr>
            <w:tcW w:w="2250" w:type="dxa"/>
          </w:tcPr>
          <w:p w14:paraId="169EA445" w14:textId="77777777" w:rsidR="00014927" w:rsidRPr="009453F7" w:rsidRDefault="00014927" w:rsidP="00E71C84">
            <w:pPr>
              <w:pStyle w:val="TableText"/>
            </w:pPr>
            <w:r w:rsidRPr="009453F7">
              <w:t>Gigabit Ethernet 0/0 (G0/0)</w:t>
            </w:r>
          </w:p>
        </w:tc>
        <w:tc>
          <w:tcPr>
            <w:tcW w:w="2250" w:type="dxa"/>
          </w:tcPr>
          <w:p w14:paraId="5F10A728" w14:textId="77777777" w:rsidR="00014927" w:rsidRPr="009453F7" w:rsidRDefault="00014927" w:rsidP="00E71C84">
            <w:pPr>
              <w:pStyle w:val="TableText"/>
            </w:pPr>
            <w:r w:rsidRPr="009453F7">
              <w:t>Gigabit Ethernet 0/1 (G0/1)</w:t>
            </w:r>
          </w:p>
        </w:tc>
        <w:tc>
          <w:tcPr>
            <w:tcW w:w="2070" w:type="dxa"/>
          </w:tcPr>
          <w:p w14:paraId="1CE99D4C" w14:textId="77777777" w:rsidR="00014927" w:rsidRPr="009453F7" w:rsidRDefault="00014927" w:rsidP="00E71C84">
            <w:pPr>
              <w:pStyle w:val="TableText"/>
            </w:pPr>
            <w:r w:rsidRPr="009453F7">
              <w:t>Serial 0/0/0 (S0/0/0)</w:t>
            </w:r>
          </w:p>
        </w:tc>
        <w:tc>
          <w:tcPr>
            <w:tcW w:w="2160" w:type="dxa"/>
          </w:tcPr>
          <w:p w14:paraId="49443870" w14:textId="77777777" w:rsidR="00014927" w:rsidRPr="009453F7" w:rsidRDefault="00014927" w:rsidP="00E71C84">
            <w:pPr>
              <w:pStyle w:val="TableText"/>
            </w:pPr>
            <w:r w:rsidRPr="009453F7">
              <w:t>Serial 0/0/1 (S0/0/1)</w:t>
            </w:r>
          </w:p>
        </w:tc>
      </w:tr>
      <w:tr w:rsidR="00014927" w14:paraId="3E542138" w14:textId="77777777" w:rsidTr="00E71C84">
        <w:tc>
          <w:tcPr>
            <w:tcW w:w="1530" w:type="dxa"/>
          </w:tcPr>
          <w:p w14:paraId="05D06A9E" w14:textId="77777777" w:rsidR="00014927" w:rsidRPr="009453F7" w:rsidRDefault="00014927" w:rsidP="00E71C84">
            <w:pPr>
              <w:pStyle w:val="TableText"/>
            </w:pPr>
            <w:r>
              <w:t>4221</w:t>
            </w:r>
          </w:p>
        </w:tc>
        <w:tc>
          <w:tcPr>
            <w:tcW w:w="2250" w:type="dxa"/>
          </w:tcPr>
          <w:p w14:paraId="2796DDEE" w14:textId="77777777" w:rsidR="00014927" w:rsidRPr="009453F7" w:rsidRDefault="00014927" w:rsidP="00E71C84">
            <w:pPr>
              <w:pStyle w:val="TableText"/>
            </w:pPr>
            <w:r w:rsidRPr="009453F7">
              <w:t>Gigabit Ethernet 0/0</w:t>
            </w:r>
            <w:r>
              <w:t>/0</w:t>
            </w:r>
            <w:r w:rsidRPr="009453F7">
              <w:t xml:space="preserve"> (G0/0</w:t>
            </w:r>
            <w:r>
              <w:t>/0</w:t>
            </w:r>
            <w:r w:rsidRPr="009453F7">
              <w:t>)</w:t>
            </w:r>
          </w:p>
        </w:tc>
        <w:tc>
          <w:tcPr>
            <w:tcW w:w="2250" w:type="dxa"/>
          </w:tcPr>
          <w:p w14:paraId="61CCC595" w14:textId="77777777" w:rsidR="00014927" w:rsidRPr="009453F7" w:rsidRDefault="00014927" w:rsidP="00E71C84">
            <w:pPr>
              <w:pStyle w:val="TableText"/>
            </w:pPr>
            <w:r w:rsidRPr="009453F7">
              <w:t>Gigabit Ethernet 0/0</w:t>
            </w:r>
            <w:r>
              <w:t>/1</w:t>
            </w:r>
            <w:r w:rsidRPr="009453F7">
              <w:t xml:space="preserve"> (G0/0</w:t>
            </w:r>
            <w:r>
              <w:t>/1</w:t>
            </w:r>
            <w:r w:rsidRPr="009453F7">
              <w:t>)</w:t>
            </w:r>
          </w:p>
        </w:tc>
        <w:tc>
          <w:tcPr>
            <w:tcW w:w="2070" w:type="dxa"/>
          </w:tcPr>
          <w:p w14:paraId="07C4C1F8" w14:textId="77777777" w:rsidR="00014927" w:rsidRPr="009453F7" w:rsidRDefault="00014927" w:rsidP="00E71C84">
            <w:pPr>
              <w:pStyle w:val="TableText"/>
            </w:pPr>
            <w:r>
              <w:t>Serial 0/1/0 (S0/1</w:t>
            </w:r>
            <w:r w:rsidRPr="009453F7">
              <w:t>/0)</w:t>
            </w:r>
          </w:p>
        </w:tc>
        <w:tc>
          <w:tcPr>
            <w:tcW w:w="2160" w:type="dxa"/>
          </w:tcPr>
          <w:p w14:paraId="2251FC98" w14:textId="77777777" w:rsidR="00014927" w:rsidRPr="009453F7" w:rsidRDefault="00014927" w:rsidP="00E71C84">
            <w:pPr>
              <w:pStyle w:val="TableText"/>
            </w:pPr>
            <w:r>
              <w:t>Serial 0/1/1</w:t>
            </w:r>
            <w:r w:rsidRPr="009453F7">
              <w:t xml:space="preserve"> (S0/</w:t>
            </w:r>
            <w:r>
              <w:t>1/1</w:t>
            </w:r>
            <w:r w:rsidRPr="009453F7">
              <w:t>)</w:t>
            </w:r>
          </w:p>
        </w:tc>
      </w:tr>
      <w:tr w:rsidR="00014927" w14:paraId="0CA4064F" w14:textId="77777777" w:rsidTr="00E71C84">
        <w:tc>
          <w:tcPr>
            <w:tcW w:w="1530" w:type="dxa"/>
          </w:tcPr>
          <w:p w14:paraId="3C8B3E8E" w14:textId="77777777" w:rsidR="00014927" w:rsidRDefault="00014927" w:rsidP="00E71C84">
            <w:pPr>
              <w:pStyle w:val="TableText"/>
            </w:pPr>
            <w:r>
              <w:t>4300</w:t>
            </w:r>
          </w:p>
        </w:tc>
        <w:tc>
          <w:tcPr>
            <w:tcW w:w="2250" w:type="dxa"/>
          </w:tcPr>
          <w:p w14:paraId="44EBA5ED" w14:textId="77777777" w:rsidR="00014927" w:rsidRPr="009453F7" w:rsidRDefault="00014927" w:rsidP="00E71C84">
            <w:pPr>
              <w:pStyle w:val="TableText"/>
            </w:pPr>
            <w:r w:rsidRPr="009453F7">
              <w:t>Gigabit Ethernet 0/0</w:t>
            </w:r>
            <w:r>
              <w:t>/0</w:t>
            </w:r>
            <w:r w:rsidRPr="009453F7">
              <w:t xml:space="preserve"> (G0/0</w:t>
            </w:r>
            <w:r>
              <w:t>/0</w:t>
            </w:r>
            <w:r w:rsidRPr="009453F7">
              <w:t>)</w:t>
            </w:r>
          </w:p>
        </w:tc>
        <w:tc>
          <w:tcPr>
            <w:tcW w:w="2250" w:type="dxa"/>
          </w:tcPr>
          <w:p w14:paraId="1F4954DC" w14:textId="77777777" w:rsidR="00014927" w:rsidRPr="009453F7" w:rsidRDefault="00014927" w:rsidP="00E71C84">
            <w:pPr>
              <w:pStyle w:val="TableText"/>
            </w:pPr>
            <w:r w:rsidRPr="009453F7">
              <w:t>Gigabit Ethernet 0/0</w:t>
            </w:r>
            <w:r>
              <w:t>/1</w:t>
            </w:r>
            <w:r w:rsidRPr="009453F7">
              <w:t xml:space="preserve"> (G0/0</w:t>
            </w:r>
            <w:r>
              <w:t>/1</w:t>
            </w:r>
            <w:r w:rsidRPr="009453F7">
              <w:t>)</w:t>
            </w:r>
          </w:p>
        </w:tc>
        <w:tc>
          <w:tcPr>
            <w:tcW w:w="2070" w:type="dxa"/>
          </w:tcPr>
          <w:p w14:paraId="5B4934A4" w14:textId="77777777" w:rsidR="00014927" w:rsidRDefault="00014927" w:rsidP="00E71C84">
            <w:pPr>
              <w:pStyle w:val="TableText"/>
            </w:pPr>
            <w:r>
              <w:t>Serial 0/1/0 (S0/1</w:t>
            </w:r>
            <w:r w:rsidRPr="009453F7">
              <w:t>/0)</w:t>
            </w:r>
          </w:p>
        </w:tc>
        <w:tc>
          <w:tcPr>
            <w:tcW w:w="2160" w:type="dxa"/>
          </w:tcPr>
          <w:p w14:paraId="227564AD" w14:textId="77777777" w:rsidR="00014927" w:rsidRDefault="00014927" w:rsidP="00E71C84">
            <w:pPr>
              <w:pStyle w:val="TableText"/>
            </w:pPr>
            <w:r>
              <w:t>Serial 0/1/1</w:t>
            </w:r>
            <w:r w:rsidRPr="009453F7">
              <w:t xml:space="preserve"> (S0/</w:t>
            </w:r>
            <w:r>
              <w:t>1/1</w:t>
            </w:r>
            <w:r w:rsidRPr="009453F7">
              <w:t>)</w:t>
            </w:r>
          </w:p>
        </w:tc>
      </w:tr>
    </w:tbl>
    <w:p w14:paraId="0B92C6CA" w14:textId="77777777" w:rsidR="00014927" w:rsidRDefault="00014927" w:rsidP="00014927">
      <w:pPr>
        <w:pStyle w:val="ConfigWindow"/>
      </w:pPr>
      <w:r>
        <w:t>Blank Line, No additional information</w:t>
      </w:r>
    </w:p>
    <w:p w14:paraId="18E0EECE" w14:textId="4A8B6370" w:rsidR="00014927" w:rsidRDefault="00014927" w:rsidP="00014927">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072A6D3" w14:textId="4EBFDC22" w:rsidR="00580A7E" w:rsidRPr="00580A7E" w:rsidRDefault="00580A7E" w:rsidP="00580A7E">
      <w:pPr>
        <w:pStyle w:val="ConfigWindow"/>
      </w:pPr>
      <w:r>
        <w:t>end of document</w:t>
      </w:r>
    </w:p>
    <w:sectPr w:rsidR="00580A7E" w:rsidRPr="00580A7E"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9C9869" w14:textId="77777777" w:rsidR="00063267" w:rsidRDefault="00063267" w:rsidP="00710659">
      <w:pPr>
        <w:spacing w:after="0" w:line="240" w:lineRule="auto"/>
      </w:pPr>
      <w:r>
        <w:separator/>
      </w:r>
    </w:p>
    <w:p w14:paraId="7A8FBAE0" w14:textId="77777777" w:rsidR="00063267" w:rsidRDefault="00063267"/>
  </w:endnote>
  <w:endnote w:type="continuationSeparator" w:id="0">
    <w:p w14:paraId="7EB0D9AF" w14:textId="77777777" w:rsidR="00063267" w:rsidRDefault="00063267" w:rsidP="00710659">
      <w:pPr>
        <w:spacing w:after="0" w:line="240" w:lineRule="auto"/>
      </w:pPr>
      <w:r>
        <w:continuationSeparator/>
      </w:r>
    </w:p>
    <w:p w14:paraId="619C1DC3" w14:textId="77777777" w:rsidR="00063267" w:rsidRDefault="00063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4B187" w14:textId="034272D4" w:rsidR="00432653" w:rsidRPr="00882B63" w:rsidRDefault="0043265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9B7BA5">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A591C" w14:textId="1E307F10" w:rsidR="00432653" w:rsidRPr="00882B63" w:rsidRDefault="0043265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9B7BA5">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DA6EE" w14:textId="77777777" w:rsidR="00063267" w:rsidRDefault="00063267" w:rsidP="00710659">
      <w:pPr>
        <w:spacing w:after="0" w:line="240" w:lineRule="auto"/>
      </w:pPr>
      <w:r>
        <w:separator/>
      </w:r>
    </w:p>
    <w:p w14:paraId="6B29D765" w14:textId="77777777" w:rsidR="00063267" w:rsidRDefault="00063267"/>
  </w:footnote>
  <w:footnote w:type="continuationSeparator" w:id="0">
    <w:p w14:paraId="0D14A50D" w14:textId="77777777" w:rsidR="00063267" w:rsidRDefault="00063267" w:rsidP="00710659">
      <w:pPr>
        <w:spacing w:after="0" w:line="240" w:lineRule="auto"/>
      </w:pPr>
      <w:r>
        <w:continuationSeparator/>
      </w:r>
    </w:p>
    <w:p w14:paraId="6C0C8CA2" w14:textId="77777777" w:rsidR="00063267" w:rsidRDefault="000632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DE1FDBAEAA494641B27B4759A22AD5C7"/>
      </w:placeholder>
      <w:dataBinding w:prefixMappings="xmlns:ns0='http://purl.org/dc/elements/1.1/' xmlns:ns1='http://schemas.openxmlformats.org/package/2006/metadata/core-properties' " w:xpath="/ns1:coreProperties[1]/ns0:title[1]" w:storeItemID="{6C3C8BC8-F283-45AE-878A-BAB7291924A1}"/>
      <w:text/>
    </w:sdtPr>
    <w:sdtEndPr/>
    <w:sdtContent>
      <w:p w14:paraId="78DB8609" w14:textId="6FC50CB4" w:rsidR="00432653" w:rsidRDefault="009B7BA5" w:rsidP="008402F2">
        <w:pPr>
          <w:pStyle w:val="PageHead"/>
        </w:pPr>
        <w:r>
          <w:t>Lab - Configure ZPFs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4F7E" w14:textId="77777777" w:rsidR="00432653" w:rsidRDefault="00432653" w:rsidP="006C3FCF">
    <w:pPr>
      <w:ind w:left="-288"/>
    </w:pPr>
    <w:r>
      <w:rPr>
        <w:noProof/>
      </w:rPr>
      <w:drawing>
        <wp:inline distT="0" distB="0" distL="0" distR="0" wp14:anchorId="46AE467F" wp14:editId="26D34DE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8C2494"/>
    <w:multiLevelType w:val="multilevel"/>
    <w:tmpl w:val="94B2F04A"/>
    <w:lvl w:ilvl="0">
      <w:start w:val="1"/>
      <w:numFmt w:val="upperLetter"/>
      <w:lvlText w:val="%1)"/>
      <w:lvlJc w:val="left"/>
      <w:pPr>
        <w:tabs>
          <w:tab w:val="num" w:pos="2635"/>
        </w:tabs>
        <w:ind w:left="2635" w:hanging="720"/>
      </w:pPr>
      <w:rPr>
        <w:rFonts w:ascii="Times" w:hAnsi="Times" w:cs="Times New Roman" w:hint="default"/>
        <w:b w:val="0"/>
        <w:i w:val="0"/>
        <w:color w:val="auto"/>
        <w:sz w:val="22"/>
        <w:szCs w:val="22"/>
        <w:u w:val="none"/>
      </w:rPr>
    </w:lvl>
    <w:lvl w:ilvl="1">
      <w:start w:val="1"/>
      <w:numFmt w:val="upperLetter"/>
      <w:lvlText w:val="%2)"/>
      <w:lvlJc w:val="left"/>
      <w:pPr>
        <w:tabs>
          <w:tab w:val="num" w:pos="3355"/>
        </w:tabs>
        <w:ind w:left="3355" w:hanging="720"/>
      </w:pPr>
      <w:rPr>
        <w:rFonts w:cs="Times New Roman"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58073AE"/>
    <w:multiLevelType w:val="hybridMultilevel"/>
    <w:tmpl w:val="5692A4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2F718BA"/>
    <w:multiLevelType w:val="hybridMultilevel"/>
    <w:tmpl w:val="9B162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2F687399"/>
    <w:multiLevelType w:val="multilevel"/>
    <w:tmpl w:val="106A0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E21039"/>
    <w:multiLevelType w:val="hybridMultilevel"/>
    <w:tmpl w:val="62A60D7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4C05B23"/>
    <w:multiLevelType w:val="hybridMultilevel"/>
    <w:tmpl w:val="2E7E1CEC"/>
    <w:lvl w:ilvl="0" w:tplc="E808FB12">
      <w:start w:val="1"/>
      <w:numFmt w:val="bullet"/>
      <w:lvlText w:val=""/>
      <w:lvlJc w:val="left"/>
      <w:pPr>
        <w:tabs>
          <w:tab w:val="num" w:pos="1080"/>
        </w:tabs>
        <w:ind w:left="1080" w:hanging="360"/>
      </w:pPr>
      <w:rPr>
        <w:rFonts w:ascii="Symbol" w:hAnsi="Symbol" w:hint="default"/>
      </w:rPr>
    </w:lvl>
    <w:lvl w:ilvl="1" w:tplc="ADDA3116" w:tentative="1">
      <w:start w:val="1"/>
      <w:numFmt w:val="bullet"/>
      <w:lvlText w:val="o"/>
      <w:lvlJc w:val="left"/>
      <w:pPr>
        <w:tabs>
          <w:tab w:val="num" w:pos="1800"/>
        </w:tabs>
        <w:ind w:left="1800" w:hanging="360"/>
      </w:pPr>
      <w:rPr>
        <w:rFonts w:ascii="Courier New" w:hAnsi="Courier New" w:hint="default"/>
      </w:rPr>
    </w:lvl>
    <w:lvl w:ilvl="2" w:tplc="73D64A7C" w:tentative="1">
      <w:start w:val="1"/>
      <w:numFmt w:val="bullet"/>
      <w:lvlText w:val=""/>
      <w:lvlJc w:val="left"/>
      <w:pPr>
        <w:tabs>
          <w:tab w:val="num" w:pos="2520"/>
        </w:tabs>
        <w:ind w:left="2520" w:hanging="360"/>
      </w:pPr>
      <w:rPr>
        <w:rFonts w:ascii="Wingdings" w:hAnsi="Wingdings" w:hint="default"/>
      </w:rPr>
    </w:lvl>
    <w:lvl w:ilvl="3" w:tplc="102002AC" w:tentative="1">
      <w:start w:val="1"/>
      <w:numFmt w:val="bullet"/>
      <w:lvlText w:val=""/>
      <w:lvlJc w:val="left"/>
      <w:pPr>
        <w:tabs>
          <w:tab w:val="num" w:pos="3240"/>
        </w:tabs>
        <w:ind w:left="3240" w:hanging="360"/>
      </w:pPr>
      <w:rPr>
        <w:rFonts w:ascii="Symbol" w:hAnsi="Symbol" w:hint="default"/>
      </w:rPr>
    </w:lvl>
    <w:lvl w:ilvl="4" w:tplc="03763742" w:tentative="1">
      <w:start w:val="1"/>
      <w:numFmt w:val="bullet"/>
      <w:lvlText w:val="o"/>
      <w:lvlJc w:val="left"/>
      <w:pPr>
        <w:tabs>
          <w:tab w:val="num" w:pos="3960"/>
        </w:tabs>
        <w:ind w:left="3960" w:hanging="360"/>
      </w:pPr>
      <w:rPr>
        <w:rFonts w:ascii="Courier New" w:hAnsi="Courier New" w:hint="default"/>
      </w:rPr>
    </w:lvl>
    <w:lvl w:ilvl="5" w:tplc="30B60F54" w:tentative="1">
      <w:start w:val="1"/>
      <w:numFmt w:val="bullet"/>
      <w:lvlText w:val=""/>
      <w:lvlJc w:val="left"/>
      <w:pPr>
        <w:tabs>
          <w:tab w:val="num" w:pos="4680"/>
        </w:tabs>
        <w:ind w:left="4680" w:hanging="360"/>
      </w:pPr>
      <w:rPr>
        <w:rFonts w:ascii="Wingdings" w:hAnsi="Wingdings" w:hint="default"/>
      </w:rPr>
    </w:lvl>
    <w:lvl w:ilvl="6" w:tplc="7EEC93A0" w:tentative="1">
      <w:start w:val="1"/>
      <w:numFmt w:val="bullet"/>
      <w:lvlText w:val=""/>
      <w:lvlJc w:val="left"/>
      <w:pPr>
        <w:tabs>
          <w:tab w:val="num" w:pos="5400"/>
        </w:tabs>
        <w:ind w:left="5400" w:hanging="360"/>
      </w:pPr>
      <w:rPr>
        <w:rFonts w:ascii="Symbol" w:hAnsi="Symbol" w:hint="default"/>
      </w:rPr>
    </w:lvl>
    <w:lvl w:ilvl="7" w:tplc="C7F49944" w:tentative="1">
      <w:start w:val="1"/>
      <w:numFmt w:val="bullet"/>
      <w:lvlText w:val="o"/>
      <w:lvlJc w:val="left"/>
      <w:pPr>
        <w:tabs>
          <w:tab w:val="num" w:pos="6120"/>
        </w:tabs>
        <w:ind w:left="6120" w:hanging="360"/>
      </w:pPr>
      <w:rPr>
        <w:rFonts w:ascii="Courier New" w:hAnsi="Courier New" w:hint="default"/>
      </w:rPr>
    </w:lvl>
    <w:lvl w:ilvl="8" w:tplc="67B0683C"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A713438"/>
    <w:multiLevelType w:val="multilevel"/>
    <w:tmpl w:val="6C6C077E"/>
    <w:lvl w:ilvl="0">
      <w:start w:val="1"/>
      <w:numFmt w:val="lowerLetter"/>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4" w15:restartNumberingAfterBreak="0">
    <w:nsid w:val="3BD34097"/>
    <w:multiLevelType w:val="hybridMultilevel"/>
    <w:tmpl w:val="98266D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5170E0"/>
    <w:multiLevelType w:val="multilevel"/>
    <w:tmpl w:val="E2F42A9A"/>
    <w:lvl w:ilvl="0">
      <w:start w:val="1"/>
      <w:numFmt w:val="lowerLetter"/>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6" w15:restartNumberingAfterBreak="0">
    <w:nsid w:val="487B513F"/>
    <w:multiLevelType w:val="hybridMultilevel"/>
    <w:tmpl w:val="389AD5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8" w15:restartNumberingAfterBreak="0">
    <w:nsid w:val="4F397654"/>
    <w:multiLevelType w:val="multilevel"/>
    <w:tmpl w:val="2AB82DC6"/>
    <w:lvl w:ilvl="0">
      <w:start w:val="1"/>
      <w:numFmt w:val="lowerLetter"/>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97D4976"/>
    <w:multiLevelType w:val="hybridMultilevel"/>
    <w:tmpl w:val="98266D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B4F3500"/>
    <w:multiLevelType w:val="multilevel"/>
    <w:tmpl w:val="B1E04D20"/>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360"/>
        </w:tabs>
        <w:ind w:left="720" w:hanging="360"/>
      </w:pPr>
      <w:rPr>
        <w:rFonts w:hint="default"/>
      </w:rPr>
    </w:lvl>
    <w:lvl w:ilvl="4">
      <w:start w:val="1"/>
      <w:numFmt w:val="decimal"/>
      <w:lvlText w:val="%5)"/>
      <w:lvlJc w:val="left"/>
      <w:pPr>
        <w:tabs>
          <w:tab w:val="num" w:pos="72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6363827"/>
    <w:multiLevelType w:val="hybridMultilevel"/>
    <w:tmpl w:val="98266D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3"/>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7"/>
  </w:num>
  <w:num w:numId="14">
    <w:abstractNumId w:val="9"/>
  </w:num>
  <w:num w:numId="15">
    <w:abstractNumId w:val="21"/>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9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360"/>
          </w:tabs>
          <w:ind w:left="720" w:hanging="360"/>
        </w:pPr>
        <w:rPr>
          <w:rFonts w:hint="default"/>
        </w:rPr>
      </w:lvl>
    </w:lvlOverride>
    <w:lvlOverride w:ilvl="4">
      <w:lvl w:ilvl="4">
        <w:start w:val="1"/>
        <w:numFmt w:val="decimal"/>
        <w:lvlText w:val="%5)"/>
        <w:lvlJc w:val="left"/>
        <w:pPr>
          <w:tabs>
            <w:tab w:val="num" w:pos="72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5"/>
  </w:num>
  <w:num w:numId="17">
    <w:abstractNumId w:val="12"/>
  </w:num>
  <w:num w:numId="18">
    <w:abstractNumId w:val="8"/>
  </w:num>
  <w:num w:numId="19">
    <w:abstractNumId w:val="18"/>
  </w:num>
  <w:num w:numId="20">
    <w:abstractNumId w:val="1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0"/>
  </w:num>
  <w:num w:numId="26">
    <w:abstractNumId w:val="16"/>
  </w:num>
  <w:num w:numId="27">
    <w:abstractNumId w:val="14"/>
  </w:num>
  <w:num w:numId="28">
    <w:abstractNumId w:val="22"/>
  </w:num>
  <w:num w:numId="29">
    <w:abstractNumId w:val="20"/>
  </w:num>
  <w:num w:numId="3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CE"/>
    <w:rsid w:val="00001BDF"/>
    <w:rsid w:val="0000380F"/>
    <w:rsid w:val="00004175"/>
    <w:rsid w:val="000059C9"/>
    <w:rsid w:val="00007807"/>
    <w:rsid w:val="00012C22"/>
    <w:rsid w:val="00014927"/>
    <w:rsid w:val="000160F7"/>
    <w:rsid w:val="00016D5B"/>
    <w:rsid w:val="00016F30"/>
    <w:rsid w:val="0002047C"/>
    <w:rsid w:val="00021B9A"/>
    <w:rsid w:val="000242D6"/>
    <w:rsid w:val="00024EE5"/>
    <w:rsid w:val="000309A9"/>
    <w:rsid w:val="00041AF6"/>
    <w:rsid w:val="00044E62"/>
    <w:rsid w:val="00050BA4"/>
    <w:rsid w:val="0005141D"/>
    <w:rsid w:val="00051738"/>
    <w:rsid w:val="0005242B"/>
    <w:rsid w:val="00052548"/>
    <w:rsid w:val="00060696"/>
    <w:rsid w:val="00062D89"/>
    <w:rsid w:val="00063267"/>
    <w:rsid w:val="00067A67"/>
    <w:rsid w:val="00070C16"/>
    <w:rsid w:val="00075EA9"/>
    <w:rsid w:val="000769CF"/>
    <w:rsid w:val="00080AD8"/>
    <w:rsid w:val="000815D8"/>
    <w:rsid w:val="00084C99"/>
    <w:rsid w:val="00085A5D"/>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0E5B"/>
    <w:rsid w:val="00101BE8"/>
    <w:rsid w:val="00103401"/>
    <w:rsid w:val="00103A44"/>
    <w:rsid w:val="00103D36"/>
    <w:rsid w:val="0010436E"/>
    <w:rsid w:val="00107B2B"/>
    <w:rsid w:val="00107BC5"/>
    <w:rsid w:val="00112AC5"/>
    <w:rsid w:val="001133DD"/>
    <w:rsid w:val="00113C1A"/>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52AF"/>
    <w:rsid w:val="001D5B6F"/>
    <w:rsid w:val="001E0AB8"/>
    <w:rsid w:val="001E3777"/>
    <w:rsid w:val="001E38E0"/>
    <w:rsid w:val="001E38F3"/>
    <w:rsid w:val="001E4E72"/>
    <w:rsid w:val="001E62B3"/>
    <w:rsid w:val="001E6424"/>
    <w:rsid w:val="001F0171"/>
    <w:rsid w:val="001F0D77"/>
    <w:rsid w:val="001F643A"/>
    <w:rsid w:val="001F7DD8"/>
    <w:rsid w:val="00200D3C"/>
    <w:rsid w:val="00201928"/>
    <w:rsid w:val="00203E26"/>
    <w:rsid w:val="0020449C"/>
    <w:rsid w:val="002113B8"/>
    <w:rsid w:val="00215665"/>
    <w:rsid w:val="00215CCE"/>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5882"/>
    <w:rsid w:val="002C6AD6"/>
    <w:rsid w:val="002D44E5"/>
    <w:rsid w:val="002D6C2A"/>
    <w:rsid w:val="002D7A86"/>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59CC"/>
    <w:rsid w:val="00355D4B"/>
    <w:rsid w:val="003569D7"/>
    <w:rsid w:val="003608AC"/>
    <w:rsid w:val="0036097E"/>
    <w:rsid w:val="003626B7"/>
    <w:rsid w:val="00363A23"/>
    <w:rsid w:val="0036440C"/>
    <w:rsid w:val="0036465A"/>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238"/>
    <w:rsid w:val="0041293B"/>
    <w:rsid w:val="004131B0"/>
    <w:rsid w:val="00414D90"/>
    <w:rsid w:val="00416C42"/>
    <w:rsid w:val="00416E6D"/>
    <w:rsid w:val="00422476"/>
    <w:rsid w:val="0042298C"/>
    <w:rsid w:val="0042385C"/>
    <w:rsid w:val="00426FA5"/>
    <w:rsid w:val="00431654"/>
    <w:rsid w:val="00432653"/>
    <w:rsid w:val="00434926"/>
    <w:rsid w:val="00443ACE"/>
    <w:rsid w:val="00444217"/>
    <w:rsid w:val="004478F4"/>
    <w:rsid w:val="00450F7A"/>
    <w:rsid w:val="00452C58"/>
    <w:rsid w:val="00452C6D"/>
    <w:rsid w:val="00455E0B"/>
    <w:rsid w:val="0045724D"/>
    <w:rsid w:val="00457934"/>
    <w:rsid w:val="00462B9F"/>
    <w:rsid w:val="004648E1"/>
    <w:rsid w:val="004659EE"/>
    <w:rsid w:val="00473E34"/>
    <w:rsid w:val="0047591A"/>
    <w:rsid w:val="00476BA9"/>
    <w:rsid w:val="00481650"/>
    <w:rsid w:val="00490807"/>
    <w:rsid w:val="004936C2"/>
    <w:rsid w:val="0049379C"/>
    <w:rsid w:val="004A1CA0"/>
    <w:rsid w:val="004A22E9"/>
    <w:rsid w:val="004A4ACD"/>
    <w:rsid w:val="004A506C"/>
    <w:rsid w:val="004A5BC5"/>
    <w:rsid w:val="004B023D"/>
    <w:rsid w:val="004C0909"/>
    <w:rsid w:val="004C3F97"/>
    <w:rsid w:val="004D011B"/>
    <w:rsid w:val="004D01F2"/>
    <w:rsid w:val="004D2CED"/>
    <w:rsid w:val="004D3339"/>
    <w:rsid w:val="004D353F"/>
    <w:rsid w:val="004D36D7"/>
    <w:rsid w:val="004D4D70"/>
    <w:rsid w:val="004D682B"/>
    <w:rsid w:val="004D7C5F"/>
    <w:rsid w:val="004E6152"/>
    <w:rsid w:val="004F344A"/>
    <w:rsid w:val="004F3F82"/>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2D30"/>
    <w:rsid w:val="00536277"/>
    <w:rsid w:val="00536F43"/>
    <w:rsid w:val="00542616"/>
    <w:rsid w:val="005468C1"/>
    <w:rsid w:val="005510BA"/>
    <w:rsid w:val="005538C8"/>
    <w:rsid w:val="00554B4E"/>
    <w:rsid w:val="00556C02"/>
    <w:rsid w:val="00561BB2"/>
    <w:rsid w:val="00563249"/>
    <w:rsid w:val="00570A65"/>
    <w:rsid w:val="00573BBB"/>
    <w:rsid w:val="005762B1"/>
    <w:rsid w:val="00580456"/>
    <w:rsid w:val="00580A7E"/>
    <w:rsid w:val="00580E73"/>
    <w:rsid w:val="00592329"/>
    <w:rsid w:val="00593386"/>
    <w:rsid w:val="00596998"/>
    <w:rsid w:val="0059790F"/>
    <w:rsid w:val="005A4017"/>
    <w:rsid w:val="005A6E62"/>
    <w:rsid w:val="005A70FA"/>
    <w:rsid w:val="005B2FB3"/>
    <w:rsid w:val="005C6DE5"/>
    <w:rsid w:val="005D2B29"/>
    <w:rsid w:val="005D354A"/>
    <w:rsid w:val="005D3E53"/>
    <w:rsid w:val="005D506C"/>
    <w:rsid w:val="005E0932"/>
    <w:rsid w:val="005E3235"/>
    <w:rsid w:val="005E4176"/>
    <w:rsid w:val="005E4876"/>
    <w:rsid w:val="005E65B5"/>
    <w:rsid w:val="005F0301"/>
    <w:rsid w:val="005F3AE9"/>
    <w:rsid w:val="006007BB"/>
    <w:rsid w:val="00601DC0"/>
    <w:rsid w:val="00601EF3"/>
    <w:rsid w:val="006034CB"/>
    <w:rsid w:val="00603503"/>
    <w:rsid w:val="006039A8"/>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3C6D"/>
    <w:rsid w:val="00705FEC"/>
    <w:rsid w:val="00710659"/>
    <w:rsid w:val="0071147A"/>
    <w:rsid w:val="0071185D"/>
    <w:rsid w:val="00721E01"/>
    <w:rsid w:val="007222AD"/>
    <w:rsid w:val="007250BA"/>
    <w:rsid w:val="007267CF"/>
    <w:rsid w:val="00731F3F"/>
    <w:rsid w:val="00733BAB"/>
    <w:rsid w:val="0073604C"/>
    <w:rsid w:val="0074085D"/>
    <w:rsid w:val="007436BF"/>
    <w:rsid w:val="007443E9"/>
    <w:rsid w:val="00744711"/>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438"/>
    <w:rsid w:val="007C1B71"/>
    <w:rsid w:val="007C2FBB"/>
    <w:rsid w:val="007C7164"/>
    <w:rsid w:val="007C7413"/>
    <w:rsid w:val="007D1984"/>
    <w:rsid w:val="007D1B6A"/>
    <w:rsid w:val="007D2AFE"/>
    <w:rsid w:val="007E3264"/>
    <w:rsid w:val="007E3FEA"/>
    <w:rsid w:val="007E6402"/>
    <w:rsid w:val="007F0A0B"/>
    <w:rsid w:val="007F3A60"/>
    <w:rsid w:val="007F3D0B"/>
    <w:rsid w:val="007F7C94"/>
    <w:rsid w:val="00802FFA"/>
    <w:rsid w:val="0080340D"/>
    <w:rsid w:val="00803FEF"/>
    <w:rsid w:val="00804C99"/>
    <w:rsid w:val="00810E4B"/>
    <w:rsid w:val="00814BAA"/>
    <w:rsid w:val="00816F0C"/>
    <w:rsid w:val="0082211C"/>
    <w:rsid w:val="00824295"/>
    <w:rsid w:val="008249BF"/>
    <w:rsid w:val="00827A65"/>
    <w:rsid w:val="00830473"/>
    <w:rsid w:val="008313F3"/>
    <w:rsid w:val="008402F2"/>
    <w:rsid w:val="00840469"/>
    <w:rsid w:val="008405BB"/>
    <w:rsid w:val="0084564F"/>
    <w:rsid w:val="00846494"/>
    <w:rsid w:val="00846A51"/>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3915"/>
    <w:rsid w:val="0089532C"/>
    <w:rsid w:val="00896165"/>
    <w:rsid w:val="00896681"/>
    <w:rsid w:val="008A0118"/>
    <w:rsid w:val="008A2749"/>
    <w:rsid w:val="008A3A90"/>
    <w:rsid w:val="008B06D4"/>
    <w:rsid w:val="008B3D55"/>
    <w:rsid w:val="008B4F20"/>
    <w:rsid w:val="008B68E7"/>
    <w:rsid w:val="008B7FFD"/>
    <w:rsid w:val="008C286A"/>
    <w:rsid w:val="008C2920"/>
    <w:rsid w:val="008C4252"/>
    <w:rsid w:val="008C4307"/>
    <w:rsid w:val="008D23DF"/>
    <w:rsid w:val="008D73BF"/>
    <w:rsid w:val="008D7F09"/>
    <w:rsid w:val="008E00D5"/>
    <w:rsid w:val="008E395E"/>
    <w:rsid w:val="008E5B64"/>
    <w:rsid w:val="008E7DAA"/>
    <w:rsid w:val="008F0094"/>
    <w:rsid w:val="008F03EF"/>
    <w:rsid w:val="008F340F"/>
    <w:rsid w:val="00901E4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F7"/>
    <w:rsid w:val="009476C0"/>
    <w:rsid w:val="00963E34"/>
    <w:rsid w:val="00964DFA"/>
    <w:rsid w:val="00970A69"/>
    <w:rsid w:val="00973ECE"/>
    <w:rsid w:val="0098155C"/>
    <w:rsid w:val="00981CCA"/>
    <w:rsid w:val="00983B77"/>
    <w:rsid w:val="00996053"/>
    <w:rsid w:val="00997E71"/>
    <w:rsid w:val="009A0B2F"/>
    <w:rsid w:val="009A1CF4"/>
    <w:rsid w:val="009A37D7"/>
    <w:rsid w:val="009A3FCF"/>
    <w:rsid w:val="009A4E17"/>
    <w:rsid w:val="009A6955"/>
    <w:rsid w:val="009B0697"/>
    <w:rsid w:val="009B341C"/>
    <w:rsid w:val="009B366B"/>
    <w:rsid w:val="009B3B0F"/>
    <w:rsid w:val="009B5747"/>
    <w:rsid w:val="009B7BA5"/>
    <w:rsid w:val="009C0B81"/>
    <w:rsid w:val="009C3182"/>
    <w:rsid w:val="009D2C27"/>
    <w:rsid w:val="009D503E"/>
    <w:rsid w:val="009E2309"/>
    <w:rsid w:val="009E42B9"/>
    <w:rsid w:val="009E4E17"/>
    <w:rsid w:val="009E54B9"/>
    <w:rsid w:val="009F004B"/>
    <w:rsid w:val="009F4B9C"/>
    <w:rsid w:val="009F4C2E"/>
    <w:rsid w:val="00A00C5B"/>
    <w:rsid w:val="00A014A3"/>
    <w:rsid w:val="00A027CC"/>
    <w:rsid w:val="00A0412D"/>
    <w:rsid w:val="00A0504F"/>
    <w:rsid w:val="00A15DF0"/>
    <w:rsid w:val="00A21211"/>
    <w:rsid w:val="00A30F8A"/>
    <w:rsid w:val="00A33890"/>
    <w:rsid w:val="00A34E7F"/>
    <w:rsid w:val="00A46F0A"/>
    <w:rsid w:val="00A46F25"/>
    <w:rsid w:val="00A47CC2"/>
    <w:rsid w:val="00A502BA"/>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5F6"/>
    <w:rsid w:val="00A96172"/>
    <w:rsid w:val="00A96D52"/>
    <w:rsid w:val="00A97C5F"/>
    <w:rsid w:val="00AA049F"/>
    <w:rsid w:val="00AA73A2"/>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7B0"/>
    <w:rsid w:val="00AF7ACC"/>
    <w:rsid w:val="00B00914"/>
    <w:rsid w:val="00B02A8E"/>
    <w:rsid w:val="00B04412"/>
    <w:rsid w:val="00B052EE"/>
    <w:rsid w:val="00B1081F"/>
    <w:rsid w:val="00B2496B"/>
    <w:rsid w:val="00B27499"/>
    <w:rsid w:val="00B3010D"/>
    <w:rsid w:val="00B350D0"/>
    <w:rsid w:val="00B35151"/>
    <w:rsid w:val="00B377B7"/>
    <w:rsid w:val="00B433F2"/>
    <w:rsid w:val="00B458E8"/>
    <w:rsid w:val="00B47940"/>
    <w:rsid w:val="00B5397B"/>
    <w:rsid w:val="00B53EE9"/>
    <w:rsid w:val="00B55BCB"/>
    <w:rsid w:val="00B6183E"/>
    <w:rsid w:val="00B62809"/>
    <w:rsid w:val="00B6408D"/>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29A"/>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EDF"/>
    <w:rsid w:val="00C4206E"/>
    <w:rsid w:val="00C44DB7"/>
    <w:rsid w:val="00C4510A"/>
    <w:rsid w:val="00C477C2"/>
    <w:rsid w:val="00C47F2E"/>
    <w:rsid w:val="00C52BA6"/>
    <w:rsid w:val="00C56646"/>
    <w:rsid w:val="00C57738"/>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28F3"/>
    <w:rsid w:val="00D030AE"/>
    <w:rsid w:val="00D10DDD"/>
    <w:rsid w:val="00D12356"/>
    <w:rsid w:val="00D139C8"/>
    <w:rsid w:val="00D17F81"/>
    <w:rsid w:val="00D2758C"/>
    <w:rsid w:val="00D275CA"/>
    <w:rsid w:val="00D2789B"/>
    <w:rsid w:val="00D345AB"/>
    <w:rsid w:val="00D346DE"/>
    <w:rsid w:val="00D41566"/>
    <w:rsid w:val="00D4434B"/>
    <w:rsid w:val="00D452F4"/>
    <w:rsid w:val="00D458EC"/>
    <w:rsid w:val="00D501B0"/>
    <w:rsid w:val="00D52582"/>
    <w:rsid w:val="00D531D0"/>
    <w:rsid w:val="00D53FF1"/>
    <w:rsid w:val="00D56A0E"/>
    <w:rsid w:val="00D57AD3"/>
    <w:rsid w:val="00D62F25"/>
    <w:rsid w:val="00D635FE"/>
    <w:rsid w:val="00D65B2A"/>
    <w:rsid w:val="00D66A7B"/>
    <w:rsid w:val="00D729DE"/>
    <w:rsid w:val="00D75B6A"/>
    <w:rsid w:val="00D77658"/>
    <w:rsid w:val="00D778DF"/>
    <w:rsid w:val="00D84BDA"/>
    <w:rsid w:val="00D8503E"/>
    <w:rsid w:val="00D85325"/>
    <w:rsid w:val="00D854FF"/>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08C3"/>
    <w:rsid w:val="00DC186F"/>
    <w:rsid w:val="00DC252F"/>
    <w:rsid w:val="00DC6050"/>
    <w:rsid w:val="00DC6445"/>
    <w:rsid w:val="00DC7360"/>
    <w:rsid w:val="00DD35E1"/>
    <w:rsid w:val="00DD43EA"/>
    <w:rsid w:val="00DE6F44"/>
    <w:rsid w:val="00DF1B58"/>
    <w:rsid w:val="00E009DA"/>
    <w:rsid w:val="00E037D9"/>
    <w:rsid w:val="00E04927"/>
    <w:rsid w:val="00E11A48"/>
    <w:rsid w:val="00E121F6"/>
    <w:rsid w:val="00E12679"/>
    <w:rsid w:val="00E130EB"/>
    <w:rsid w:val="00E13E14"/>
    <w:rsid w:val="00E162CD"/>
    <w:rsid w:val="00E17FA5"/>
    <w:rsid w:val="00E21BFE"/>
    <w:rsid w:val="00E21C88"/>
    <w:rsid w:val="00E223AC"/>
    <w:rsid w:val="00E26930"/>
    <w:rsid w:val="00E27257"/>
    <w:rsid w:val="00E27F4F"/>
    <w:rsid w:val="00E33C65"/>
    <w:rsid w:val="00E449D0"/>
    <w:rsid w:val="00E44A34"/>
    <w:rsid w:val="00E4506A"/>
    <w:rsid w:val="00E503EB"/>
    <w:rsid w:val="00E53F99"/>
    <w:rsid w:val="00E56510"/>
    <w:rsid w:val="00E62EA8"/>
    <w:rsid w:val="00E65C87"/>
    <w:rsid w:val="00E67A6E"/>
    <w:rsid w:val="00E70096"/>
    <w:rsid w:val="00E71B43"/>
    <w:rsid w:val="00E71C84"/>
    <w:rsid w:val="00E81612"/>
    <w:rsid w:val="00E82BD7"/>
    <w:rsid w:val="00E859E3"/>
    <w:rsid w:val="00E87D18"/>
    <w:rsid w:val="00E87D62"/>
    <w:rsid w:val="00E90597"/>
    <w:rsid w:val="00E9515A"/>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34CC"/>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7BB"/>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0BB"/>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C5539"/>
  <w15:docId w15:val="{75AE5AC2-823F-4284-8D32-D8730FAB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434C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350D0"/>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B350D0"/>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B350D0"/>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350D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B350D0"/>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B350D0"/>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B350D0"/>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B350D0"/>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B350D0"/>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50D0"/>
    <w:rPr>
      <w:b/>
      <w:bCs/>
      <w:noProof/>
      <w:sz w:val="26"/>
      <w:szCs w:val="26"/>
    </w:rPr>
  </w:style>
  <w:style w:type="character" w:customStyle="1" w:styleId="Heading2Char">
    <w:name w:val="Heading 2 Char"/>
    <w:link w:val="Heading2"/>
    <w:uiPriority w:val="9"/>
    <w:rsid w:val="00B350D0"/>
    <w:rPr>
      <w:rFonts w:eastAsia="Times New Roman"/>
      <w:b/>
      <w:bCs/>
      <w:sz w:val="24"/>
      <w:szCs w:val="26"/>
    </w:rPr>
  </w:style>
  <w:style w:type="paragraph" w:customStyle="1" w:styleId="ClientNote">
    <w:name w:val="Client Note"/>
    <w:basedOn w:val="Normal"/>
    <w:next w:val="Normal"/>
    <w:autoRedefine/>
    <w:semiHidden/>
    <w:unhideWhenUsed/>
    <w:qFormat/>
    <w:rsid w:val="00B350D0"/>
    <w:pPr>
      <w:spacing w:after="0" w:line="240" w:lineRule="auto"/>
    </w:pPr>
    <w:rPr>
      <w:i/>
      <w:color w:val="FF0000"/>
    </w:rPr>
  </w:style>
  <w:style w:type="paragraph" w:customStyle="1" w:styleId="AnswerLineL25">
    <w:name w:val="Answer Line L25"/>
    <w:basedOn w:val="BodyTextL25"/>
    <w:next w:val="BodyTextL25"/>
    <w:qFormat/>
    <w:rsid w:val="00B350D0"/>
    <w:rPr>
      <w:b/>
      <w:i/>
      <w:color w:val="FFFFFF" w:themeColor="background1"/>
    </w:rPr>
  </w:style>
  <w:style w:type="paragraph" w:customStyle="1" w:styleId="PageHead">
    <w:name w:val="Page Head"/>
    <w:basedOn w:val="Normal"/>
    <w:qFormat/>
    <w:rsid w:val="00B350D0"/>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B350D0"/>
    <w:pPr>
      <w:ind w:left="720"/>
    </w:pPr>
  </w:style>
  <w:style w:type="paragraph" w:styleId="Header">
    <w:name w:val="header"/>
    <w:basedOn w:val="Normal"/>
    <w:link w:val="HeaderChar"/>
    <w:unhideWhenUsed/>
    <w:rsid w:val="00B350D0"/>
    <w:pPr>
      <w:tabs>
        <w:tab w:val="center" w:pos="4680"/>
        <w:tab w:val="right" w:pos="9360"/>
      </w:tabs>
    </w:pPr>
  </w:style>
  <w:style w:type="character" w:customStyle="1" w:styleId="HeaderChar">
    <w:name w:val="Header Char"/>
    <w:basedOn w:val="DefaultParagraphFont"/>
    <w:link w:val="Header"/>
    <w:rsid w:val="00B350D0"/>
    <w:rPr>
      <w:sz w:val="22"/>
      <w:szCs w:val="22"/>
    </w:rPr>
  </w:style>
  <w:style w:type="paragraph" w:styleId="Footer">
    <w:name w:val="footer"/>
    <w:basedOn w:val="Normal"/>
    <w:link w:val="FooterChar"/>
    <w:autoRedefine/>
    <w:uiPriority w:val="99"/>
    <w:unhideWhenUsed/>
    <w:rsid w:val="00B350D0"/>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B350D0"/>
    <w:rPr>
      <w:sz w:val="16"/>
      <w:szCs w:val="22"/>
    </w:rPr>
  </w:style>
  <w:style w:type="paragraph" w:styleId="BalloonText">
    <w:name w:val="Balloon Text"/>
    <w:basedOn w:val="Normal"/>
    <w:link w:val="BalloonTextChar"/>
    <w:uiPriority w:val="99"/>
    <w:semiHidden/>
    <w:unhideWhenUsed/>
    <w:rsid w:val="00B350D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350D0"/>
    <w:rPr>
      <w:rFonts w:ascii="Tahoma" w:hAnsi="Tahoma"/>
      <w:sz w:val="16"/>
      <w:szCs w:val="16"/>
    </w:rPr>
  </w:style>
  <w:style w:type="paragraph" w:customStyle="1" w:styleId="TableText">
    <w:name w:val="Table Text"/>
    <w:basedOn w:val="Normal"/>
    <w:link w:val="TableTextChar"/>
    <w:qFormat/>
    <w:rsid w:val="00B350D0"/>
    <w:pPr>
      <w:spacing w:line="240" w:lineRule="auto"/>
    </w:pPr>
    <w:rPr>
      <w:sz w:val="20"/>
      <w:szCs w:val="20"/>
    </w:rPr>
  </w:style>
  <w:style w:type="character" w:customStyle="1" w:styleId="TableTextChar">
    <w:name w:val="Table Text Char"/>
    <w:link w:val="TableText"/>
    <w:rsid w:val="00B350D0"/>
  </w:style>
  <w:style w:type="table" w:styleId="TableGrid">
    <w:name w:val="Table Grid"/>
    <w:basedOn w:val="TableNormal"/>
    <w:uiPriority w:val="59"/>
    <w:rsid w:val="00B35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B350D0"/>
    <w:pPr>
      <w:keepNext/>
      <w:spacing w:before="120" w:after="120"/>
      <w:jc w:val="center"/>
    </w:pPr>
    <w:rPr>
      <w:b/>
      <w:sz w:val="20"/>
    </w:rPr>
  </w:style>
  <w:style w:type="paragraph" w:customStyle="1" w:styleId="Bulletlevel1">
    <w:name w:val="Bullet level 1"/>
    <w:basedOn w:val="BodyTextL25"/>
    <w:qFormat/>
    <w:rsid w:val="00B350D0"/>
    <w:pPr>
      <w:numPr>
        <w:numId w:val="13"/>
      </w:numPr>
    </w:pPr>
  </w:style>
  <w:style w:type="paragraph" w:customStyle="1" w:styleId="Bulletlevel2">
    <w:name w:val="Bullet level 2"/>
    <w:basedOn w:val="BodyTextL25"/>
    <w:qFormat/>
    <w:rsid w:val="00B350D0"/>
    <w:pPr>
      <w:numPr>
        <w:numId w:val="7"/>
      </w:numPr>
      <w:ind w:left="1080"/>
    </w:pPr>
  </w:style>
  <w:style w:type="paragraph" w:customStyle="1" w:styleId="InstNoteRed">
    <w:name w:val="Inst Note Red"/>
    <w:basedOn w:val="Normal"/>
    <w:qFormat/>
    <w:rsid w:val="00B350D0"/>
    <w:pPr>
      <w:spacing w:line="240" w:lineRule="auto"/>
    </w:pPr>
    <w:rPr>
      <w:color w:val="EE0000"/>
      <w:sz w:val="20"/>
    </w:rPr>
  </w:style>
  <w:style w:type="paragraph" w:customStyle="1" w:styleId="ConfigWindow">
    <w:name w:val="Config Window"/>
    <w:basedOn w:val="BodyText"/>
    <w:next w:val="BodyTextL25"/>
    <w:qFormat/>
    <w:rsid w:val="00B04412"/>
    <w:pPr>
      <w:spacing w:before="0" w:after="0"/>
    </w:pPr>
    <w:rPr>
      <w:i/>
      <w:color w:val="FFFFFF" w:themeColor="background1"/>
      <w:sz w:val="6"/>
    </w:rPr>
  </w:style>
  <w:style w:type="paragraph" w:customStyle="1" w:styleId="SubStepAlpha">
    <w:name w:val="SubStep Alpha"/>
    <w:basedOn w:val="BodyTextL25"/>
    <w:qFormat/>
    <w:rsid w:val="00B350D0"/>
    <w:pPr>
      <w:numPr>
        <w:ilvl w:val="3"/>
        <w:numId w:val="12"/>
      </w:numPr>
    </w:pPr>
  </w:style>
  <w:style w:type="paragraph" w:customStyle="1" w:styleId="CMD">
    <w:name w:val="CMD"/>
    <w:basedOn w:val="BodyTextL25"/>
    <w:link w:val="CMDChar"/>
    <w:qFormat/>
    <w:rsid w:val="00B350D0"/>
    <w:pPr>
      <w:spacing w:before="60" w:after="60"/>
      <w:ind w:left="720"/>
    </w:pPr>
    <w:rPr>
      <w:rFonts w:ascii="Courier New" w:hAnsi="Courier New"/>
    </w:rPr>
  </w:style>
  <w:style w:type="paragraph" w:customStyle="1" w:styleId="BodyTextL50">
    <w:name w:val="Body Text L50"/>
    <w:basedOn w:val="Normal"/>
    <w:link w:val="BodyTextL50Char"/>
    <w:qFormat/>
    <w:rsid w:val="00B350D0"/>
    <w:pPr>
      <w:spacing w:before="120" w:after="120" w:line="240" w:lineRule="auto"/>
      <w:ind w:left="720"/>
    </w:pPr>
    <w:rPr>
      <w:sz w:val="20"/>
    </w:rPr>
  </w:style>
  <w:style w:type="paragraph" w:customStyle="1" w:styleId="BodyTextL25">
    <w:name w:val="Body Text L25"/>
    <w:basedOn w:val="Normal"/>
    <w:link w:val="BodyTextL25Char"/>
    <w:qFormat/>
    <w:rsid w:val="00B350D0"/>
    <w:pPr>
      <w:spacing w:before="120" w:after="120" w:line="240" w:lineRule="auto"/>
      <w:ind w:left="360"/>
    </w:pPr>
    <w:rPr>
      <w:sz w:val="20"/>
    </w:rPr>
  </w:style>
  <w:style w:type="paragraph" w:customStyle="1" w:styleId="InstNoteRedL50">
    <w:name w:val="Inst Note Red L50"/>
    <w:basedOn w:val="InstNoteRed"/>
    <w:next w:val="Normal"/>
    <w:qFormat/>
    <w:rsid w:val="00B350D0"/>
    <w:pPr>
      <w:spacing w:before="120" w:after="120"/>
      <w:ind w:left="720"/>
    </w:pPr>
  </w:style>
  <w:style w:type="paragraph" w:customStyle="1" w:styleId="DevConfigs">
    <w:name w:val="DevConfigs"/>
    <w:basedOn w:val="Normal"/>
    <w:link w:val="DevConfigsChar"/>
    <w:qFormat/>
    <w:rsid w:val="00B350D0"/>
    <w:pPr>
      <w:spacing w:before="0" w:after="0"/>
    </w:pPr>
    <w:rPr>
      <w:rFonts w:ascii="Courier New" w:hAnsi="Courier New"/>
      <w:sz w:val="20"/>
    </w:rPr>
  </w:style>
  <w:style w:type="paragraph" w:customStyle="1" w:styleId="Visual">
    <w:name w:val="Visual"/>
    <w:basedOn w:val="Normal"/>
    <w:qFormat/>
    <w:rsid w:val="00B350D0"/>
    <w:pPr>
      <w:spacing w:before="240" w:after="240"/>
      <w:jc w:val="center"/>
    </w:pPr>
  </w:style>
  <w:style w:type="paragraph" w:styleId="DocumentMap">
    <w:name w:val="Document Map"/>
    <w:basedOn w:val="Normal"/>
    <w:link w:val="DocumentMapChar"/>
    <w:uiPriority w:val="99"/>
    <w:semiHidden/>
    <w:unhideWhenUsed/>
    <w:rsid w:val="00B350D0"/>
    <w:pPr>
      <w:spacing w:after="0" w:line="240" w:lineRule="auto"/>
    </w:pPr>
    <w:rPr>
      <w:rFonts w:ascii="Tahoma" w:hAnsi="Tahoma"/>
      <w:sz w:val="16"/>
      <w:szCs w:val="16"/>
    </w:rPr>
  </w:style>
  <w:style w:type="character" w:customStyle="1" w:styleId="DocumentMapChar">
    <w:name w:val="Document Map Char"/>
    <w:link w:val="DocumentMap"/>
    <w:uiPriority w:val="99"/>
    <w:semiHidden/>
    <w:rsid w:val="00B350D0"/>
    <w:rPr>
      <w:rFonts w:ascii="Tahoma" w:hAnsi="Tahoma"/>
      <w:sz w:val="16"/>
      <w:szCs w:val="16"/>
    </w:rPr>
  </w:style>
  <w:style w:type="character" w:customStyle="1" w:styleId="LabTitleInstVersred">
    <w:name w:val="Lab Title Inst Vers (red)"/>
    <w:uiPriority w:val="1"/>
    <w:qFormat/>
    <w:rsid w:val="00B350D0"/>
    <w:rPr>
      <w:rFonts w:ascii="Arial" w:hAnsi="Arial"/>
      <w:b/>
      <w:color w:val="EE0000"/>
      <w:sz w:val="32"/>
    </w:rPr>
  </w:style>
  <w:style w:type="character" w:customStyle="1" w:styleId="Heading1Gray">
    <w:name w:val="Heading 1 Gray"/>
    <w:basedOn w:val="Heading1Char"/>
    <w:uiPriority w:val="1"/>
    <w:qFormat/>
    <w:rsid w:val="00B350D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B350D0"/>
    <w:pPr>
      <w:numPr>
        <w:ilvl w:val="4"/>
        <w:numId w:val="12"/>
      </w:numPr>
    </w:pPr>
  </w:style>
  <w:style w:type="table" w:customStyle="1" w:styleId="LightList-Accent11">
    <w:name w:val="Light List - Accent 11"/>
    <w:basedOn w:val="TableNormal"/>
    <w:uiPriority w:val="61"/>
    <w:rsid w:val="00B350D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B350D0"/>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350D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B350D0"/>
    <w:pPr>
      <w:numPr>
        <w:numId w:val="13"/>
      </w:numPr>
    </w:pPr>
  </w:style>
  <w:style w:type="numbering" w:customStyle="1" w:styleId="LabList">
    <w:name w:val="Lab List"/>
    <w:basedOn w:val="NoList"/>
    <w:uiPriority w:val="99"/>
    <w:rsid w:val="00B350D0"/>
    <w:pPr>
      <w:numPr>
        <w:numId w:val="12"/>
      </w:numPr>
    </w:pPr>
  </w:style>
  <w:style w:type="paragraph" w:customStyle="1" w:styleId="CMDOutput">
    <w:name w:val="CMD Output"/>
    <w:basedOn w:val="BodyTextL25"/>
    <w:link w:val="CMDOutputChar"/>
    <w:qFormat/>
    <w:rsid w:val="00B350D0"/>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B350D0"/>
    <w:rPr>
      <w:color w:val="EE0000"/>
    </w:rPr>
  </w:style>
  <w:style w:type="paragraph" w:customStyle="1" w:styleId="BodyTextL25Bold">
    <w:name w:val="Body Text L25 Bold"/>
    <w:basedOn w:val="BodyTextL25"/>
    <w:qFormat/>
    <w:rsid w:val="00B350D0"/>
    <w:rPr>
      <w:b/>
    </w:rPr>
  </w:style>
  <w:style w:type="paragraph" w:styleId="HTMLPreformatted">
    <w:name w:val="HTML Preformatted"/>
    <w:basedOn w:val="Normal"/>
    <w:link w:val="HTMLPreformattedChar"/>
    <w:uiPriority w:val="99"/>
    <w:semiHidden/>
    <w:unhideWhenUsed/>
    <w:rsid w:val="00B35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B350D0"/>
    <w:rPr>
      <w:rFonts w:ascii="Courier New" w:eastAsia="Times New Roman" w:hAnsi="Courier New"/>
    </w:rPr>
  </w:style>
  <w:style w:type="character" w:styleId="CommentReference">
    <w:name w:val="annotation reference"/>
    <w:semiHidden/>
    <w:unhideWhenUsed/>
    <w:rsid w:val="00B350D0"/>
    <w:rPr>
      <w:sz w:val="16"/>
      <w:szCs w:val="16"/>
    </w:rPr>
  </w:style>
  <w:style w:type="paragraph" w:styleId="CommentText">
    <w:name w:val="annotation text"/>
    <w:basedOn w:val="Normal"/>
    <w:link w:val="CommentTextChar"/>
    <w:semiHidden/>
    <w:unhideWhenUsed/>
    <w:rsid w:val="00B350D0"/>
    <w:rPr>
      <w:sz w:val="20"/>
      <w:szCs w:val="20"/>
    </w:rPr>
  </w:style>
  <w:style w:type="character" w:customStyle="1" w:styleId="CommentTextChar">
    <w:name w:val="Comment Text Char"/>
    <w:basedOn w:val="DefaultParagraphFont"/>
    <w:link w:val="CommentText"/>
    <w:semiHidden/>
    <w:rsid w:val="00B350D0"/>
  </w:style>
  <w:style w:type="paragraph" w:styleId="CommentSubject">
    <w:name w:val="annotation subject"/>
    <w:basedOn w:val="CommentText"/>
    <w:next w:val="CommentText"/>
    <w:link w:val="CommentSubjectChar"/>
    <w:uiPriority w:val="99"/>
    <w:semiHidden/>
    <w:unhideWhenUsed/>
    <w:rsid w:val="00B350D0"/>
    <w:rPr>
      <w:b/>
      <w:bCs/>
    </w:rPr>
  </w:style>
  <w:style w:type="character" w:customStyle="1" w:styleId="CommentSubjectChar">
    <w:name w:val="Comment Subject Char"/>
    <w:link w:val="CommentSubject"/>
    <w:uiPriority w:val="99"/>
    <w:semiHidden/>
    <w:rsid w:val="00B350D0"/>
    <w:rPr>
      <w:b/>
      <w:bCs/>
    </w:rPr>
  </w:style>
  <w:style w:type="paragraph" w:customStyle="1" w:styleId="ReflectionQ">
    <w:name w:val="Reflection Q"/>
    <w:basedOn w:val="BodyTextL25"/>
    <w:qFormat/>
    <w:rsid w:val="00B350D0"/>
    <w:pPr>
      <w:keepNext/>
      <w:numPr>
        <w:ilvl w:val="1"/>
        <w:numId w:val="3"/>
      </w:numPr>
    </w:pPr>
  </w:style>
  <w:style w:type="numbering" w:customStyle="1" w:styleId="SectionList">
    <w:name w:val="Section_List"/>
    <w:basedOn w:val="NoList"/>
    <w:uiPriority w:val="99"/>
    <w:rsid w:val="00B350D0"/>
    <w:pPr>
      <w:numPr>
        <w:numId w:val="3"/>
      </w:numPr>
    </w:pPr>
  </w:style>
  <w:style w:type="character" w:customStyle="1" w:styleId="Heading4Char">
    <w:name w:val="Heading 4 Char"/>
    <w:basedOn w:val="DefaultParagraphFont"/>
    <w:link w:val="Heading4"/>
    <w:rsid w:val="00B350D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350D0"/>
    <w:rPr>
      <w:rFonts w:eastAsia="Times New Roman"/>
      <w:b/>
      <w:bCs/>
      <w:i/>
      <w:iCs/>
      <w:sz w:val="26"/>
      <w:szCs w:val="26"/>
    </w:rPr>
  </w:style>
  <w:style w:type="character" w:customStyle="1" w:styleId="Heading6Char">
    <w:name w:val="Heading 6 Char"/>
    <w:basedOn w:val="DefaultParagraphFont"/>
    <w:link w:val="Heading6"/>
    <w:semiHidden/>
    <w:rsid w:val="00B350D0"/>
    <w:rPr>
      <w:rFonts w:eastAsia="Times New Roman"/>
      <w:b/>
      <w:bCs/>
      <w:sz w:val="22"/>
      <w:szCs w:val="22"/>
    </w:rPr>
  </w:style>
  <w:style w:type="character" w:customStyle="1" w:styleId="Heading7Char">
    <w:name w:val="Heading 7 Char"/>
    <w:basedOn w:val="DefaultParagraphFont"/>
    <w:link w:val="Heading7"/>
    <w:semiHidden/>
    <w:rsid w:val="00B350D0"/>
    <w:rPr>
      <w:rFonts w:eastAsia="Times New Roman"/>
      <w:szCs w:val="24"/>
    </w:rPr>
  </w:style>
  <w:style w:type="character" w:customStyle="1" w:styleId="Heading8Char">
    <w:name w:val="Heading 8 Char"/>
    <w:basedOn w:val="DefaultParagraphFont"/>
    <w:link w:val="Heading8"/>
    <w:semiHidden/>
    <w:rsid w:val="00B350D0"/>
    <w:rPr>
      <w:rFonts w:eastAsia="Times New Roman"/>
      <w:i/>
      <w:iCs/>
      <w:szCs w:val="24"/>
    </w:rPr>
  </w:style>
  <w:style w:type="character" w:customStyle="1" w:styleId="Heading9Char">
    <w:name w:val="Heading 9 Char"/>
    <w:basedOn w:val="DefaultParagraphFont"/>
    <w:link w:val="Heading9"/>
    <w:semiHidden/>
    <w:rsid w:val="00B350D0"/>
    <w:rPr>
      <w:rFonts w:eastAsia="Times New Roman" w:cs="Arial"/>
      <w:sz w:val="22"/>
      <w:szCs w:val="22"/>
    </w:rPr>
  </w:style>
  <w:style w:type="character" w:customStyle="1" w:styleId="Heading3Char">
    <w:name w:val="Heading 3 Char"/>
    <w:link w:val="Heading3"/>
    <w:rsid w:val="00B350D0"/>
    <w:rPr>
      <w:rFonts w:eastAsia="Times New Roman"/>
      <w:b/>
      <w:bCs/>
      <w:sz w:val="22"/>
      <w:szCs w:val="26"/>
    </w:rPr>
  </w:style>
  <w:style w:type="paragraph" w:styleId="EndnoteText">
    <w:name w:val="endnote text"/>
    <w:basedOn w:val="Normal"/>
    <w:link w:val="EndnoteTextChar"/>
    <w:semiHidden/>
    <w:rsid w:val="00B350D0"/>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B350D0"/>
    <w:rPr>
      <w:rFonts w:eastAsia="Times New Roman"/>
    </w:rPr>
  </w:style>
  <w:style w:type="paragraph" w:styleId="FootnoteText">
    <w:name w:val="footnote text"/>
    <w:basedOn w:val="Normal"/>
    <w:link w:val="FootnoteTextChar"/>
    <w:semiHidden/>
    <w:rsid w:val="00B350D0"/>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B350D0"/>
    <w:rPr>
      <w:rFonts w:eastAsia="Times New Roman"/>
    </w:rPr>
  </w:style>
  <w:style w:type="paragraph" w:styleId="Index1">
    <w:name w:val="index 1"/>
    <w:basedOn w:val="Normal"/>
    <w:next w:val="Normal"/>
    <w:autoRedefine/>
    <w:semiHidden/>
    <w:rsid w:val="00B350D0"/>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B350D0"/>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B350D0"/>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B350D0"/>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B350D0"/>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B350D0"/>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B350D0"/>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B350D0"/>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B350D0"/>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B350D0"/>
    <w:pPr>
      <w:spacing w:before="0" w:after="0" w:line="240" w:lineRule="auto"/>
    </w:pPr>
    <w:rPr>
      <w:rFonts w:eastAsia="Times New Roman" w:cs="Arial"/>
      <w:b/>
      <w:bCs/>
      <w:sz w:val="20"/>
      <w:szCs w:val="24"/>
    </w:rPr>
  </w:style>
  <w:style w:type="paragraph" w:styleId="MacroText">
    <w:name w:val="macro"/>
    <w:link w:val="MacroTextChar"/>
    <w:semiHidden/>
    <w:rsid w:val="00B350D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B350D0"/>
    <w:rPr>
      <w:rFonts w:ascii="Courier New" w:eastAsia="Times New Roman" w:hAnsi="Courier New" w:cs="Courier New"/>
    </w:rPr>
  </w:style>
  <w:style w:type="paragraph" w:styleId="TableofAuthorities">
    <w:name w:val="table of authorities"/>
    <w:basedOn w:val="Normal"/>
    <w:next w:val="Normal"/>
    <w:semiHidden/>
    <w:rsid w:val="00B350D0"/>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B350D0"/>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B350D0"/>
    <w:pPr>
      <w:spacing w:before="120" w:after="0" w:line="240" w:lineRule="auto"/>
    </w:pPr>
    <w:rPr>
      <w:rFonts w:eastAsia="Times New Roman" w:cs="Arial"/>
      <w:b/>
      <w:bCs/>
      <w:sz w:val="20"/>
      <w:szCs w:val="24"/>
    </w:rPr>
  </w:style>
  <w:style w:type="paragraph" w:styleId="TOC1">
    <w:name w:val="toc 1"/>
    <w:basedOn w:val="Normal"/>
    <w:next w:val="Normal"/>
    <w:autoRedefine/>
    <w:semiHidden/>
    <w:rsid w:val="00B350D0"/>
    <w:pPr>
      <w:spacing w:before="0" w:after="0" w:line="240" w:lineRule="auto"/>
    </w:pPr>
    <w:rPr>
      <w:rFonts w:eastAsia="Times New Roman"/>
      <w:sz w:val="20"/>
      <w:szCs w:val="24"/>
    </w:rPr>
  </w:style>
  <w:style w:type="paragraph" w:styleId="TOC2">
    <w:name w:val="toc 2"/>
    <w:basedOn w:val="Normal"/>
    <w:next w:val="Normal"/>
    <w:autoRedefine/>
    <w:semiHidden/>
    <w:rsid w:val="00B350D0"/>
    <w:pPr>
      <w:spacing w:before="0" w:after="0" w:line="240" w:lineRule="auto"/>
      <w:ind w:left="240"/>
    </w:pPr>
    <w:rPr>
      <w:rFonts w:eastAsia="Times New Roman"/>
      <w:sz w:val="20"/>
      <w:szCs w:val="24"/>
    </w:rPr>
  </w:style>
  <w:style w:type="paragraph" w:styleId="TOC3">
    <w:name w:val="toc 3"/>
    <w:basedOn w:val="Normal"/>
    <w:next w:val="Normal"/>
    <w:autoRedefine/>
    <w:semiHidden/>
    <w:rsid w:val="00B350D0"/>
    <w:pPr>
      <w:spacing w:before="0" w:after="0" w:line="240" w:lineRule="auto"/>
      <w:ind w:left="480"/>
    </w:pPr>
    <w:rPr>
      <w:rFonts w:eastAsia="Times New Roman"/>
      <w:sz w:val="20"/>
      <w:szCs w:val="24"/>
    </w:rPr>
  </w:style>
  <w:style w:type="paragraph" w:styleId="TOC4">
    <w:name w:val="toc 4"/>
    <w:basedOn w:val="Normal"/>
    <w:next w:val="Normal"/>
    <w:autoRedefine/>
    <w:semiHidden/>
    <w:rsid w:val="00B350D0"/>
    <w:pPr>
      <w:spacing w:before="0" w:after="0" w:line="240" w:lineRule="auto"/>
      <w:ind w:left="720"/>
    </w:pPr>
    <w:rPr>
      <w:rFonts w:eastAsia="Times New Roman"/>
      <w:sz w:val="20"/>
      <w:szCs w:val="24"/>
    </w:rPr>
  </w:style>
  <w:style w:type="paragraph" w:styleId="TOC5">
    <w:name w:val="toc 5"/>
    <w:basedOn w:val="Normal"/>
    <w:next w:val="Normal"/>
    <w:autoRedefine/>
    <w:semiHidden/>
    <w:rsid w:val="00B350D0"/>
    <w:pPr>
      <w:spacing w:before="0" w:after="0" w:line="240" w:lineRule="auto"/>
      <w:ind w:left="960"/>
    </w:pPr>
    <w:rPr>
      <w:rFonts w:eastAsia="Times New Roman"/>
      <w:sz w:val="20"/>
      <w:szCs w:val="24"/>
    </w:rPr>
  </w:style>
  <w:style w:type="paragraph" w:styleId="TOC6">
    <w:name w:val="toc 6"/>
    <w:basedOn w:val="Normal"/>
    <w:next w:val="Normal"/>
    <w:autoRedefine/>
    <w:semiHidden/>
    <w:rsid w:val="00B350D0"/>
    <w:pPr>
      <w:spacing w:before="0" w:after="0" w:line="240" w:lineRule="auto"/>
      <w:ind w:left="1200"/>
    </w:pPr>
    <w:rPr>
      <w:rFonts w:eastAsia="Times New Roman"/>
      <w:sz w:val="20"/>
      <w:szCs w:val="24"/>
    </w:rPr>
  </w:style>
  <w:style w:type="paragraph" w:styleId="TOC7">
    <w:name w:val="toc 7"/>
    <w:basedOn w:val="Normal"/>
    <w:next w:val="Normal"/>
    <w:autoRedefine/>
    <w:semiHidden/>
    <w:rsid w:val="00B350D0"/>
    <w:pPr>
      <w:spacing w:before="0" w:after="0" w:line="240" w:lineRule="auto"/>
      <w:ind w:left="1440"/>
    </w:pPr>
    <w:rPr>
      <w:rFonts w:eastAsia="Times New Roman"/>
      <w:sz w:val="20"/>
      <w:szCs w:val="24"/>
    </w:rPr>
  </w:style>
  <w:style w:type="paragraph" w:styleId="TOC8">
    <w:name w:val="toc 8"/>
    <w:basedOn w:val="Normal"/>
    <w:next w:val="Normal"/>
    <w:autoRedefine/>
    <w:semiHidden/>
    <w:rsid w:val="00B350D0"/>
    <w:pPr>
      <w:spacing w:before="0" w:after="0" w:line="240" w:lineRule="auto"/>
      <w:ind w:left="1680"/>
    </w:pPr>
    <w:rPr>
      <w:rFonts w:eastAsia="Times New Roman"/>
      <w:sz w:val="20"/>
      <w:szCs w:val="24"/>
    </w:rPr>
  </w:style>
  <w:style w:type="paragraph" w:styleId="TOC9">
    <w:name w:val="toc 9"/>
    <w:basedOn w:val="Normal"/>
    <w:next w:val="Normal"/>
    <w:autoRedefine/>
    <w:semiHidden/>
    <w:rsid w:val="00B350D0"/>
    <w:pPr>
      <w:spacing w:before="0" w:after="0" w:line="240" w:lineRule="auto"/>
      <w:ind w:left="1920"/>
    </w:pPr>
    <w:rPr>
      <w:rFonts w:eastAsia="Times New Roman"/>
      <w:sz w:val="20"/>
      <w:szCs w:val="24"/>
    </w:rPr>
  </w:style>
  <w:style w:type="paragraph" w:styleId="BodyText">
    <w:name w:val="Body Text"/>
    <w:basedOn w:val="Normal"/>
    <w:link w:val="BodyTextChar"/>
    <w:rsid w:val="00B350D0"/>
    <w:pPr>
      <w:spacing w:before="120" w:after="120" w:line="240" w:lineRule="auto"/>
    </w:pPr>
    <w:rPr>
      <w:rFonts w:eastAsia="Times New Roman"/>
      <w:sz w:val="20"/>
      <w:szCs w:val="24"/>
    </w:rPr>
  </w:style>
  <w:style w:type="character" w:customStyle="1" w:styleId="BodyTextChar">
    <w:name w:val="Body Text Char"/>
    <w:link w:val="BodyText"/>
    <w:rsid w:val="00B350D0"/>
    <w:rPr>
      <w:rFonts w:eastAsia="Times New Roman"/>
      <w:szCs w:val="24"/>
    </w:rPr>
  </w:style>
  <w:style w:type="paragraph" w:customStyle="1" w:styleId="ColorfulShading-Accent11">
    <w:name w:val="Colorful Shading - Accent 11"/>
    <w:hidden/>
    <w:semiHidden/>
    <w:rsid w:val="00B350D0"/>
    <w:rPr>
      <w:rFonts w:eastAsia="Times New Roman" w:cs="Arial"/>
    </w:rPr>
  </w:style>
  <w:style w:type="paragraph" w:customStyle="1" w:styleId="BodyTextBold">
    <w:name w:val="Body Text Bold"/>
    <w:basedOn w:val="BodyText"/>
    <w:next w:val="BodyTextL25"/>
    <w:link w:val="BodyTextBoldChar"/>
    <w:qFormat/>
    <w:rsid w:val="00B350D0"/>
    <w:rPr>
      <w:b/>
    </w:rPr>
  </w:style>
  <w:style w:type="character" w:customStyle="1" w:styleId="CMDChar">
    <w:name w:val="CMD Char"/>
    <w:basedOn w:val="DefaultParagraphFont"/>
    <w:link w:val="CMD"/>
    <w:rsid w:val="00B350D0"/>
    <w:rPr>
      <w:rFonts w:ascii="Courier New" w:hAnsi="Courier New"/>
      <w:szCs w:val="22"/>
    </w:rPr>
  </w:style>
  <w:style w:type="character" w:customStyle="1" w:styleId="BodyTextBoldChar">
    <w:name w:val="Body Text Bold Char"/>
    <w:basedOn w:val="BodyTextChar"/>
    <w:link w:val="BodyTextBold"/>
    <w:rsid w:val="00B350D0"/>
    <w:rPr>
      <w:rFonts w:eastAsia="Times New Roman"/>
      <w:b/>
      <w:szCs w:val="24"/>
    </w:rPr>
  </w:style>
  <w:style w:type="paragraph" w:styleId="Title">
    <w:name w:val="Title"/>
    <w:basedOn w:val="Normal"/>
    <w:next w:val="BodyTextL25"/>
    <w:link w:val="TitleChar"/>
    <w:qFormat/>
    <w:rsid w:val="00B350D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B350D0"/>
    <w:rPr>
      <w:rFonts w:eastAsiaTheme="majorEastAsia" w:cstheme="majorBidi"/>
      <w:b/>
      <w:kern w:val="28"/>
      <w:sz w:val="32"/>
      <w:szCs w:val="56"/>
    </w:rPr>
  </w:style>
  <w:style w:type="character" w:styleId="PlaceholderText">
    <w:name w:val="Placeholder Text"/>
    <w:basedOn w:val="DefaultParagraphFont"/>
    <w:uiPriority w:val="99"/>
    <w:semiHidden/>
    <w:rsid w:val="00B350D0"/>
    <w:rPr>
      <w:color w:val="808080"/>
    </w:rPr>
  </w:style>
  <w:style w:type="paragraph" w:customStyle="1" w:styleId="CMDRed">
    <w:name w:val="CMD Red"/>
    <w:basedOn w:val="CMD"/>
    <w:link w:val="CMDRedChar"/>
    <w:qFormat/>
    <w:rsid w:val="00B350D0"/>
    <w:rPr>
      <w:color w:val="EE0000"/>
    </w:rPr>
  </w:style>
  <w:style w:type="character" w:customStyle="1" w:styleId="CMDRedChar">
    <w:name w:val="CMD Red Char"/>
    <w:basedOn w:val="CMDChar"/>
    <w:link w:val="CMDRed"/>
    <w:rsid w:val="00B350D0"/>
    <w:rPr>
      <w:rFonts w:ascii="Courier New" w:hAnsi="Courier New"/>
      <w:color w:val="EE0000"/>
      <w:szCs w:val="22"/>
    </w:rPr>
  </w:style>
  <w:style w:type="paragraph" w:customStyle="1" w:styleId="CMDOutputRed">
    <w:name w:val="CMD Output Red"/>
    <w:basedOn w:val="CMDOutput"/>
    <w:link w:val="CMDOutputRedChar"/>
    <w:qFormat/>
    <w:rsid w:val="00B350D0"/>
    <w:rPr>
      <w:color w:val="EE0000"/>
    </w:rPr>
  </w:style>
  <w:style w:type="character" w:customStyle="1" w:styleId="BodyTextL25Char">
    <w:name w:val="Body Text L25 Char"/>
    <w:basedOn w:val="DefaultParagraphFont"/>
    <w:link w:val="BodyTextL25"/>
    <w:rsid w:val="00B350D0"/>
    <w:rPr>
      <w:szCs w:val="22"/>
    </w:rPr>
  </w:style>
  <w:style w:type="character" w:customStyle="1" w:styleId="CMDOutputChar">
    <w:name w:val="CMD Output Char"/>
    <w:basedOn w:val="BodyTextL25Char"/>
    <w:link w:val="CMDOutput"/>
    <w:rsid w:val="00B350D0"/>
    <w:rPr>
      <w:rFonts w:ascii="Courier New" w:hAnsi="Courier New"/>
      <w:sz w:val="18"/>
      <w:szCs w:val="22"/>
    </w:rPr>
  </w:style>
  <w:style w:type="character" w:customStyle="1" w:styleId="CMDOutputRedChar">
    <w:name w:val="CMD Output Red Char"/>
    <w:basedOn w:val="CMDOutputChar"/>
    <w:link w:val="CMDOutputRed"/>
    <w:rsid w:val="00B350D0"/>
    <w:rPr>
      <w:rFonts w:ascii="Courier New" w:hAnsi="Courier New"/>
      <w:color w:val="EE0000"/>
      <w:sz w:val="18"/>
      <w:szCs w:val="22"/>
    </w:rPr>
  </w:style>
  <w:style w:type="paragraph" w:customStyle="1" w:styleId="Drawing">
    <w:name w:val="Drawing"/>
    <w:basedOn w:val="AnswerLineL25"/>
    <w:qFormat/>
    <w:rsid w:val="00B350D0"/>
  </w:style>
  <w:style w:type="paragraph" w:customStyle="1" w:styleId="TableAnswer">
    <w:name w:val="Table Answer"/>
    <w:basedOn w:val="TableText"/>
    <w:qFormat/>
    <w:rsid w:val="00B350D0"/>
  </w:style>
  <w:style w:type="character" w:customStyle="1" w:styleId="Heading2Gray">
    <w:name w:val="Heading 2 Gray"/>
    <w:basedOn w:val="Heading2Char"/>
    <w:uiPriority w:val="1"/>
    <w:qFormat/>
    <w:rsid w:val="00B350D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B350D0"/>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B350D0"/>
    <w:pPr>
      <w:ind w:left="720"/>
    </w:pPr>
  </w:style>
  <w:style w:type="character" w:customStyle="1" w:styleId="BodyTextL50Char">
    <w:name w:val="Body Text L50 Char"/>
    <w:basedOn w:val="DefaultParagraphFont"/>
    <w:link w:val="BodyTextL50"/>
    <w:rsid w:val="00B350D0"/>
    <w:rPr>
      <w:szCs w:val="22"/>
    </w:rPr>
  </w:style>
  <w:style w:type="character" w:customStyle="1" w:styleId="BodyTextL50AnswerChar">
    <w:name w:val="Body Text L50 Answer Char"/>
    <w:basedOn w:val="BodyTextL50Char"/>
    <w:link w:val="BodyTextL50Answer"/>
    <w:rsid w:val="00B350D0"/>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B350D0"/>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B350D0"/>
    <w:rPr>
      <w:b/>
      <w:szCs w:val="22"/>
      <w:shd w:val="clear" w:color="auto" w:fill="D9D9D9" w:themeFill="background1" w:themeFillShade="D9"/>
    </w:rPr>
  </w:style>
  <w:style w:type="character" w:customStyle="1" w:styleId="DevConfigsChar">
    <w:name w:val="DevConfigs Char"/>
    <w:basedOn w:val="DefaultParagraphFont"/>
    <w:link w:val="DevConfigs"/>
    <w:rsid w:val="00B350D0"/>
    <w:rPr>
      <w:rFonts w:ascii="Courier New" w:hAnsi="Courier New"/>
      <w:szCs w:val="22"/>
    </w:rPr>
  </w:style>
  <w:style w:type="character" w:customStyle="1" w:styleId="AnswerGray">
    <w:name w:val="Answer Gray"/>
    <w:basedOn w:val="DefaultParagraphFont"/>
    <w:uiPriority w:val="1"/>
    <w:qFormat/>
    <w:rsid w:val="00B350D0"/>
    <w:rPr>
      <w:rFonts w:ascii="Arial" w:hAnsi="Arial"/>
      <w:b/>
      <w:color w:val="auto"/>
      <w:sz w:val="20"/>
      <w:bdr w:val="none" w:sz="0" w:space="0" w:color="auto"/>
      <w:shd w:val="clear" w:color="auto" w:fill="D9D9D9" w:themeFill="background1" w:themeFillShade="D9"/>
    </w:rPr>
  </w:style>
  <w:style w:type="character" w:styleId="Hyperlink">
    <w:name w:val="Hyperlink"/>
    <w:basedOn w:val="DefaultParagraphFont"/>
    <w:uiPriority w:val="99"/>
    <w:unhideWhenUsed/>
    <w:rsid w:val="00C4206E"/>
    <w:rPr>
      <w:color w:val="0000FF" w:themeColor="hyperlink"/>
      <w:u w:val="single"/>
    </w:rPr>
  </w:style>
  <w:style w:type="character" w:styleId="FollowedHyperlink">
    <w:name w:val="FollowedHyperlink"/>
    <w:basedOn w:val="DefaultParagraphFont"/>
    <w:uiPriority w:val="99"/>
    <w:semiHidden/>
    <w:unhideWhenUsed/>
    <w:rsid w:val="00C4206E"/>
    <w:rPr>
      <w:color w:val="800080" w:themeColor="followedHyperlink"/>
      <w:u w:val="single"/>
    </w:rPr>
  </w:style>
  <w:style w:type="paragraph" w:styleId="NormalWeb">
    <w:name w:val="Normal (Web)"/>
    <w:basedOn w:val="Normal"/>
    <w:uiPriority w:val="99"/>
    <w:semiHidden/>
    <w:unhideWhenUsed/>
    <w:rsid w:val="00C4206E"/>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C4206E"/>
    <w:rPr>
      <w:i/>
      <w:iCs/>
    </w:rPr>
  </w:style>
  <w:style w:type="character" w:styleId="Strong">
    <w:name w:val="Strong"/>
    <w:basedOn w:val="DefaultParagraphFont"/>
    <w:uiPriority w:val="22"/>
    <w:qFormat/>
    <w:rsid w:val="00C4206E"/>
    <w:rPr>
      <w:b/>
      <w:bCs/>
    </w:rPr>
  </w:style>
  <w:style w:type="paragraph" w:styleId="Revision">
    <w:name w:val="Revision"/>
    <w:hidden/>
    <w:uiPriority w:val="99"/>
    <w:semiHidden/>
    <w:rsid w:val="00C4206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1FDBAEAA494641B27B4759A22AD5C7"/>
        <w:category>
          <w:name w:val="General"/>
          <w:gallery w:val="placeholder"/>
        </w:category>
        <w:types>
          <w:type w:val="bbPlcHdr"/>
        </w:types>
        <w:behaviors>
          <w:behavior w:val="content"/>
        </w:behaviors>
        <w:guid w:val="{4A5D64CF-DA23-4F03-9997-8552B98520CE}"/>
      </w:docPartPr>
      <w:docPartBody>
        <w:p w:rsidR="0057074B" w:rsidRDefault="00B26F00">
          <w:pPr>
            <w:pStyle w:val="DE1FDBAEAA494641B27B4759A22AD5C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F00"/>
    <w:rsid w:val="0004524C"/>
    <w:rsid w:val="002E40C3"/>
    <w:rsid w:val="00321359"/>
    <w:rsid w:val="0057074B"/>
    <w:rsid w:val="00631C7C"/>
    <w:rsid w:val="00B26F00"/>
    <w:rsid w:val="00C86D19"/>
    <w:rsid w:val="00FC6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E1FDBAEAA494641B27B4759A22AD5C7">
    <w:name w:val="DE1FDBAEAA494641B27B4759A22AD5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89</TotalTime>
  <Pages>1</Pages>
  <Words>3859</Words>
  <Characters>21998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Lab - Configuring ZPFs</vt:lpstr>
    </vt:vector>
  </TitlesOfParts>
  <Company>Cisco Systems, Inc.</Company>
  <LinksUpToDate>false</LinksUpToDate>
  <CharactersWithSpaces>25806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ZPFs</dc:title>
  <dc:creator>SP</dc:creator>
  <dc:description>2015</dc:description>
  <cp:lastModifiedBy>DH</cp:lastModifiedBy>
  <cp:revision>14</cp:revision>
  <cp:lastPrinted>2021-02-09T00:26:00Z</cp:lastPrinted>
  <dcterms:created xsi:type="dcterms:W3CDTF">2021-02-08T22:41:00Z</dcterms:created>
  <dcterms:modified xsi:type="dcterms:W3CDTF">2021-03-10T21:43:00Z</dcterms:modified>
</cp:coreProperties>
</file>